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EB3" w:rsidRDefault="00EF4EB3" w:rsidP="00197D1F"/>
    <w:p w:rsidR="00EF4EB3" w:rsidRPr="00456495" w:rsidRDefault="00EF4EB3" w:rsidP="009458EA">
      <w:pPr>
        <w:spacing w:after="0"/>
        <w:jc w:val="center"/>
        <w:rPr>
          <w:rFonts w:ascii="Times New Roman" w:hAnsi="Times New Roman"/>
          <w:b/>
          <w:szCs w:val="24"/>
        </w:rPr>
      </w:pPr>
      <w:r w:rsidRPr="00456495">
        <w:rPr>
          <w:rFonts w:ascii="Times New Roman" w:hAnsi="Times New Roman"/>
          <w:b/>
          <w:szCs w:val="24"/>
        </w:rPr>
        <w:t>UCHWAŁA Nr ……………..</w:t>
      </w:r>
    </w:p>
    <w:p w:rsidR="00EF4EB3" w:rsidRPr="00456495" w:rsidRDefault="00EF4EB3" w:rsidP="009458EA">
      <w:pPr>
        <w:spacing w:after="0"/>
        <w:jc w:val="center"/>
        <w:rPr>
          <w:rFonts w:ascii="Times New Roman" w:hAnsi="Times New Roman"/>
          <w:b/>
          <w:szCs w:val="24"/>
        </w:rPr>
      </w:pPr>
      <w:r w:rsidRPr="00456495">
        <w:rPr>
          <w:rFonts w:ascii="Times New Roman" w:hAnsi="Times New Roman"/>
          <w:b/>
          <w:szCs w:val="24"/>
        </w:rPr>
        <w:t>Rady Gminy Lidzbark Warmiński</w:t>
      </w:r>
    </w:p>
    <w:p w:rsidR="00EF4EB3" w:rsidRPr="00456495" w:rsidRDefault="00EF4EB3" w:rsidP="009458EA">
      <w:pPr>
        <w:spacing w:after="0"/>
        <w:jc w:val="center"/>
        <w:rPr>
          <w:rFonts w:ascii="Times New Roman" w:hAnsi="Times New Roman"/>
          <w:b/>
          <w:szCs w:val="24"/>
        </w:rPr>
      </w:pPr>
      <w:r w:rsidRPr="00456495">
        <w:rPr>
          <w:rFonts w:ascii="Times New Roman" w:hAnsi="Times New Roman"/>
          <w:b/>
          <w:szCs w:val="24"/>
        </w:rPr>
        <w:t>z dnia …………….2016r.</w:t>
      </w:r>
    </w:p>
    <w:p w:rsidR="00EF4EB3" w:rsidRPr="00456495" w:rsidRDefault="00EF4EB3" w:rsidP="009458EA">
      <w:pPr>
        <w:spacing w:after="0"/>
        <w:rPr>
          <w:rFonts w:ascii="Times New Roman" w:hAnsi="Times New Roman"/>
          <w:b/>
          <w:szCs w:val="24"/>
        </w:rPr>
      </w:pPr>
    </w:p>
    <w:p w:rsidR="00EF4EB3" w:rsidRPr="00456495" w:rsidRDefault="00EF4EB3" w:rsidP="009458EA">
      <w:pPr>
        <w:spacing w:after="0"/>
        <w:rPr>
          <w:rFonts w:ascii="Times New Roman" w:hAnsi="Times New Roman"/>
          <w:b/>
          <w:szCs w:val="24"/>
        </w:rPr>
      </w:pPr>
      <w:r w:rsidRPr="00456495">
        <w:rPr>
          <w:rFonts w:ascii="Times New Roman" w:hAnsi="Times New Roman"/>
          <w:b/>
          <w:szCs w:val="24"/>
        </w:rPr>
        <w:t>w sprawie uchwalenia Strategii Rozwiązywania Problemów Społecznych w Gminie Lidzbark Warmiński na lata 2017-2026</w:t>
      </w:r>
    </w:p>
    <w:p w:rsidR="00EF4EB3" w:rsidRPr="00456495" w:rsidRDefault="00EF4EB3" w:rsidP="009458EA">
      <w:pPr>
        <w:spacing w:after="0"/>
        <w:rPr>
          <w:rFonts w:ascii="Times New Roman" w:hAnsi="Times New Roman"/>
          <w:b/>
          <w:szCs w:val="24"/>
        </w:rPr>
      </w:pPr>
    </w:p>
    <w:p w:rsidR="00EF4EB3" w:rsidRPr="00456495" w:rsidRDefault="00EF4EB3" w:rsidP="009458EA">
      <w:pPr>
        <w:spacing w:after="0"/>
        <w:ind w:firstLine="708"/>
        <w:rPr>
          <w:rFonts w:ascii="Times New Roman" w:hAnsi="Times New Roman"/>
          <w:szCs w:val="24"/>
        </w:rPr>
      </w:pPr>
      <w:r w:rsidRPr="00456495">
        <w:rPr>
          <w:rFonts w:ascii="Times New Roman" w:hAnsi="Times New Roman"/>
          <w:szCs w:val="24"/>
        </w:rPr>
        <w:t>Na podstawie art. 18 ust. 2 pkt 15 ustawy z dnia 8 marca 1990 r. o samorządzie gminnym (Dz. U. 2016. 446) oraz 16b, art.17 ust. 1 pkt. 1 ustawy z dnia 12 marca 2004r. o pomocy społecznej (Dz. U. 2016. 930) Rada Gminy Lidzbark Warmiński uchwala, co następuje:</w:t>
      </w:r>
    </w:p>
    <w:p w:rsidR="00EF4EB3" w:rsidRPr="00456495" w:rsidRDefault="00EF4EB3" w:rsidP="009458EA">
      <w:pPr>
        <w:spacing w:after="0"/>
        <w:ind w:firstLine="708"/>
        <w:jc w:val="center"/>
        <w:rPr>
          <w:rFonts w:ascii="Times New Roman" w:hAnsi="Times New Roman"/>
          <w:b/>
          <w:szCs w:val="24"/>
        </w:rPr>
      </w:pPr>
      <w:r w:rsidRPr="00456495">
        <w:rPr>
          <w:rFonts w:ascii="Times New Roman" w:hAnsi="Times New Roman"/>
          <w:b/>
          <w:szCs w:val="24"/>
        </w:rPr>
        <w:t>§ 1.</w:t>
      </w:r>
    </w:p>
    <w:p w:rsidR="00EF4EB3" w:rsidRPr="00456495" w:rsidRDefault="00EF4EB3" w:rsidP="009458EA">
      <w:pPr>
        <w:spacing w:after="0"/>
        <w:rPr>
          <w:rFonts w:ascii="Times New Roman" w:hAnsi="Times New Roman"/>
          <w:szCs w:val="24"/>
        </w:rPr>
      </w:pPr>
      <w:r w:rsidRPr="00456495">
        <w:rPr>
          <w:rFonts w:ascii="Times New Roman" w:hAnsi="Times New Roman"/>
          <w:szCs w:val="24"/>
        </w:rPr>
        <w:t xml:space="preserve">Uchwala się Strategię Rozwiązywania Problemów Społecznych w Gminie Lidzbark Warmiński na lata 2017-2026, stanowiącą załącznik do niniejszej uchwały. </w:t>
      </w:r>
    </w:p>
    <w:p w:rsidR="00EF4EB3" w:rsidRPr="00456495" w:rsidRDefault="00EF4EB3" w:rsidP="009458EA">
      <w:pPr>
        <w:spacing w:after="0"/>
        <w:ind w:firstLine="708"/>
        <w:jc w:val="center"/>
        <w:rPr>
          <w:rFonts w:ascii="Times New Roman" w:hAnsi="Times New Roman"/>
          <w:b/>
          <w:szCs w:val="24"/>
        </w:rPr>
      </w:pPr>
      <w:r w:rsidRPr="00456495">
        <w:rPr>
          <w:rFonts w:ascii="Times New Roman" w:hAnsi="Times New Roman"/>
          <w:b/>
          <w:szCs w:val="24"/>
        </w:rPr>
        <w:t>§ 2.</w:t>
      </w:r>
    </w:p>
    <w:p w:rsidR="00EF4EB3" w:rsidRPr="00456495" w:rsidRDefault="00EF4EB3" w:rsidP="009458EA">
      <w:pPr>
        <w:spacing w:after="0"/>
        <w:rPr>
          <w:rFonts w:ascii="Times New Roman" w:hAnsi="Times New Roman"/>
          <w:szCs w:val="24"/>
        </w:rPr>
      </w:pPr>
      <w:r w:rsidRPr="00456495">
        <w:rPr>
          <w:rFonts w:ascii="Times New Roman" w:hAnsi="Times New Roman"/>
          <w:szCs w:val="24"/>
        </w:rPr>
        <w:t>Traci moc Uchwała Nr XI/87/11 Rady Gminy Lidzbark Warmiński z dnia 9 września 2011r. w sprawie uchwalenia Gminnej Strategii Rozwiązywania Problemów Społecznych do 2018r.</w:t>
      </w:r>
    </w:p>
    <w:p w:rsidR="00EF4EB3" w:rsidRPr="00456495" w:rsidRDefault="00EF4EB3" w:rsidP="009458EA">
      <w:pPr>
        <w:spacing w:after="0"/>
        <w:ind w:firstLine="708"/>
        <w:jc w:val="center"/>
        <w:rPr>
          <w:rFonts w:ascii="Times New Roman" w:hAnsi="Times New Roman"/>
          <w:b/>
          <w:szCs w:val="24"/>
        </w:rPr>
      </w:pPr>
      <w:r w:rsidRPr="00456495">
        <w:rPr>
          <w:rFonts w:ascii="Times New Roman" w:hAnsi="Times New Roman"/>
          <w:b/>
          <w:szCs w:val="24"/>
        </w:rPr>
        <w:t>§ 3.</w:t>
      </w:r>
    </w:p>
    <w:p w:rsidR="00EF4EB3" w:rsidRPr="00456495" w:rsidRDefault="00EF4EB3" w:rsidP="009458EA">
      <w:pPr>
        <w:spacing w:after="0"/>
        <w:rPr>
          <w:rFonts w:ascii="Times New Roman" w:hAnsi="Times New Roman"/>
          <w:szCs w:val="24"/>
        </w:rPr>
      </w:pPr>
      <w:r w:rsidRPr="00456495">
        <w:rPr>
          <w:rFonts w:ascii="Times New Roman" w:hAnsi="Times New Roman"/>
          <w:szCs w:val="24"/>
        </w:rPr>
        <w:t>Wykonanie uchwały powierza się Wójtowi Gminy Lidzbark Warmiński</w:t>
      </w:r>
    </w:p>
    <w:p w:rsidR="00EF4EB3" w:rsidRPr="00456495" w:rsidRDefault="00EF4EB3" w:rsidP="009458EA">
      <w:pPr>
        <w:spacing w:after="0"/>
        <w:ind w:firstLine="708"/>
        <w:jc w:val="center"/>
        <w:rPr>
          <w:rFonts w:ascii="Times New Roman" w:hAnsi="Times New Roman"/>
          <w:b/>
          <w:szCs w:val="24"/>
        </w:rPr>
      </w:pPr>
      <w:r w:rsidRPr="00456495">
        <w:rPr>
          <w:rFonts w:ascii="Times New Roman" w:hAnsi="Times New Roman"/>
          <w:b/>
          <w:szCs w:val="24"/>
        </w:rPr>
        <w:t>§ 4.</w:t>
      </w:r>
    </w:p>
    <w:p w:rsidR="00EF4EB3" w:rsidRPr="00456495" w:rsidRDefault="00EF4EB3" w:rsidP="009458EA">
      <w:pPr>
        <w:spacing w:after="0"/>
        <w:rPr>
          <w:rFonts w:ascii="Times New Roman" w:hAnsi="Times New Roman"/>
          <w:szCs w:val="24"/>
        </w:rPr>
      </w:pPr>
      <w:r w:rsidRPr="00456495">
        <w:rPr>
          <w:rFonts w:ascii="Times New Roman" w:hAnsi="Times New Roman"/>
          <w:szCs w:val="24"/>
        </w:rPr>
        <w:t>Uchwała wchodzi w życie po upływie 14 dni od jej ogłoszenia w Dzienniku Urzędowym Województwa Warmińsko-Mazurskiego, z mocą obowiązującą od dnia 1 stycznia 2017r.</w:t>
      </w:r>
    </w:p>
    <w:p w:rsidR="00EF4EB3" w:rsidRPr="00456495" w:rsidRDefault="00EF4EB3" w:rsidP="009458EA">
      <w:pPr>
        <w:tabs>
          <w:tab w:val="left" w:pos="8595"/>
        </w:tabs>
        <w:adjustRightInd w:val="0"/>
        <w:spacing w:after="0"/>
        <w:rPr>
          <w:rFonts w:cs="Arial"/>
          <w:szCs w:val="24"/>
        </w:rPr>
      </w:pPr>
      <w:r w:rsidRPr="00456495">
        <w:rPr>
          <w:rFonts w:cs="Arial"/>
          <w:szCs w:val="24"/>
        </w:rPr>
        <w:t xml:space="preserve"> </w:t>
      </w:r>
    </w:p>
    <w:p w:rsidR="00EF4EB3" w:rsidRDefault="00EF4EB3" w:rsidP="009458EA">
      <w:pPr>
        <w:spacing w:after="0"/>
        <w:ind w:firstLine="708"/>
        <w:jc w:val="center"/>
        <w:rPr>
          <w:rFonts w:ascii="Times New Roman" w:hAnsi="Times New Roman"/>
          <w:b/>
          <w:szCs w:val="24"/>
        </w:rPr>
      </w:pPr>
    </w:p>
    <w:p w:rsidR="00EF4EB3" w:rsidRPr="00456495" w:rsidRDefault="00EF4EB3" w:rsidP="009458EA">
      <w:pPr>
        <w:spacing w:after="0"/>
        <w:ind w:firstLine="708"/>
        <w:jc w:val="center"/>
        <w:rPr>
          <w:rFonts w:ascii="Times New Roman" w:hAnsi="Times New Roman"/>
          <w:b/>
          <w:szCs w:val="24"/>
        </w:rPr>
      </w:pPr>
      <w:bookmarkStart w:id="0" w:name="_GoBack"/>
      <w:bookmarkEnd w:id="0"/>
      <w:r w:rsidRPr="00456495">
        <w:rPr>
          <w:rFonts w:ascii="Times New Roman" w:hAnsi="Times New Roman"/>
          <w:b/>
          <w:szCs w:val="24"/>
        </w:rPr>
        <w:t>UZASADNIENIE</w:t>
      </w:r>
    </w:p>
    <w:p w:rsidR="00EF4EB3" w:rsidRPr="00456495" w:rsidRDefault="00EF4EB3" w:rsidP="009458EA">
      <w:pPr>
        <w:spacing w:after="0"/>
        <w:ind w:firstLine="708"/>
        <w:rPr>
          <w:rFonts w:ascii="Times New Roman" w:hAnsi="Times New Roman"/>
          <w:szCs w:val="24"/>
        </w:rPr>
      </w:pPr>
    </w:p>
    <w:p w:rsidR="00EF4EB3" w:rsidRPr="00456495" w:rsidRDefault="00EF4EB3" w:rsidP="009458EA">
      <w:pPr>
        <w:spacing w:after="0"/>
        <w:ind w:firstLine="708"/>
        <w:rPr>
          <w:rFonts w:ascii="Times New Roman" w:hAnsi="Times New Roman"/>
          <w:szCs w:val="24"/>
        </w:rPr>
      </w:pPr>
      <w:r w:rsidRPr="00456495">
        <w:rPr>
          <w:rFonts w:ascii="Times New Roman" w:hAnsi="Times New Roman"/>
          <w:szCs w:val="24"/>
        </w:rPr>
        <w:t>Na podstawie art. 16b i art. 17 ust. 1 pkt. 1 ustawy z dnia 12 marca 2004r. o pomocy społecznej (Dz. U. 2016. 930) do zadań własnych gminy o charakterze obowiązkowym należy opracowanie i realizacja gminnej strategii rozwiązywania problemów społecznych ze szczególnym uwzględnieniem programów pomocy społecznej, profilaktyki i rozwiązywania problemów alkoholowych i innych, których celem jest integracja osób i rodzin z grup szczególnego ryzyka.</w:t>
      </w:r>
    </w:p>
    <w:p w:rsidR="00EF4EB3" w:rsidRPr="00456495" w:rsidRDefault="00EF4EB3" w:rsidP="009458EA">
      <w:pPr>
        <w:spacing w:after="0"/>
        <w:rPr>
          <w:rFonts w:ascii="Times New Roman" w:hAnsi="Times New Roman"/>
          <w:szCs w:val="24"/>
        </w:rPr>
      </w:pPr>
      <w:r w:rsidRPr="00456495">
        <w:rPr>
          <w:rFonts w:ascii="Times New Roman" w:hAnsi="Times New Roman"/>
          <w:szCs w:val="24"/>
        </w:rPr>
        <w:t xml:space="preserve">Poza ustawowym obowiązkiem opracowania i realizacji strategii korzyścią z posiadania niniejszego dokumentu jest możliwość aplikowania po środki zewnętrzne na realizację różnego rodzaju programów i projektów przez gminę oraz podległe jej jednostki i organizacje. </w:t>
      </w:r>
    </w:p>
    <w:p w:rsidR="00EF4EB3" w:rsidRPr="00456495" w:rsidRDefault="00EF4EB3" w:rsidP="009458EA">
      <w:pPr>
        <w:spacing w:after="0"/>
        <w:rPr>
          <w:rFonts w:ascii="Times New Roman" w:hAnsi="Times New Roman"/>
          <w:szCs w:val="24"/>
        </w:rPr>
      </w:pPr>
      <w:r w:rsidRPr="00456495">
        <w:rPr>
          <w:rFonts w:ascii="Times New Roman" w:hAnsi="Times New Roman"/>
          <w:szCs w:val="24"/>
        </w:rPr>
        <w:t>Uchwalona dnia 9 września 2011 roku</w:t>
      </w:r>
      <w:r w:rsidRPr="00456495">
        <w:rPr>
          <w:rFonts w:ascii="Times New Roman" w:hAnsi="Times New Roman"/>
          <w:b/>
          <w:szCs w:val="24"/>
        </w:rPr>
        <w:t xml:space="preserve"> </w:t>
      </w:r>
      <w:r w:rsidRPr="00456495">
        <w:rPr>
          <w:rFonts w:ascii="Times New Roman" w:hAnsi="Times New Roman"/>
          <w:szCs w:val="24"/>
        </w:rPr>
        <w:t xml:space="preserve">Gminna Strategia Rozwiązywania Problemów Społecznych do 2018r. zakłada aktualizację dokumentu po 5 latach, tj. w 2016r. </w:t>
      </w:r>
    </w:p>
    <w:p w:rsidR="00EF4EB3" w:rsidRPr="00456495" w:rsidRDefault="00EF4EB3" w:rsidP="009458EA">
      <w:pPr>
        <w:spacing w:after="0"/>
        <w:rPr>
          <w:rFonts w:ascii="Times New Roman" w:hAnsi="Times New Roman"/>
          <w:szCs w:val="24"/>
        </w:rPr>
      </w:pPr>
      <w:r w:rsidRPr="00456495">
        <w:rPr>
          <w:rFonts w:ascii="Times New Roman" w:hAnsi="Times New Roman"/>
          <w:szCs w:val="24"/>
        </w:rPr>
        <w:t xml:space="preserve">Nadmienić należy, że aktualizacja strategii wymaga analogicznych procedur i nakładu pracy, jak utworzenie nowego dokumentu. </w:t>
      </w:r>
    </w:p>
    <w:p w:rsidR="00EF4EB3" w:rsidRPr="00456495" w:rsidRDefault="00EF4EB3" w:rsidP="009458EA">
      <w:pPr>
        <w:spacing w:after="0"/>
        <w:rPr>
          <w:rFonts w:ascii="Times New Roman" w:hAnsi="Times New Roman"/>
          <w:szCs w:val="24"/>
        </w:rPr>
      </w:pPr>
      <w:r w:rsidRPr="00456495">
        <w:rPr>
          <w:rFonts w:ascii="Times New Roman" w:hAnsi="Times New Roman"/>
          <w:szCs w:val="24"/>
        </w:rPr>
        <w:t>Mając powyższe na uwadze, jak również koszty związane z jej aktualizacją, liczne zmiany i przeobrażenia społeczne, zmiany przepisów prawa oraz zadań zarówno gminy, jak i podległych jednostek, postanowiono przygotować nowy dokument.</w:t>
      </w:r>
    </w:p>
    <w:p w:rsidR="00EF4EB3" w:rsidRDefault="00EF4EB3" w:rsidP="009458EA">
      <w:pPr>
        <w:spacing w:after="160" w:line="259" w:lineRule="auto"/>
        <w:jc w:val="left"/>
        <w:rPr>
          <w:rFonts w:ascii="Times New Roman" w:hAnsi="Times New Roman"/>
          <w:b/>
          <w:szCs w:val="24"/>
        </w:rPr>
      </w:pPr>
    </w:p>
    <w:p w:rsidR="00EF4EB3" w:rsidRPr="00456495" w:rsidRDefault="00EF4EB3" w:rsidP="009458EA">
      <w:pPr>
        <w:rPr>
          <w:rFonts w:ascii="Times New Roman" w:hAnsi="Times New Roman"/>
          <w:b/>
          <w:szCs w:val="24"/>
        </w:rPr>
      </w:pPr>
    </w:p>
    <w:p w:rsidR="00EF4EB3" w:rsidRDefault="00EF4EB3" w:rsidP="00197D1F"/>
    <w:p w:rsidR="00EF4EB3" w:rsidRDefault="00EF4EB3" w:rsidP="00197D1F">
      <w:pPr>
        <w:jc w:val="center"/>
        <w:rPr>
          <w:b/>
          <w:sz w:val="52"/>
        </w:rPr>
      </w:pPr>
    </w:p>
    <w:p w:rsidR="00EF4EB3" w:rsidRDefault="00EF4EB3" w:rsidP="00197D1F">
      <w:pPr>
        <w:jc w:val="center"/>
        <w:rPr>
          <w:b/>
          <w:sz w:val="52"/>
        </w:rPr>
      </w:pPr>
    </w:p>
    <w:p w:rsidR="00EF4EB3" w:rsidRDefault="00EF4EB3" w:rsidP="00197D1F">
      <w:pPr>
        <w:jc w:val="center"/>
        <w:rPr>
          <w:b/>
          <w:sz w:val="52"/>
        </w:rPr>
      </w:pPr>
    </w:p>
    <w:p w:rsidR="00EF4EB3" w:rsidRDefault="00EF4EB3" w:rsidP="00197D1F">
      <w:pPr>
        <w:spacing w:line="360" w:lineRule="auto"/>
        <w:jc w:val="center"/>
        <w:rPr>
          <w:b/>
          <w:sz w:val="52"/>
        </w:rPr>
      </w:pPr>
      <w:r>
        <w:rPr>
          <w:b/>
          <w:sz w:val="52"/>
        </w:rPr>
        <w:t>Strategia rozwiązywania problemów społecznych w Gminie Lidzbark Warmiński na lata 2017-2026</w:t>
      </w:r>
    </w:p>
    <w:p w:rsidR="00EF4EB3" w:rsidRDefault="00EF4EB3" w:rsidP="00197D1F"/>
    <w:p w:rsidR="00EF4EB3" w:rsidRDefault="00EF4EB3" w:rsidP="00197D1F">
      <w:pPr>
        <w:jc w:val="center"/>
      </w:pPr>
    </w:p>
    <w:p w:rsidR="00EF4EB3" w:rsidRDefault="00EF4EB3" w:rsidP="00197D1F">
      <w:pPr>
        <w:jc w:val="center"/>
      </w:pPr>
      <w:r w:rsidRPr="00C87BAB">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2" o:spid="_x0000_i1025" type="#_x0000_t75" alt="Herb" style="width:84pt;height:104.25pt;visibility:visible">
            <v:imagedata r:id="rId7" o:title=""/>
          </v:shape>
        </w:pict>
      </w:r>
    </w:p>
    <w:p w:rsidR="00EF4EB3" w:rsidRDefault="00EF4EB3" w:rsidP="00197D1F"/>
    <w:p w:rsidR="00EF4EB3" w:rsidRDefault="00EF4EB3" w:rsidP="00197D1F">
      <w:pPr>
        <w:jc w:val="center"/>
        <w:rPr>
          <w:b/>
          <w:sz w:val="48"/>
        </w:rPr>
      </w:pPr>
    </w:p>
    <w:p w:rsidR="00EF4EB3" w:rsidRDefault="00EF4EB3" w:rsidP="00197D1F"/>
    <w:p w:rsidR="00EF4EB3" w:rsidRDefault="00EF4EB3" w:rsidP="00197D1F"/>
    <w:p w:rsidR="00EF4EB3" w:rsidRDefault="00EF4EB3" w:rsidP="00197D1F"/>
    <w:p w:rsidR="00EF4EB3" w:rsidRDefault="00EF4EB3" w:rsidP="00197D1F">
      <w:pPr>
        <w:jc w:val="center"/>
      </w:pPr>
    </w:p>
    <w:p w:rsidR="00EF4EB3" w:rsidRDefault="00EF4EB3" w:rsidP="00197D1F"/>
    <w:p w:rsidR="00EF4EB3" w:rsidRDefault="00EF4EB3" w:rsidP="00197D1F"/>
    <w:p w:rsidR="00EF4EB3" w:rsidRDefault="00EF4EB3" w:rsidP="00197D1F"/>
    <w:p w:rsidR="00EF4EB3" w:rsidRDefault="00EF4EB3" w:rsidP="00197D1F"/>
    <w:p w:rsidR="00EF4EB3" w:rsidRDefault="00EF4EB3" w:rsidP="00197D1F">
      <w:pPr>
        <w:jc w:val="center"/>
        <w:rPr>
          <w:b/>
          <w:sz w:val="28"/>
        </w:rPr>
      </w:pPr>
      <w:r>
        <w:rPr>
          <w:b/>
          <w:sz w:val="28"/>
        </w:rPr>
        <w:t>LIDZBARK WARMIŃSKI 2016</w:t>
      </w:r>
    </w:p>
    <w:p w:rsidR="00EF4EB3" w:rsidRDefault="00EF4EB3" w:rsidP="00197D1F">
      <w:pPr>
        <w:pStyle w:val="TOCHeading"/>
      </w:pPr>
      <w:r>
        <w:rPr>
          <w:b w:val="0"/>
        </w:rPr>
        <w:br w:type="page"/>
      </w:r>
      <w:r>
        <w:t>Spis treści</w:t>
      </w:r>
    </w:p>
    <w:p w:rsidR="00EF4EB3" w:rsidRDefault="00EF4EB3" w:rsidP="00197D1F">
      <w:pPr>
        <w:pStyle w:val="TOC1"/>
        <w:rPr>
          <w:noProof/>
          <w:sz w:val="22"/>
          <w:lang w:eastAsia="pl-PL"/>
        </w:rPr>
      </w:pPr>
      <w:r>
        <w:rPr>
          <w:highlight w:val="yellow"/>
        </w:rPr>
        <w:fldChar w:fldCharType="begin"/>
      </w:r>
      <w:r>
        <w:rPr>
          <w:highlight w:val="yellow"/>
        </w:rPr>
        <w:instrText xml:space="preserve"> TOC \o "1-3" \h \z \u </w:instrText>
      </w:r>
      <w:r>
        <w:rPr>
          <w:highlight w:val="yellow"/>
        </w:rPr>
        <w:fldChar w:fldCharType="separate"/>
      </w:r>
      <w:hyperlink r:id="rId8" w:anchor="_Toc455144216" w:history="1">
        <w:r>
          <w:rPr>
            <w:rStyle w:val="Hyperlink"/>
            <w:noProof/>
          </w:rPr>
          <w:t>Wstęp</w:t>
        </w:r>
        <w:r>
          <w:rPr>
            <w:rStyle w:val="Hyperlink"/>
            <w:noProof/>
            <w:webHidden/>
          </w:rPr>
          <w:tab/>
        </w:r>
        <w:r>
          <w:rPr>
            <w:rStyle w:val="Hyperlink"/>
            <w:noProof/>
            <w:webHidden/>
          </w:rPr>
          <w:fldChar w:fldCharType="begin"/>
        </w:r>
        <w:r>
          <w:rPr>
            <w:rStyle w:val="Hyperlink"/>
            <w:noProof/>
            <w:webHidden/>
          </w:rPr>
          <w:instrText xml:space="preserve"> PAGEREF _Toc455144216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1"/>
        <w:rPr>
          <w:noProof/>
          <w:sz w:val="22"/>
          <w:lang w:eastAsia="pl-PL"/>
        </w:rPr>
      </w:pPr>
      <w:hyperlink r:id="rId9" w:anchor="_Toc455144217" w:history="1">
        <w:r>
          <w:rPr>
            <w:rStyle w:val="Hyperlink"/>
            <w:noProof/>
          </w:rPr>
          <w:t>1. Charakterystyka Gminy Lidzbark Warmiński</w:t>
        </w:r>
        <w:r>
          <w:rPr>
            <w:rStyle w:val="Hyperlink"/>
            <w:noProof/>
            <w:webHidden/>
          </w:rPr>
          <w:tab/>
        </w:r>
        <w:r>
          <w:rPr>
            <w:rStyle w:val="Hyperlink"/>
            <w:noProof/>
            <w:webHidden/>
          </w:rPr>
          <w:fldChar w:fldCharType="begin"/>
        </w:r>
        <w:r>
          <w:rPr>
            <w:rStyle w:val="Hyperlink"/>
            <w:noProof/>
            <w:webHidden/>
          </w:rPr>
          <w:instrText xml:space="preserve"> PAGEREF _Toc455144217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10" w:anchor="_Toc455144218" w:history="1">
        <w:r>
          <w:rPr>
            <w:rStyle w:val="Hyperlink"/>
            <w:noProof/>
          </w:rPr>
          <w:t>1.1. Położenie</w:t>
        </w:r>
        <w:r>
          <w:rPr>
            <w:rStyle w:val="Hyperlink"/>
            <w:noProof/>
            <w:webHidden/>
          </w:rPr>
          <w:tab/>
        </w:r>
        <w:r>
          <w:rPr>
            <w:rStyle w:val="Hyperlink"/>
            <w:noProof/>
            <w:webHidden/>
          </w:rPr>
          <w:fldChar w:fldCharType="begin"/>
        </w:r>
        <w:r>
          <w:rPr>
            <w:rStyle w:val="Hyperlink"/>
            <w:noProof/>
            <w:webHidden/>
          </w:rPr>
          <w:instrText xml:space="preserve"> PAGEREF _Toc455144218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11" w:anchor="_Toc455144219" w:history="1">
        <w:r>
          <w:rPr>
            <w:rStyle w:val="Hyperlink"/>
            <w:noProof/>
          </w:rPr>
          <w:t>1.2. Ludność</w:t>
        </w:r>
        <w:r>
          <w:rPr>
            <w:rStyle w:val="Hyperlink"/>
            <w:noProof/>
            <w:webHidden/>
          </w:rPr>
          <w:tab/>
        </w:r>
        <w:r>
          <w:rPr>
            <w:rStyle w:val="Hyperlink"/>
            <w:noProof/>
            <w:webHidden/>
          </w:rPr>
          <w:fldChar w:fldCharType="begin"/>
        </w:r>
        <w:r>
          <w:rPr>
            <w:rStyle w:val="Hyperlink"/>
            <w:noProof/>
            <w:webHidden/>
          </w:rPr>
          <w:instrText xml:space="preserve"> PAGEREF _Toc455144219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12" w:anchor="_Toc455144220" w:history="1">
        <w:r>
          <w:rPr>
            <w:rStyle w:val="Hyperlink"/>
            <w:noProof/>
          </w:rPr>
          <w:t>1.3. Uwarunkowania gospodarcze</w:t>
        </w:r>
        <w:r>
          <w:rPr>
            <w:rStyle w:val="Hyperlink"/>
            <w:noProof/>
            <w:webHidden/>
          </w:rPr>
          <w:tab/>
        </w:r>
        <w:r>
          <w:rPr>
            <w:rStyle w:val="Hyperlink"/>
            <w:noProof/>
            <w:webHidden/>
          </w:rPr>
          <w:fldChar w:fldCharType="begin"/>
        </w:r>
        <w:r>
          <w:rPr>
            <w:rStyle w:val="Hyperlink"/>
            <w:noProof/>
            <w:webHidden/>
          </w:rPr>
          <w:instrText xml:space="preserve"> PAGEREF _Toc455144220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13" w:anchor="_Toc455144221" w:history="1">
        <w:r>
          <w:rPr>
            <w:rStyle w:val="Hyperlink"/>
            <w:noProof/>
          </w:rPr>
          <w:t>1.4. Aktywność obywatelska i społeczna</w:t>
        </w:r>
        <w:r>
          <w:rPr>
            <w:rStyle w:val="Hyperlink"/>
            <w:noProof/>
            <w:webHidden/>
          </w:rPr>
          <w:tab/>
        </w:r>
        <w:r>
          <w:rPr>
            <w:rStyle w:val="Hyperlink"/>
            <w:noProof/>
            <w:webHidden/>
          </w:rPr>
          <w:fldChar w:fldCharType="begin"/>
        </w:r>
        <w:r>
          <w:rPr>
            <w:rStyle w:val="Hyperlink"/>
            <w:noProof/>
            <w:webHidden/>
          </w:rPr>
          <w:instrText xml:space="preserve"> PAGEREF _Toc455144221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14" w:anchor="_Toc455144222" w:history="1">
        <w:r>
          <w:rPr>
            <w:rStyle w:val="Hyperlink"/>
            <w:noProof/>
          </w:rPr>
          <w:t>1.5. Dostępność usług społecznych</w:t>
        </w:r>
        <w:r>
          <w:rPr>
            <w:rStyle w:val="Hyperlink"/>
            <w:noProof/>
            <w:webHidden/>
          </w:rPr>
          <w:tab/>
        </w:r>
        <w:r>
          <w:rPr>
            <w:rStyle w:val="Hyperlink"/>
            <w:noProof/>
            <w:webHidden/>
          </w:rPr>
          <w:fldChar w:fldCharType="begin"/>
        </w:r>
        <w:r>
          <w:rPr>
            <w:rStyle w:val="Hyperlink"/>
            <w:noProof/>
            <w:webHidden/>
          </w:rPr>
          <w:instrText xml:space="preserve"> PAGEREF _Toc455144222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3"/>
        <w:rPr>
          <w:noProof/>
          <w:sz w:val="22"/>
          <w:lang w:eastAsia="pl-PL"/>
        </w:rPr>
      </w:pPr>
      <w:hyperlink r:id="rId15" w:anchor="_Toc455144223" w:history="1">
        <w:r>
          <w:rPr>
            <w:rStyle w:val="Hyperlink"/>
            <w:noProof/>
          </w:rPr>
          <w:t>1.5.1. Oświata i wychowanie</w:t>
        </w:r>
        <w:r>
          <w:rPr>
            <w:rStyle w:val="Hyperlink"/>
            <w:noProof/>
            <w:webHidden/>
          </w:rPr>
          <w:tab/>
        </w:r>
        <w:r>
          <w:rPr>
            <w:rStyle w:val="Hyperlink"/>
            <w:noProof/>
            <w:webHidden/>
          </w:rPr>
          <w:fldChar w:fldCharType="begin"/>
        </w:r>
        <w:r>
          <w:rPr>
            <w:rStyle w:val="Hyperlink"/>
            <w:noProof/>
            <w:webHidden/>
          </w:rPr>
          <w:instrText xml:space="preserve"> PAGEREF _Toc455144223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3"/>
        <w:rPr>
          <w:noProof/>
          <w:sz w:val="22"/>
          <w:lang w:eastAsia="pl-PL"/>
        </w:rPr>
      </w:pPr>
      <w:hyperlink r:id="rId16" w:anchor="_Toc455144224" w:history="1">
        <w:r>
          <w:rPr>
            <w:rStyle w:val="Hyperlink"/>
            <w:noProof/>
          </w:rPr>
          <w:t>1.5.2. Kultura i sport</w:t>
        </w:r>
        <w:r>
          <w:rPr>
            <w:rStyle w:val="Hyperlink"/>
            <w:noProof/>
            <w:webHidden/>
          </w:rPr>
          <w:tab/>
        </w:r>
        <w:r>
          <w:rPr>
            <w:rStyle w:val="Hyperlink"/>
            <w:noProof/>
            <w:webHidden/>
          </w:rPr>
          <w:fldChar w:fldCharType="begin"/>
        </w:r>
        <w:r>
          <w:rPr>
            <w:rStyle w:val="Hyperlink"/>
            <w:noProof/>
            <w:webHidden/>
          </w:rPr>
          <w:instrText xml:space="preserve"> PAGEREF _Toc455144224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3"/>
        <w:rPr>
          <w:noProof/>
          <w:sz w:val="22"/>
          <w:lang w:eastAsia="pl-PL"/>
        </w:rPr>
      </w:pPr>
      <w:hyperlink r:id="rId17" w:anchor="_Toc455144225" w:history="1">
        <w:r>
          <w:rPr>
            <w:rStyle w:val="Hyperlink"/>
            <w:noProof/>
          </w:rPr>
          <w:t>1.5.3. Ochrona zdrowia</w:t>
        </w:r>
        <w:r>
          <w:rPr>
            <w:rStyle w:val="Hyperlink"/>
            <w:noProof/>
            <w:webHidden/>
          </w:rPr>
          <w:tab/>
        </w:r>
        <w:r>
          <w:rPr>
            <w:rStyle w:val="Hyperlink"/>
            <w:noProof/>
            <w:webHidden/>
          </w:rPr>
          <w:fldChar w:fldCharType="begin"/>
        </w:r>
        <w:r>
          <w:rPr>
            <w:rStyle w:val="Hyperlink"/>
            <w:noProof/>
            <w:webHidden/>
          </w:rPr>
          <w:instrText xml:space="preserve"> PAGEREF _Toc455144225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3"/>
        <w:rPr>
          <w:noProof/>
          <w:sz w:val="22"/>
          <w:lang w:eastAsia="pl-PL"/>
        </w:rPr>
      </w:pPr>
      <w:hyperlink r:id="rId18" w:anchor="_Toc455144226" w:history="1">
        <w:r>
          <w:rPr>
            <w:rStyle w:val="Hyperlink"/>
            <w:noProof/>
          </w:rPr>
          <w:t>1.5.4. Bezpieczeństwo publiczne</w:t>
        </w:r>
        <w:r>
          <w:rPr>
            <w:rStyle w:val="Hyperlink"/>
            <w:noProof/>
            <w:webHidden/>
          </w:rPr>
          <w:tab/>
        </w:r>
        <w:r>
          <w:rPr>
            <w:rStyle w:val="Hyperlink"/>
            <w:noProof/>
            <w:webHidden/>
          </w:rPr>
          <w:fldChar w:fldCharType="begin"/>
        </w:r>
        <w:r>
          <w:rPr>
            <w:rStyle w:val="Hyperlink"/>
            <w:noProof/>
            <w:webHidden/>
          </w:rPr>
          <w:instrText xml:space="preserve"> PAGEREF _Toc455144226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3"/>
        <w:rPr>
          <w:noProof/>
          <w:sz w:val="22"/>
          <w:lang w:eastAsia="pl-PL"/>
        </w:rPr>
      </w:pPr>
      <w:hyperlink r:id="rId19" w:anchor="_Toc455144227" w:history="1">
        <w:r>
          <w:rPr>
            <w:rStyle w:val="Hyperlink"/>
            <w:noProof/>
          </w:rPr>
          <w:t>1.5.5. Pomoc społeczna</w:t>
        </w:r>
        <w:r>
          <w:rPr>
            <w:rStyle w:val="Hyperlink"/>
            <w:noProof/>
            <w:webHidden/>
          </w:rPr>
          <w:tab/>
        </w:r>
        <w:r>
          <w:rPr>
            <w:rStyle w:val="Hyperlink"/>
            <w:noProof/>
            <w:webHidden/>
          </w:rPr>
          <w:fldChar w:fldCharType="begin"/>
        </w:r>
        <w:r>
          <w:rPr>
            <w:rStyle w:val="Hyperlink"/>
            <w:noProof/>
            <w:webHidden/>
          </w:rPr>
          <w:instrText xml:space="preserve"> PAGEREF _Toc455144227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20" w:anchor="_Toc455144228" w:history="1">
        <w:r>
          <w:rPr>
            <w:rStyle w:val="Hyperlink"/>
            <w:noProof/>
          </w:rPr>
          <w:t>1.6. Zasoby mieszkaniowe</w:t>
        </w:r>
        <w:r>
          <w:rPr>
            <w:rStyle w:val="Hyperlink"/>
            <w:noProof/>
            <w:webHidden/>
          </w:rPr>
          <w:tab/>
        </w:r>
        <w:r>
          <w:rPr>
            <w:rStyle w:val="Hyperlink"/>
            <w:noProof/>
            <w:webHidden/>
          </w:rPr>
          <w:fldChar w:fldCharType="begin"/>
        </w:r>
        <w:r>
          <w:rPr>
            <w:rStyle w:val="Hyperlink"/>
            <w:noProof/>
            <w:webHidden/>
          </w:rPr>
          <w:instrText xml:space="preserve"> PAGEREF _Toc455144228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1"/>
        <w:rPr>
          <w:noProof/>
          <w:sz w:val="22"/>
          <w:lang w:eastAsia="pl-PL"/>
        </w:rPr>
      </w:pPr>
      <w:hyperlink r:id="rId21" w:anchor="_Toc455144229" w:history="1">
        <w:r>
          <w:rPr>
            <w:rStyle w:val="Hyperlink"/>
            <w:noProof/>
          </w:rPr>
          <w:t>2. Wyzwania lokalnej polityki społecznej</w:t>
        </w:r>
        <w:r>
          <w:rPr>
            <w:rStyle w:val="Hyperlink"/>
            <w:noProof/>
            <w:webHidden/>
          </w:rPr>
          <w:tab/>
        </w:r>
        <w:r>
          <w:rPr>
            <w:rStyle w:val="Hyperlink"/>
            <w:noProof/>
            <w:webHidden/>
          </w:rPr>
          <w:fldChar w:fldCharType="begin"/>
        </w:r>
        <w:r>
          <w:rPr>
            <w:rStyle w:val="Hyperlink"/>
            <w:noProof/>
            <w:webHidden/>
          </w:rPr>
          <w:instrText xml:space="preserve"> PAGEREF _Toc455144229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22" w:anchor="_Toc455144230" w:history="1">
        <w:r>
          <w:rPr>
            <w:rStyle w:val="Hyperlink"/>
            <w:noProof/>
          </w:rPr>
          <w:t>2.1. Skala i główne powody korzystania z pomocy społecznej</w:t>
        </w:r>
        <w:r>
          <w:rPr>
            <w:rStyle w:val="Hyperlink"/>
            <w:noProof/>
            <w:webHidden/>
          </w:rPr>
          <w:tab/>
        </w:r>
        <w:r>
          <w:rPr>
            <w:rStyle w:val="Hyperlink"/>
            <w:noProof/>
            <w:webHidden/>
          </w:rPr>
          <w:fldChar w:fldCharType="begin"/>
        </w:r>
        <w:r>
          <w:rPr>
            <w:rStyle w:val="Hyperlink"/>
            <w:noProof/>
            <w:webHidden/>
          </w:rPr>
          <w:instrText xml:space="preserve"> PAGEREF _Toc455144230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23" w:anchor="_Toc455144231" w:history="1">
        <w:r>
          <w:rPr>
            <w:rStyle w:val="Hyperlink"/>
            <w:noProof/>
          </w:rPr>
          <w:t>2.2. Bezrobocie</w:t>
        </w:r>
        <w:r>
          <w:rPr>
            <w:rStyle w:val="Hyperlink"/>
            <w:noProof/>
            <w:webHidden/>
          </w:rPr>
          <w:tab/>
        </w:r>
        <w:r>
          <w:rPr>
            <w:rStyle w:val="Hyperlink"/>
            <w:noProof/>
            <w:webHidden/>
          </w:rPr>
          <w:fldChar w:fldCharType="begin"/>
        </w:r>
        <w:r>
          <w:rPr>
            <w:rStyle w:val="Hyperlink"/>
            <w:noProof/>
            <w:webHidden/>
          </w:rPr>
          <w:instrText xml:space="preserve"> PAGEREF _Toc455144231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24" w:anchor="_Toc455144232" w:history="1">
        <w:r>
          <w:rPr>
            <w:rStyle w:val="Hyperlink"/>
            <w:noProof/>
          </w:rPr>
          <w:t>2.3. Niewydolność i dysfunkcje rodzin</w:t>
        </w:r>
        <w:r>
          <w:rPr>
            <w:rStyle w:val="Hyperlink"/>
            <w:noProof/>
            <w:webHidden/>
          </w:rPr>
          <w:tab/>
        </w:r>
        <w:r>
          <w:rPr>
            <w:rStyle w:val="Hyperlink"/>
            <w:noProof/>
            <w:webHidden/>
          </w:rPr>
          <w:fldChar w:fldCharType="begin"/>
        </w:r>
        <w:r>
          <w:rPr>
            <w:rStyle w:val="Hyperlink"/>
            <w:noProof/>
            <w:webHidden/>
          </w:rPr>
          <w:instrText xml:space="preserve"> PAGEREF _Toc455144232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25" w:anchor="_Toc455144233" w:history="1">
        <w:r>
          <w:rPr>
            <w:rStyle w:val="Hyperlink"/>
            <w:noProof/>
          </w:rPr>
          <w:t>2.4. Uzależnienia</w:t>
        </w:r>
        <w:r>
          <w:rPr>
            <w:rStyle w:val="Hyperlink"/>
            <w:noProof/>
            <w:webHidden/>
          </w:rPr>
          <w:tab/>
        </w:r>
        <w:r>
          <w:rPr>
            <w:rStyle w:val="Hyperlink"/>
            <w:noProof/>
            <w:webHidden/>
          </w:rPr>
          <w:fldChar w:fldCharType="begin"/>
        </w:r>
        <w:r>
          <w:rPr>
            <w:rStyle w:val="Hyperlink"/>
            <w:noProof/>
            <w:webHidden/>
          </w:rPr>
          <w:instrText xml:space="preserve"> PAGEREF _Toc455144233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1"/>
        <w:rPr>
          <w:noProof/>
          <w:sz w:val="22"/>
          <w:lang w:eastAsia="pl-PL"/>
        </w:rPr>
      </w:pPr>
      <w:hyperlink r:id="rId26" w:anchor="_Toc455144234" w:history="1">
        <w:r>
          <w:rPr>
            <w:rStyle w:val="Hyperlink"/>
            <w:noProof/>
          </w:rPr>
          <w:t>3. Problemy i potrzeby mieszkańców w świetle badań społecznych</w:t>
        </w:r>
        <w:r>
          <w:rPr>
            <w:rStyle w:val="Hyperlink"/>
            <w:noProof/>
            <w:webHidden/>
          </w:rPr>
          <w:tab/>
        </w:r>
        <w:r>
          <w:rPr>
            <w:rStyle w:val="Hyperlink"/>
            <w:noProof/>
            <w:webHidden/>
          </w:rPr>
          <w:fldChar w:fldCharType="begin"/>
        </w:r>
        <w:r>
          <w:rPr>
            <w:rStyle w:val="Hyperlink"/>
            <w:noProof/>
            <w:webHidden/>
          </w:rPr>
          <w:instrText xml:space="preserve"> PAGEREF _Toc455144234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27" w:anchor="_Toc455144235" w:history="1">
        <w:r>
          <w:rPr>
            <w:rStyle w:val="Hyperlink"/>
            <w:noProof/>
          </w:rPr>
          <w:t>3.1. Charakterystyka respondentów</w:t>
        </w:r>
        <w:r>
          <w:rPr>
            <w:rStyle w:val="Hyperlink"/>
            <w:noProof/>
            <w:webHidden/>
          </w:rPr>
          <w:tab/>
        </w:r>
        <w:r>
          <w:rPr>
            <w:rStyle w:val="Hyperlink"/>
            <w:noProof/>
            <w:webHidden/>
          </w:rPr>
          <w:fldChar w:fldCharType="begin"/>
        </w:r>
        <w:r>
          <w:rPr>
            <w:rStyle w:val="Hyperlink"/>
            <w:noProof/>
            <w:webHidden/>
          </w:rPr>
          <w:instrText xml:space="preserve"> PAGEREF _Toc455144235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28" w:anchor="_Toc455144236" w:history="1">
        <w:r>
          <w:rPr>
            <w:rStyle w:val="Hyperlink"/>
            <w:noProof/>
          </w:rPr>
          <w:t>3.2. Główne problemy i dysfunkcje społeczne</w:t>
        </w:r>
        <w:r>
          <w:rPr>
            <w:rStyle w:val="Hyperlink"/>
            <w:noProof/>
            <w:webHidden/>
          </w:rPr>
          <w:tab/>
        </w:r>
        <w:r>
          <w:rPr>
            <w:rStyle w:val="Hyperlink"/>
            <w:noProof/>
            <w:webHidden/>
          </w:rPr>
          <w:fldChar w:fldCharType="begin"/>
        </w:r>
        <w:r>
          <w:rPr>
            <w:rStyle w:val="Hyperlink"/>
            <w:noProof/>
            <w:webHidden/>
          </w:rPr>
          <w:instrText xml:space="preserve"> PAGEREF _Toc455144236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29" w:anchor="_Toc455144237" w:history="1">
        <w:r>
          <w:rPr>
            <w:rStyle w:val="Hyperlink"/>
            <w:noProof/>
          </w:rPr>
          <w:t>3.3. Integracja i aktywność społeczności lokalnej</w:t>
        </w:r>
        <w:r>
          <w:rPr>
            <w:rStyle w:val="Hyperlink"/>
            <w:noProof/>
            <w:webHidden/>
          </w:rPr>
          <w:tab/>
        </w:r>
        <w:r>
          <w:rPr>
            <w:rStyle w:val="Hyperlink"/>
            <w:noProof/>
            <w:webHidden/>
          </w:rPr>
          <w:fldChar w:fldCharType="begin"/>
        </w:r>
        <w:r>
          <w:rPr>
            <w:rStyle w:val="Hyperlink"/>
            <w:noProof/>
            <w:webHidden/>
          </w:rPr>
          <w:instrText xml:space="preserve"> PAGEREF _Toc455144237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30" w:anchor="_Toc455144238" w:history="1">
        <w:r>
          <w:rPr>
            <w:rStyle w:val="Hyperlink"/>
            <w:noProof/>
          </w:rPr>
          <w:t>3.2. Młodzież w środowisku rodzinnym i lokalnym</w:t>
        </w:r>
        <w:r>
          <w:rPr>
            <w:rStyle w:val="Hyperlink"/>
            <w:noProof/>
            <w:webHidden/>
          </w:rPr>
          <w:tab/>
        </w:r>
        <w:r>
          <w:rPr>
            <w:rStyle w:val="Hyperlink"/>
            <w:noProof/>
            <w:webHidden/>
          </w:rPr>
          <w:fldChar w:fldCharType="begin"/>
        </w:r>
        <w:r>
          <w:rPr>
            <w:rStyle w:val="Hyperlink"/>
            <w:noProof/>
            <w:webHidden/>
          </w:rPr>
          <w:instrText xml:space="preserve"> PAGEREF _Toc455144238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1"/>
        <w:rPr>
          <w:noProof/>
          <w:sz w:val="22"/>
          <w:lang w:eastAsia="pl-PL"/>
        </w:rPr>
      </w:pPr>
      <w:hyperlink r:id="rId31" w:anchor="_Toc455144239" w:history="1">
        <w:r>
          <w:rPr>
            <w:rStyle w:val="Hyperlink"/>
            <w:noProof/>
          </w:rPr>
          <w:t>4. Uwarunkowania rozwoju społecznego Gminy Lidzbark Warmiński</w:t>
        </w:r>
        <w:r>
          <w:rPr>
            <w:rStyle w:val="Hyperlink"/>
            <w:noProof/>
            <w:webHidden/>
          </w:rPr>
          <w:tab/>
        </w:r>
        <w:r>
          <w:rPr>
            <w:rStyle w:val="Hyperlink"/>
            <w:noProof/>
            <w:webHidden/>
          </w:rPr>
          <w:fldChar w:fldCharType="begin"/>
        </w:r>
        <w:r>
          <w:rPr>
            <w:rStyle w:val="Hyperlink"/>
            <w:noProof/>
            <w:webHidden/>
          </w:rPr>
          <w:instrText xml:space="preserve"> PAGEREF _Toc455144239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32" w:anchor="_Toc455144240" w:history="1">
        <w:r>
          <w:rPr>
            <w:rStyle w:val="Hyperlink"/>
            <w:noProof/>
          </w:rPr>
          <w:t>4.1. Podstawy prawne</w:t>
        </w:r>
        <w:r>
          <w:rPr>
            <w:rStyle w:val="Hyperlink"/>
            <w:noProof/>
            <w:webHidden/>
          </w:rPr>
          <w:tab/>
        </w:r>
        <w:r>
          <w:rPr>
            <w:rStyle w:val="Hyperlink"/>
            <w:noProof/>
            <w:webHidden/>
          </w:rPr>
          <w:fldChar w:fldCharType="begin"/>
        </w:r>
        <w:r>
          <w:rPr>
            <w:rStyle w:val="Hyperlink"/>
            <w:noProof/>
            <w:webHidden/>
          </w:rPr>
          <w:instrText xml:space="preserve"> PAGEREF _Toc455144240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33" w:anchor="_Toc455144241" w:history="1">
        <w:r>
          <w:rPr>
            <w:rStyle w:val="Hyperlink"/>
            <w:noProof/>
          </w:rPr>
          <w:t>4.2. Uwarunkowania programowe</w:t>
        </w:r>
        <w:r>
          <w:rPr>
            <w:rStyle w:val="Hyperlink"/>
            <w:noProof/>
            <w:webHidden/>
          </w:rPr>
          <w:tab/>
        </w:r>
        <w:r>
          <w:rPr>
            <w:rStyle w:val="Hyperlink"/>
            <w:noProof/>
            <w:webHidden/>
          </w:rPr>
          <w:fldChar w:fldCharType="begin"/>
        </w:r>
        <w:r>
          <w:rPr>
            <w:rStyle w:val="Hyperlink"/>
            <w:noProof/>
            <w:webHidden/>
          </w:rPr>
          <w:instrText xml:space="preserve"> PAGEREF _Toc455144241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34" w:anchor="_Toc455144242" w:history="1">
        <w:r>
          <w:rPr>
            <w:rStyle w:val="Hyperlink"/>
            <w:noProof/>
          </w:rPr>
          <w:t>4.3. Główne wnioski z diagnozy, z uwzględnieniem prognozy zmian</w:t>
        </w:r>
        <w:r>
          <w:rPr>
            <w:rStyle w:val="Hyperlink"/>
            <w:noProof/>
            <w:webHidden/>
          </w:rPr>
          <w:tab/>
        </w:r>
        <w:r>
          <w:rPr>
            <w:rStyle w:val="Hyperlink"/>
            <w:noProof/>
            <w:webHidden/>
          </w:rPr>
          <w:fldChar w:fldCharType="begin"/>
        </w:r>
        <w:r>
          <w:rPr>
            <w:rStyle w:val="Hyperlink"/>
            <w:noProof/>
            <w:webHidden/>
          </w:rPr>
          <w:instrText xml:space="preserve"> PAGEREF _Toc455144242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1"/>
        <w:rPr>
          <w:noProof/>
          <w:sz w:val="22"/>
          <w:lang w:eastAsia="pl-PL"/>
        </w:rPr>
      </w:pPr>
      <w:hyperlink r:id="rId35" w:anchor="_Toc455144243" w:history="1">
        <w:r>
          <w:rPr>
            <w:rStyle w:val="Hyperlink"/>
            <w:noProof/>
          </w:rPr>
          <w:t>5. Podstawowe założenia realizacyjne Strategii</w:t>
        </w:r>
        <w:r>
          <w:rPr>
            <w:rStyle w:val="Hyperlink"/>
            <w:noProof/>
            <w:webHidden/>
          </w:rPr>
          <w:tab/>
        </w:r>
        <w:r>
          <w:rPr>
            <w:rStyle w:val="Hyperlink"/>
            <w:noProof/>
            <w:webHidden/>
          </w:rPr>
          <w:fldChar w:fldCharType="begin"/>
        </w:r>
        <w:r>
          <w:rPr>
            <w:rStyle w:val="Hyperlink"/>
            <w:noProof/>
            <w:webHidden/>
          </w:rPr>
          <w:instrText xml:space="preserve"> PAGEREF _Toc455144243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1"/>
        <w:rPr>
          <w:noProof/>
          <w:sz w:val="22"/>
          <w:lang w:eastAsia="pl-PL"/>
        </w:rPr>
      </w:pPr>
      <w:hyperlink r:id="rId36" w:anchor="_Toc455144244" w:history="1">
        <w:r>
          <w:rPr>
            <w:rStyle w:val="Hyperlink"/>
            <w:noProof/>
          </w:rPr>
          <w:t>6. Cele i kierunki działań</w:t>
        </w:r>
        <w:r>
          <w:rPr>
            <w:rStyle w:val="Hyperlink"/>
            <w:noProof/>
            <w:webHidden/>
          </w:rPr>
          <w:tab/>
        </w:r>
        <w:r>
          <w:rPr>
            <w:rStyle w:val="Hyperlink"/>
            <w:noProof/>
            <w:webHidden/>
          </w:rPr>
          <w:fldChar w:fldCharType="begin"/>
        </w:r>
        <w:r>
          <w:rPr>
            <w:rStyle w:val="Hyperlink"/>
            <w:noProof/>
            <w:webHidden/>
          </w:rPr>
          <w:instrText xml:space="preserve"> PAGEREF _Toc455144244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37" w:anchor="_Toc455144245" w:history="1">
        <w:r>
          <w:rPr>
            <w:rStyle w:val="Hyperlink"/>
            <w:noProof/>
          </w:rPr>
          <w:t>Priorytet 1. Prawidłowe funkcjonowanie rodzin</w:t>
        </w:r>
        <w:r>
          <w:rPr>
            <w:rStyle w:val="Hyperlink"/>
            <w:noProof/>
            <w:webHidden/>
          </w:rPr>
          <w:tab/>
        </w:r>
        <w:r>
          <w:rPr>
            <w:rStyle w:val="Hyperlink"/>
            <w:noProof/>
            <w:webHidden/>
          </w:rPr>
          <w:fldChar w:fldCharType="begin"/>
        </w:r>
        <w:r>
          <w:rPr>
            <w:rStyle w:val="Hyperlink"/>
            <w:noProof/>
            <w:webHidden/>
          </w:rPr>
          <w:instrText xml:space="preserve"> PAGEREF _Toc455144245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38" w:anchor="_Toc455144246" w:history="1">
        <w:r>
          <w:rPr>
            <w:rStyle w:val="Hyperlink"/>
            <w:noProof/>
          </w:rPr>
          <w:t>Priorytet 2. Włączenie społeczne osób starszych, niepełnosprawnych i chorujących</w:t>
        </w:r>
        <w:r>
          <w:rPr>
            <w:rStyle w:val="Hyperlink"/>
            <w:noProof/>
            <w:webHidden/>
          </w:rPr>
          <w:tab/>
        </w:r>
        <w:r>
          <w:rPr>
            <w:rStyle w:val="Hyperlink"/>
            <w:noProof/>
            <w:webHidden/>
          </w:rPr>
          <w:fldChar w:fldCharType="begin"/>
        </w:r>
        <w:r>
          <w:rPr>
            <w:rStyle w:val="Hyperlink"/>
            <w:noProof/>
            <w:webHidden/>
          </w:rPr>
          <w:instrText xml:space="preserve"> PAGEREF _Toc455144246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39" w:anchor="_Toc455144247" w:history="1">
        <w:r>
          <w:rPr>
            <w:rStyle w:val="Hyperlink"/>
            <w:noProof/>
          </w:rPr>
          <w:t>Priorytet 3. Przeciwdziałanie ubóstwu i problemom mieszkaniowym</w:t>
        </w:r>
        <w:r>
          <w:rPr>
            <w:rStyle w:val="Hyperlink"/>
            <w:noProof/>
            <w:webHidden/>
          </w:rPr>
          <w:tab/>
        </w:r>
        <w:r>
          <w:rPr>
            <w:rStyle w:val="Hyperlink"/>
            <w:noProof/>
            <w:webHidden/>
          </w:rPr>
          <w:fldChar w:fldCharType="begin"/>
        </w:r>
        <w:r>
          <w:rPr>
            <w:rStyle w:val="Hyperlink"/>
            <w:noProof/>
            <w:webHidden/>
          </w:rPr>
          <w:instrText xml:space="preserve"> PAGEREF _Toc455144247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40" w:anchor="_Toc455144248" w:history="1">
        <w:r>
          <w:rPr>
            <w:rStyle w:val="Hyperlink"/>
            <w:noProof/>
          </w:rPr>
          <w:t>Priorytet 4. Przedsiębiorczy i aktywni zawodowo mieszkańcy</w:t>
        </w:r>
        <w:r>
          <w:rPr>
            <w:rStyle w:val="Hyperlink"/>
            <w:noProof/>
            <w:webHidden/>
          </w:rPr>
          <w:tab/>
        </w:r>
        <w:r>
          <w:rPr>
            <w:rStyle w:val="Hyperlink"/>
            <w:noProof/>
            <w:webHidden/>
          </w:rPr>
          <w:fldChar w:fldCharType="begin"/>
        </w:r>
        <w:r>
          <w:rPr>
            <w:rStyle w:val="Hyperlink"/>
            <w:noProof/>
            <w:webHidden/>
          </w:rPr>
          <w:instrText xml:space="preserve"> PAGEREF _Toc455144248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41" w:anchor="_Toc455144249" w:history="1">
        <w:r>
          <w:rPr>
            <w:rStyle w:val="Hyperlink"/>
            <w:noProof/>
          </w:rPr>
          <w:t>Priorytet 5. Przeciwdziałanie i ograniczanie skali dysfunkcji społecznych</w:t>
        </w:r>
        <w:r>
          <w:rPr>
            <w:rStyle w:val="Hyperlink"/>
            <w:noProof/>
            <w:webHidden/>
          </w:rPr>
          <w:tab/>
        </w:r>
        <w:r>
          <w:rPr>
            <w:rStyle w:val="Hyperlink"/>
            <w:noProof/>
            <w:webHidden/>
          </w:rPr>
          <w:fldChar w:fldCharType="begin"/>
        </w:r>
        <w:r>
          <w:rPr>
            <w:rStyle w:val="Hyperlink"/>
            <w:noProof/>
            <w:webHidden/>
          </w:rPr>
          <w:instrText xml:space="preserve"> PAGEREF _Toc455144249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42" w:anchor="_Toc455144250" w:history="1">
        <w:r>
          <w:rPr>
            <w:rStyle w:val="Hyperlink"/>
            <w:noProof/>
          </w:rPr>
          <w:t>Priorytet 6. Aktywna i zintegrowana społeczność lokalna</w:t>
        </w:r>
        <w:r>
          <w:rPr>
            <w:rStyle w:val="Hyperlink"/>
            <w:noProof/>
            <w:webHidden/>
          </w:rPr>
          <w:tab/>
        </w:r>
        <w:r>
          <w:rPr>
            <w:rStyle w:val="Hyperlink"/>
            <w:noProof/>
            <w:webHidden/>
          </w:rPr>
          <w:fldChar w:fldCharType="begin"/>
        </w:r>
        <w:r>
          <w:rPr>
            <w:rStyle w:val="Hyperlink"/>
            <w:noProof/>
            <w:webHidden/>
          </w:rPr>
          <w:instrText xml:space="preserve"> PAGEREF _Toc455144250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1"/>
        <w:rPr>
          <w:noProof/>
          <w:sz w:val="22"/>
          <w:lang w:eastAsia="pl-PL"/>
        </w:rPr>
      </w:pPr>
      <w:hyperlink r:id="rId43" w:anchor="_Toc455144251" w:history="1">
        <w:r>
          <w:rPr>
            <w:rStyle w:val="Hyperlink"/>
            <w:noProof/>
          </w:rPr>
          <w:t>7. Wdrażanie i monitoring Strategii</w:t>
        </w:r>
        <w:r>
          <w:rPr>
            <w:rStyle w:val="Hyperlink"/>
            <w:noProof/>
            <w:webHidden/>
          </w:rPr>
          <w:tab/>
        </w:r>
        <w:r>
          <w:rPr>
            <w:rStyle w:val="Hyperlink"/>
            <w:noProof/>
            <w:webHidden/>
          </w:rPr>
          <w:fldChar w:fldCharType="begin"/>
        </w:r>
        <w:r>
          <w:rPr>
            <w:rStyle w:val="Hyperlink"/>
            <w:noProof/>
            <w:webHidden/>
          </w:rPr>
          <w:instrText xml:space="preserve"> PAGEREF _Toc455144251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44" w:anchor="_Toc455144252" w:history="1">
        <w:r>
          <w:rPr>
            <w:rStyle w:val="Hyperlink"/>
            <w:noProof/>
          </w:rPr>
          <w:t>7.1. Zarządzanie realizacją Strategii</w:t>
        </w:r>
        <w:r>
          <w:rPr>
            <w:rStyle w:val="Hyperlink"/>
            <w:noProof/>
            <w:webHidden/>
          </w:rPr>
          <w:tab/>
        </w:r>
        <w:r>
          <w:rPr>
            <w:rStyle w:val="Hyperlink"/>
            <w:noProof/>
            <w:webHidden/>
          </w:rPr>
          <w:fldChar w:fldCharType="begin"/>
        </w:r>
        <w:r>
          <w:rPr>
            <w:rStyle w:val="Hyperlink"/>
            <w:noProof/>
            <w:webHidden/>
          </w:rPr>
          <w:instrText xml:space="preserve"> PAGEREF _Toc455144252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2"/>
        <w:rPr>
          <w:noProof/>
          <w:sz w:val="22"/>
          <w:lang w:eastAsia="pl-PL"/>
        </w:rPr>
      </w:pPr>
      <w:hyperlink r:id="rId45" w:anchor="_Toc455144253" w:history="1">
        <w:r>
          <w:rPr>
            <w:rStyle w:val="Hyperlink"/>
            <w:noProof/>
          </w:rPr>
          <w:t>7.2. Główne założenia monitoringu</w:t>
        </w:r>
        <w:r>
          <w:rPr>
            <w:rStyle w:val="Hyperlink"/>
            <w:noProof/>
            <w:webHidden/>
          </w:rPr>
          <w:tab/>
        </w:r>
        <w:r>
          <w:rPr>
            <w:rStyle w:val="Hyperlink"/>
            <w:noProof/>
            <w:webHidden/>
          </w:rPr>
          <w:fldChar w:fldCharType="begin"/>
        </w:r>
        <w:r>
          <w:rPr>
            <w:rStyle w:val="Hyperlink"/>
            <w:noProof/>
            <w:webHidden/>
          </w:rPr>
          <w:instrText xml:space="preserve"> PAGEREF _Toc455144253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pStyle w:val="TOC1"/>
        <w:rPr>
          <w:noProof/>
          <w:sz w:val="22"/>
          <w:lang w:eastAsia="pl-PL"/>
        </w:rPr>
      </w:pPr>
      <w:hyperlink r:id="rId46" w:anchor="_Toc455144254" w:history="1">
        <w:r>
          <w:rPr>
            <w:rStyle w:val="Hyperlink"/>
            <w:noProof/>
          </w:rPr>
          <w:t>8. Główne źródła finansowania</w:t>
        </w:r>
        <w:r>
          <w:rPr>
            <w:rStyle w:val="Hyperlink"/>
            <w:noProof/>
            <w:webHidden/>
          </w:rPr>
          <w:tab/>
        </w:r>
        <w:r>
          <w:rPr>
            <w:rStyle w:val="Hyperlink"/>
            <w:noProof/>
            <w:webHidden/>
          </w:rPr>
          <w:fldChar w:fldCharType="begin"/>
        </w:r>
        <w:r>
          <w:rPr>
            <w:rStyle w:val="Hyperlink"/>
            <w:noProof/>
            <w:webHidden/>
          </w:rPr>
          <w:instrText xml:space="preserve"> PAGEREF _Toc455144254 \h </w:instrText>
        </w:r>
        <w:r w:rsidRPr="009458EA">
          <w:rPr>
            <w:noProof/>
            <w:color w:val="0563C1"/>
            <w:u w:val="single"/>
          </w:rPr>
        </w:r>
        <w:r>
          <w:rPr>
            <w:rStyle w:val="Hyperlink"/>
            <w:noProof/>
            <w:webHidden/>
          </w:rPr>
          <w:fldChar w:fldCharType="separate"/>
        </w:r>
        <w:r>
          <w:rPr>
            <w:rStyle w:val="Hyperlink"/>
            <w:noProof/>
            <w:webHidden/>
          </w:rPr>
          <w:t>3</w:t>
        </w:r>
        <w:r>
          <w:rPr>
            <w:rStyle w:val="Hyperlink"/>
            <w:noProof/>
            <w:webHidden/>
          </w:rPr>
          <w:fldChar w:fldCharType="end"/>
        </w:r>
      </w:hyperlink>
    </w:p>
    <w:p w:rsidR="00EF4EB3" w:rsidRDefault="00EF4EB3" w:rsidP="00197D1F">
      <w:pPr>
        <w:rPr>
          <w:bCs/>
          <w:highlight w:val="yellow"/>
        </w:rPr>
      </w:pPr>
      <w:r>
        <w:rPr>
          <w:highlight w:val="yellow"/>
        </w:rPr>
        <w:fldChar w:fldCharType="end"/>
      </w:r>
    </w:p>
    <w:p w:rsidR="00EF4EB3" w:rsidRDefault="00EF4EB3" w:rsidP="00197D1F">
      <w:pPr>
        <w:spacing w:after="0"/>
        <w:jc w:val="left"/>
        <w:rPr>
          <w:bCs/>
          <w:highlight w:val="yellow"/>
        </w:rPr>
        <w:sectPr w:rsidR="00EF4EB3">
          <w:pgSz w:w="11906" w:h="16838"/>
          <w:pgMar w:top="1417" w:right="1417" w:bottom="1417" w:left="1417" w:header="708" w:footer="708" w:gutter="0"/>
          <w:cols w:space="708"/>
        </w:sectPr>
      </w:pPr>
    </w:p>
    <w:p w:rsidR="00EF4EB3" w:rsidRDefault="00EF4EB3" w:rsidP="00197D1F">
      <w:pPr>
        <w:pStyle w:val="Heading1"/>
      </w:pPr>
      <w:bookmarkStart w:id="1" w:name="_Toc455144216"/>
      <w:r>
        <w:t>Wstęp</w:t>
      </w:r>
      <w:bookmarkEnd w:id="1"/>
    </w:p>
    <w:p w:rsidR="00EF4EB3" w:rsidRDefault="00EF4EB3" w:rsidP="00197D1F">
      <w:r>
        <w:t xml:space="preserve">Lokalna polityka społeczna, w szerokim znaczeniu, stanowi działalność zmierzającą do poprawy standardów życia wszystkich mieszkańców wspólnoty samorządowej. Realizowane w jej ramach działania powinny zmierzać do oddziaływania na jakość życia, tak aby minimalizować ryzyko występowania problemów i dysfunkcji oraz maksymalizować zdolność do ich samodzielnego przezwyciężania przez osoby i rodziny. Nie jest natomiast jej założeniem koncentracja na doraźnym bądź długookresowym wspomaganiu osób i rodzin </w:t>
      </w:r>
      <w:r>
        <w:br/>
        <w:t xml:space="preserve">w trudnych sytuacjach życiowych. Tak rozumiana polityka społeczna obejmuje zagadnienia </w:t>
      </w:r>
      <w:r>
        <w:br/>
        <w:t xml:space="preserve">z dziedziny zatrudnienia, edukacji, kultury, wypoczynku, ochrony zdrowia czy zabezpieczenia potrzeb materialnych i mieszkaniowych. Jej wyraz stanowi </w:t>
      </w:r>
      <w:r>
        <w:rPr>
          <w:i/>
        </w:rPr>
        <w:t xml:space="preserve">Strategia rozwiązywania problemów społecznych w Gminie Lidzbark Warmiński na lata 2017-2026. </w:t>
      </w:r>
    </w:p>
    <w:p w:rsidR="00EF4EB3" w:rsidRDefault="00EF4EB3" w:rsidP="00197D1F">
      <w:r>
        <w:t xml:space="preserve">Niniejszy dokument składa się z dwóch zasadniczych części: diagnozy sytuacji społecznej Gminy Lidzbark Warmiński oraz założeń programowych (wdrożeniowych). Część diagnostyczna obejmuje podstawowe zagadnienia dotyczące funkcjonowania gminy, procesów demograficznych, rynku pracy, problemów społecznych, a także dostępności usług społecznych i aktywności mieszkańców. Została opracowana w oparciu o dane, których najbogatsze źródło stanowił Główny Urząd Statystyczny, w szczególności Bank Danych Lokalnych. Wykorzystano również dane i sprawozdania Urzędu Gminy w Lidzbarku Warmińskim, Gminnego Ośrodka Pomocy Społecznej w Lidzbarku Warmińskim, Powiatowego Urzędu Pracy w Lidzbarku Warmińskim i innych instytucji. </w:t>
      </w:r>
    </w:p>
    <w:p w:rsidR="00EF4EB3" w:rsidRDefault="00EF4EB3" w:rsidP="00197D1F">
      <w:r>
        <w:t xml:space="preserve">Analiza została przeprowadzona zasadniczo dla przedziału czasowego 2013-2015, z tym zastrzeżeniem, iż przyjęto zasadę wykorzystywania danych rocznych najbardziej aktualnych na moment opracowywania dokumentu. W przypadku niektórych danych analiza kończy się na 2014 roku. Uzupełnienie części diagnostycznej stanowią wyniki badań ankietowych przeprowadzonych wśród młodzieży gimnazjalnej oraz dorosłych mieszkańców Gminy. </w:t>
      </w:r>
    </w:p>
    <w:p w:rsidR="00EF4EB3" w:rsidRDefault="00EF4EB3" w:rsidP="00197D1F">
      <w:r>
        <w:t xml:space="preserve">Część wdrożeniowa Strategii zawiera wizję projektowanych zmian oraz katalog niezbędnych kierunków działań, wypracowane na podstawie diagnozy sytuacji społecznej Gminy, </w:t>
      </w:r>
      <w:r>
        <w:br/>
        <w:t xml:space="preserve">z uwzględnieniem istniejących uwarunkowań prawnych i programowych oraz materiałów </w:t>
      </w:r>
      <w:r>
        <w:br/>
        <w:t xml:space="preserve">z dwóch warsztatów planowania strategicznego przeprowadzonych w dniach 16 marca </w:t>
      </w:r>
      <w:r>
        <w:br/>
        <w:t>i 7 czerwca 2016 roku. Określone w niej zostały również podstawowe zasady zarządzania realizacją Strategii oraz założenia i narzędzia monitoringu, a także główne źródła finansowania działań.</w:t>
      </w:r>
    </w:p>
    <w:p w:rsidR="00EF4EB3" w:rsidRDefault="00EF4EB3" w:rsidP="00197D1F"/>
    <w:p w:rsidR="00EF4EB3" w:rsidRDefault="00EF4EB3" w:rsidP="00197D1F">
      <w:pPr>
        <w:pStyle w:val="Heading1"/>
      </w:pPr>
      <w:r>
        <w:rPr>
          <w:b w:val="0"/>
          <w:highlight w:val="yellow"/>
        </w:rPr>
        <w:br w:type="page"/>
      </w:r>
      <w:bookmarkStart w:id="2" w:name="_Toc455144217"/>
      <w:r>
        <w:t>1. Charakterystyka Gminy Lidzbark Warmiński</w:t>
      </w:r>
      <w:bookmarkEnd w:id="2"/>
    </w:p>
    <w:p w:rsidR="00EF4EB3" w:rsidRDefault="00EF4EB3" w:rsidP="00197D1F">
      <w:pPr>
        <w:pStyle w:val="Heading2"/>
      </w:pPr>
      <w:bookmarkStart w:id="3" w:name="_Toc455144218"/>
      <w:r>
        <w:t>1.1. Położenie</w:t>
      </w:r>
      <w:bookmarkEnd w:id="3"/>
    </w:p>
    <w:p w:rsidR="00EF4EB3" w:rsidRDefault="00EF4EB3" w:rsidP="00197D1F">
      <w:r>
        <w:t xml:space="preserve">Gmina wiejska Lidzbark Warmiński położona jest w północnej części województwa warmińsko-mazurskiego, w powiecie lidzbarskim. Charakterystyczną cechą jej usytuowania jest to, że okala gminę miejską Lidzbark Warmiński, która jednocześnie pełni funkcję siedziby jej władz. Ponadto graniczy z aż ośmioma gminami: Górowo Iławeckie (gmina wiejska), Bartoszyce (gmina wiejska), Kiwity, Jeziorany, Dobre Miasto, Lubomino, Orneta oraz Pieniężno. Zajmuje powierzchnię 37 212 ha i pod względem obszarowym jest największą gminą powiatu lidzbarskiego. </w:t>
      </w:r>
    </w:p>
    <w:p w:rsidR="00EF4EB3" w:rsidRDefault="00EF4EB3" w:rsidP="00197D1F">
      <w:r>
        <w:t>W świetle obowiązującego podziału administracyjnego, Gmina Lidzbark Warmiński obejmuje 55 miejscowości, wchodzących w skład 40 sołectw. Według danych Urzędu Gminy, na koniec 2015 roku zamieszkiwana była przez 6 779 osób. Wśród miejscowości skupiających największą liczbę mieszkańców, należy wskazać następujące:</w:t>
      </w:r>
    </w:p>
    <w:p w:rsidR="00EF4EB3" w:rsidRDefault="00EF4EB3" w:rsidP="00197D1F">
      <w:pPr>
        <w:numPr>
          <w:ilvl w:val="0"/>
          <w:numId w:val="1"/>
        </w:numPr>
        <w:spacing w:after="0"/>
        <w:ind w:left="714" w:hanging="357"/>
      </w:pPr>
      <w:r>
        <w:t>Rogóż – 608 osób;</w:t>
      </w:r>
    </w:p>
    <w:p w:rsidR="00EF4EB3" w:rsidRDefault="00EF4EB3" w:rsidP="00197D1F">
      <w:pPr>
        <w:numPr>
          <w:ilvl w:val="0"/>
          <w:numId w:val="1"/>
        </w:numPr>
        <w:spacing w:after="0"/>
        <w:ind w:left="714" w:hanging="357"/>
      </w:pPr>
      <w:r>
        <w:t>Kraszewo – 551 osób;</w:t>
      </w:r>
    </w:p>
    <w:p w:rsidR="00EF4EB3" w:rsidRDefault="00EF4EB3" w:rsidP="00197D1F">
      <w:pPr>
        <w:numPr>
          <w:ilvl w:val="0"/>
          <w:numId w:val="1"/>
        </w:numPr>
        <w:spacing w:after="0"/>
        <w:ind w:left="714" w:hanging="357"/>
      </w:pPr>
      <w:r>
        <w:t>Runowo – 378 osób;</w:t>
      </w:r>
    </w:p>
    <w:p w:rsidR="00EF4EB3" w:rsidRDefault="00EF4EB3" w:rsidP="00197D1F">
      <w:pPr>
        <w:numPr>
          <w:ilvl w:val="0"/>
          <w:numId w:val="1"/>
        </w:numPr>
        <w:spacing w:after="0"/>
        <w:ind w:left="714" w:hanging="357"/>
      </w:pPr>
      <w:r>
        <w:t>Łaniewo – 336 osób;</w:t>
      </w:r>
    </w:p>
    <w:p w:rsidR="00EF4EB3" w:rsidRDefault="00EF4EB3" w:rsidP="00197D1F">
      <w:pPr>
        <w:numPr>
          <w:ilvl w:val="0"/>
          <w:numId w:val="1"/>
        </w:numPr>
        <w:spacing w:after="0"/>
        <w:ind w:left="714" w:hanging="357"/>
      </w:pPr>
      <w:r>
        <w:t>Miłogórze – 331 osób;</w:t>
      </w:r>
    </w:p>
    <w:p w:rsidR="00EF4EB3" w:rsidRDefault="00EF4EB3" w:rsidP="00197D1F">
      <w:pPr>
        <w:numPr>
          <w:ilvl w:val="0"/>
          <w:numId w:val="1"/>
        </w:numPr>
      </w:pPr>
      <w:r>
        <w:t>Pilnik – 310 osób.</w:t>
      </w:r>
    </w:p>
    <w:p w:rsidR="00EF4EB3" w:rsidRDefault="00EF4EB3" w:rsidP="00197D1F">
      <w:r>
        <w:t>W pozostałych miejscowościach liczba mieszkańców w 2015 roku nie przekraczała 300 osób, natomiast w 31 była mniejsza niż 100 osób. Rozproszenie sieci osadniczej na terenie Gminy w połączeniu z jej rolniczym charakterem znajduje odzwierciedlenie w niskiej gęstości zaludnienia. Wynosi ona jedynie 18 osób/km</w:t>
      </w:r>
      <w:r>
        <w:rPr>
          <w:vertAlign w:val="superscript"/>
        </w:rPr>
        <w:t>2</w:t>
      </w:r>
      <w:r>
        <w:t>, podczas gdy średnia w województwie warmińsko-mazurskim kształtuje się na poziomie 60 osób/km</w:t>
      </w:r>
      <w:r>
        <w:rPr>
          <w:vertAlign w:val="superscript"/>
        </w:rPr>
        <w:t>2</w:t>
      </w:r>
      <w:r>
        <w:t xml:space="preserve">. </w:t>
      </w:r>
    </w:p>
    <w:p w:rsidR="00EF4EB3" w:rsidRDefault="00EF4EB3" w:rsidP="00197D1F">
      <w:pPr>
        <w:rPr>
          <w:i/>
        </w:rPr>
      </w:pPr>
      <w:r>
        <w:t xml:space="preserve">Gmina Lidzbark Warmiński charakteryzuje się dogodnym położeniem komunikacyjnym. Przez jej teren przebiega droga krajowa nr 51 prowadząca z Olsztynka do Bezled, gdzie znajduje się przejście graniczne z Obwodem Kaliningradzkim. Można nią dojechać także do stolicy województwa – Olsztyna (ok. 50 km) oraz do Bartoszyc (ok. 24 km). Przecinają ją również dwie drogi wojewódzkie: nr 511 </w:t>
      </w:r>
      <w:r>
        <w:rPr>
          <w:i/>
        </w:rPr>
        <w:t xml:space="preserve">Granica Państwa – Górowo Iławeckie – Lidzbark Warmiński </w:t>
      </w:r>
      <w:r>
        <w:t xml:space="preserve">oraz nr 513 </w:t>
      </w:r>
      <w:r>
        <w:rPr>
          <w:i/>
        </w:rPr>
        <w:t>droga nr 7 (węzeł Pasłęk Północ) – Orneta – Lidzbark Warmiński – Kiwity – Wozławki.</w:t>
      </w:r>
    </w:p>
    <w:p w:rsidR="00EF4EB3" w:rsidRDefault="00EF4EB3" w:rsidP="00197D1F">
      <w:r>
        <w:t xml:space="preserve">Położenie geograficzne sytuuje Gminę na pograniczu Pojezierza Mazurskiego i Wzniesienia Sępopolskiego. Wchodzi ona w skład obszaru funkcjonalnego Zielonych Płuc Polski, a jej szczególne walory przyrodnicze podlegają prawnej ochronie w formie Obszarów Chronionego Krajobrazu: Równicy Orneckiej, Doliny Elmy, Doliny Dolnej Łyny i Doliny Symsarny, a także użytków ekologicznych i pomników przyrody. Do głównych rzek przepływających przez Gminę należą Łyna i Symsarna, natomiast dopełnienie bogactwa przyrodniczego stanowią jeziora, wśród nich: Jezioro Blanki (Gajlickie), Jezioro Wielochowskie i Jezioro Symsar. </w:t>
      </w:r>
    </w:p>
    <w:p w:rsidR="00EF4EB3" w:rsidRDefault="00EF4EB3" w:rsidP="00197D1F">
      <w:r>
        <w:t>Pod względem historycznym Gmina Lidzbark Warmiński położona jest na Warmii, wokół miasta stanowiącego jej historyczną stolicę i siedzibę biskupów warmińskich. Ziemie te zostały włączone do Polski po drugiej wojnie światowej, wcześniej pozostawały w granicach Korony, a od 1772 roku stały się częścią państwa pruskiego. Pozostałością dziejów są obecnie liczne zabytki, głównie kościoły, kaplice i kapliczki warmińskie.</w:t>
      </w:r>
    </w:p>
    <w:p w:rsidR="00EF4EB3" w:rsidRDefault="00EF4EB3" w:rsidP="00197D1F">
      <w:pPr>
        <w:pStyle w:val="Heading2"/>
      </w:pPr>
      <w:bookmarkStart w:id="4" w:name="_Toc455144219"/>
      <w:r>
        <w:t>1.2. Ludność</w:t>
      </w:r>
      <w:bookmarkEnd w:id="4"/>
    </w:p>
    <w:p w:rsidR="00EF4EB3" w:rsidRDefault="00EF4EB3" w:rsidP="00197D1F">
      <w:r>
        <w:t>Kierunek zachodzących obecnie procesów ludnościowych stanowi jedno z najważniejszych wyzwań współczesnego świata. W świetle prognozy ludnościowej Organizacji Narodów Zjednoczonych z 2008 roku, w najbliższej przyszłości w Europie będą dominować procesy depopulacyjne. Przewiduje się, że wzrośnie liczba ludności Europy Północnej i Zachodniej, natomiast w wyniku m.in. spadku dzietności i umieralności, wydłużania się życia człowieka oraz migracji, spadnie potencjał demograficzny Europy Wschodniej</w:t>
      </w:r>
      <w:r>
        <w:rPr>
          <w:vertAlign w:val="superscript"/>
        </w:rPr>
        <w:footnoteReference w:id="1"/>
      </w:r>
      <w:r>
        <w:t xml:space="preserve">. </w:t>
      </w:r>
    </w:p>
    <w:p w:rsidR="00EF4EB3" w:rsidRDefault="00EF4EB3" w:rsidP="00197D1F">
      <w:pPr>
        <w:pStyle w:val="Caption"/>
        <w:jc w:val="center"/>
        <w:rPr>
          <w:b/>
          <w:bCs/>
          <w:i w:val="0"/>
          <w:sz w:val="20"/>
        </w:rPr>
      </w:pPr>
      <w:r>
        <w:rPr>
          <w:rStyle w:val="Strong"/>
          <w:b/>
          <w:bCs/>
          <w:i w:val="0"/>
        </w:rPr>
        <w:t xml:space="preserve">Wykres </w:t>
      </w:r>
      <w:r>
        <w:rPr>
          <w:rStyle w:val="Strong"/>
          <w:b/>
          <w:bCs/>
          <w:i w:val="0"/>
        </w:rPr>
        <w:fldChar w:fldCharType="begin"/>
      </w:r>
      <w:r>
        <w:rPr>
          <w:rStyle w:val="Strong"/>
          <w:b/>
          <w:bCs/>
          <w:i w:val="0"/>
        </w:rPr>
        <w:instrText xml:space="preserve"> SEQ Wykres \* ARABIC </w:instrText>
      </w:r>
      <w:r>
        <w:rPr>
          <w:rStyle w:val="Strong"/>
          <w:b/>
          <w:bCs/>
          <w:i w:val="0"/>
        </w:rPr>
        <w:fldChar w:fldCharType="separate"/>
      </w:r>
      <w:r>
        <w:rPr>
          <w:rStyle w:val="Strong"/>
          <w:b/>
          <w:bCs/>
          <w:i w:val="0"/>
          <w:noProof/>
        </w:rPr>
        <w:t>1</w:t>
      </w:r>
      <w:r>
        <w:rPr>
          <w:rStyle w:val="Strong"/>
          <w:b/>
          <w:bCs/>
          <w:i w:val="0"/>
        </w:rPr>
        <w:fldChar w:fldCharType="end"/>
      </w:r>
      <w:r>
        <w:rPr>
          <w:rStyle w:val="Strong"/>
          <w:b/>
          <w:bCs/>
          <w:i w:val="0"/>
        </w:rPr>
        <w:t>. Zmiany liczby ludności Gminy Lidzbark Warmiński w latach 2011-2015</w:t>
      </w:r>
    </w:p>
    <w:p w:rsidR="00EF4EB3" w:rsidRDefault="00EF4EB3" w:rsidP="00197D1F">
      <w:pPr>
        <w:pStyle w:val="Caption"/>
      </w:pPr>
      <w:r w:rsidRPr="00C87BAB">
        <w:rPr>
          <w:noProof/>
          <w:lang w:eastAsia="pl-PL"/>
        </w:rPr>
        <w:pict>
          <v:shape id="Wykres 11" o:spid="_x0000_i1026" type="#_x0000_t75" style="width:435pt;height:96.75pt;visibility:visible" o:gfxdata="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">
            <v:imagedata r:id="rId47" o:title="" croptop="-1725f" cropbottom="-3449f" cropleft="-364f" cropright="-1365f"/>
            <o:lock v:ext="edit" aspectratio="f"/>
          </v:shape>
        </w:pict>
      </w:r>
      <w:r>
        <w:br/>
        <w:t>Źródło: opracowanie własne na podstawie danych GUS.</w:t>
      </w:r>
    </w:p>
    <w:p w:rsidR="00EF4EB3" w:rsidRDefault="00EF4EB3" w:rsidP="00197D1F">
      <w:pPr>
        <w:rPr>
          <w:rStyle w:val="SubtleReference"/>
        </w:rPr>
      </w:pPr>
      <w:r>
        <w:t xml:space="preserve">W perspektywie lat 2011-2015 liczba ludności faktycznie zamieszkałej w Gminie Lidzbark Warmiński zmniejszyła się, jednak skala tego spadku jest niewielka. W 2015 roku Gminę zamieszkiwało 6 771 osób, czyli o 52 mniej niż w 2011 roku. Warto również zauważyć, że </w:t>
      </w:r>
      <w:r>
        <w:br/>
        <w:t xml:space="preserve">w porównaniu do 2014 roku liczba ludności nie zmieniła się w ogóle. Tak niewielka skala zmian liczby mieszkańców wiąże się z tym, że w analizowanym okresie w Gminie odnotowywany był raczej dodatni przyrost naturalny oraz ujemne saldo migracji, </w:t>
      </w:r>
      <w:r>
        <w:br/>
        <w:t xml:space="preserve">o wartościach na zbliżonym do siebie poziomie. </w:t>
      </w:r>
    </w:p>
    <w:p w:rsidR="00EF4EB3" w:rsidRDefault="00EF4EB3" w:rsidP="00197D1F">
      <w:pPr>
        <w:pStyle w:val="Caption"/>
        <w:jc w:val="center"/>
        <w:rPr>
          <w:rStyle w:val="Strong"/>
          <w:b/>
          <w:bCs/>
        </w:rPr>
      </w:pPr>
      <w:r>
        <w:rPr>
          <w:rStyle w:val="Strong"/>
          <w:b/>
          <w:bCs/>
          <w:i w:val="0"/>
        </w:rPr>
        <w:t xml:space="preserve">Tabela </w:t>
      </w:r>
      <w:r>
        <w:rPr>
          <w:rStyle w:val="Strong"/>
          <w:b/>
          <w:bCs/>
          <w:i w:val="0"/>
        </w:rPr>
        <w:fldChar w:fldCharType="begin"/>
      </w:r>
      <w:r>
        <w:rPr>
          <w:rStyle w:val="Strong"/>
          <w:b/>
          <w:bCs/>
          <w:i w:val="0"/>
        </w:rPr>
        <w:instrText xml:space="preserve"> SEQ Tabela \* ARABIC </w:instrText>
      </w:r>
      <w:r>
        <w:rPr>
          <w:rStyle w:val="Strong"/>
          <w:b/>
          <w:bCs/>
          <w:i w:val="0"/>
        </w:rPr>
        <w:fldChar w:fldCharType="separate"/>
      </w:r>
      <w:r>
        <w:rPr>
          <w:rStyle w:val="Strong"/>
          <w:b/>
          <w:bCs/>
          <w:i w:val="0"/>
          <w:noProof/>
        </w:rPr>
        <w:t>1</w:t>
      </w:r>
      <w:r>
        <w:rPr>
          <w:rStyle w:val="Strong"/>
          <w:b/>
          <w:bCs/>
          <w:i w:val="0"/>
        </w:rPr>
        <w:fldChar w:fldCharType="end"/>
      </w:r>
      <w:r>
        <w:rPr>
          <w:rStyle w:val="Strong"/>
          <w:b/>
          <w:bCs/>
          <w:i w:val="0"/>
        </w:rPr>
        <w:t>. Wybrane wskaźniki ruchu naturalnego ludności Gminy Lidzbark Warmiński w latach 2010-2014</w:t>
      </w:r>
      <w:r>
        <w:rPr>
          <w:rStyle w:val="FootnoteReference"/>
        </w:rPr>
        <w:footnoteReference w:id="2"/>
      </w:r>
    </w:p>
    <w:tbl>
      <w:tblPr>
        <w:tblW w:w="8240"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3440"/>
        <w:gridCol w:w="960"/>
        <w:gridCol w:w="960"/>
        <w:gridCol w:w="960"/>
        <w:gridCol w:w="960"/>
        <w:gridCol w:w="960"/>
      </w:tblGrid>
      <w:tr w:rsidR="00EF4EB3" w:rsidTr="00197D1F">
        <w:trPr>
          <w:trHeight w:val="377"/>
          <w:jc w:val="center"/>
        </w:trPr>
        <w:tc>
          <w:tcPr>
            <w:tcW w:w="3440" w:type="dxa"/>
            <w:noWrap/>
          </w:tcPr>
          <w:p w:rsidR="00EF4EB3" w:rsidRDefault="00EF4EB3">
            <w:pPr>
              <w:spacing w:after="0"/>
              <w:jc w:val="center"/>
              <w:rPr>
                <w:szCs w:val="20"/>
                <w:lang w:eastAsia="pl-PL"/>
              </w:rPr>
            </w:pPr>
            <w:r>
              <w:rPr>
                <w:b/>
                <w:sz w:val="20"/>
                <w:szCs w:val="20"/>
                <w:lang w:eastAsia="pl-PL"/>
              </w:rPr>
              <w:t>Wyszczególnienie</w:t>
            </w:r>
          </w:p>
        </w:tc>
        <w:tc>
          <w:tcPr>
            <w:tcW w:w="960" w:type="dxa"/>
            <w:noWrap/>
          </w:tcPr>
          <w:p w:rsidR="00EF4EB3" w:rsidRDefault="00EF4EB3">
            <w:pPr>
              <w:spacing w:after="0"/>
              <w:jc w:val="center"/>
              <w:rPr>
                <w:b/>
                <w:sz w:val="20"/>
                <w:szCs w:val="20"/>
                <w:lang w:eastAsia="pl-PL"/>
              </w:rPr>
            </w:pPr>
            <w:r>
              <w:rPr>
                <w:b/>
                <w:sz w:val="20"/>
                <w:szCs w:val="20"/>
                <w:lang w:eastAsia="pl-PL"/>
              </w:rPr>
              <w:t>2010</w:t>
            </w:r>
          </w:p>
        </w:tc>
        <w:tc>
          <w:tcPr>
            <w:tcW w:w="960" w:type="dxa"/>
            <w:noWrap/>
          </w:tcPr>
          <w:p w:rsidR="00EF4EB3" w:rsidRDefault="00EF4EB3">
            <w:pPr>
              <w:spacing w:after="0"/>
              <w:jc w:val="center"/>
              <w:rPr>
                <w:b/>
                <w:sz w:val="20"/>
                <w:szCs w:val="20"/>
                <w:lang w:eastAsia="pl-PL"/>
              </w:rPr>
            </w:pPr>
            <w:r>
              <w:rPr>
                <w:b/>
                <w:sz w:val="20"/>
                <w:szCs w:val="20"/>
                <w:lang w:eastAsia="pl-PL"/>
              </w:rPr>
              <w:t>2011</w:t>
            </w:r>
          </w:p>
        </w:tc>
        <w:tc>
          <w:tcPr>
            <w:tcW w:w="960" w:type="dxa"/>
            <w:noWrap/>
          </w:tcPr>
          <w:p w:rsidR="00EF4EB3" w:rsidRDefault="00EF4EB3">
            <w:pPr>
              <w:spacing w:after="0"/>
              <w:jc w:val="center"/>
              <w:rPr>
                <w:b/>
                <w:sz w:val="20"/>
                <w:szCs w:val="20"/>
                <w:lang w:eastAsia="pl-PL"/>
              </w:rPr>
            </w:pPr>
            <w:r>
              <w:rPr>
                <w:b/>
                <w:sz w:val="20"/>
                <w:szCs w:val="20"/>
                <w:lang w:eastAsia="pl-PL"/>
              </w:rPr>
              <w:t>2012</w:t>
            </w:r>
          </w:p>
        </w:tc>
        <w:tc>
          <w:tcPr>
            <w:tcW w:w="960" w:type="dxa"/>
            <w:noWrap/>
          </w:tcPr>
          <w:p w:rsidR="00EF4EB3" w:rsidRDefault="00EF4EB3">
            <w:pPr>
              <w:spacing w:after="0"/>
              <w:jc w:val="center"/>
              <w:rPr>
                <w:b/>
                <w:sz w:val="20"/>
                <w:szCs w:val="20"/>
                <w:lang w:eastAsia="pl-PL"/>
              </w:rPr>
            </w:pPr>
            <w:r>
              <w:rPr>
                <w:b/>
                <w:sz w:val="20"/>
                <w:szCs w:val="20"/>
                <w:lang w:eastAsia="pl-PL"/>
              </w:rPr>
              <w:t>2013</w:t>
            </w:r>
          </w:p>
        </w:tc>
        <w:tc>
          <w:tcPr>
            <w:tcW w:w="960" w:type="dxa"/>
            <w:noWrap/>
          </w:tcPr>
          <w:p w:rsidR="00EF4EB3" w:rsidRDefault="00EF4EB3">
            <w:pPr>
              <w:spacing w:after="0"/>
              <w:jc w:val="center"/>
              <w:rPr>
                <w:b/>
                <w:sz w:val="20"/>
                <w:szCs w:val="20"/>
                <w:lang w:eastAsia="pl-PL"/>
              </w:rPr>
            </w:pPr>
            <w:r>
              <w:rPr>
                <w:b/>
                <w:sz w:val="20"/>
                <w:szCs w:val="20"/>
                <w:lang w:eastAsia="pl-PL"/>
              </w:rPr>
              <w:t>2014</w:t>
            </w:r>
          </w:p>
        </w:tc>
      </w:tr>
      <w:tr w:rsidR="00EF4EB3" w:rsidTr="00197D1F">
        <w:trPr>
          <w:trHeight w:val="300"/>
          <w:jc w:val="center"/>
        </w:trPr>
        <w:tc>
          <w:tcPr>
            <w:tcW w:w="8240" w:type="dxa"/>
            <w:gridSpan w:val="6"/>
            <w:noWrap/>
          </w:tcPr>
          <w:p w:rsidR="00EF4EB3" w:rsidRDefault="00EF4EB3">
            <w:pPr>
              <w:spacing w:after="0"/>
              <w:jc w:val="left"/>
              <w:rPr>
                <w:sz w:val="20"/>
                <w:szCs w:val="20"/>
                <w:lang w:eastAsia="pl-PL"/>
              </w:rPr>
            </w:pPr>
            <w:r>
              <w:rPr>
                <w:sz w:val="20"/>
                <w:szCs w:val="20"/>
                <w:lang w:eastAsia="pl-PL"/>
              </w:rPr>
              <w:t>Wskaźniki na 1000 ludności</w:t>
            </w:r>
          </w:p>
        </w:tc>
      </w:tr>
      <w:tr w:rsidR="00EF4EB3" w:rsidTr="00197D1F">
        <w:trPr>
          <w:trHeight w:val="300"/>
          <w:jc w:val="center"/>
        </w:trPr>
        <w:tc>
          <w:tcPr>
            <w:tcW w:w="3440" w:type="dxa"/>
            <w:noWrap/>
          </w:tcPr>
          <w:p w:rsidR="00EF4EB3" w:rsidRDefault="00EF4EB3">
            <w:pPr>
              <w:spacing w:after="0"/>
              <w:jc w:val="left"/>
              <w:rPr>
                <w:sz w:val="20"/>
                <w:szCs w:val="20"/>
                <w:lang w:eastAsia="pl-PL"/>
              </w:rPr>
            </w:pPr>
            <w:r>
              <w:rPr>
                <w:sz w:val="20"/>
                <w:szCs w:val="20"/>
                <w:lang w:eastAsia="pl-PL"/>
              </w:rPr>
              <w:t xml:space="preserve"> - zgony</w:t>
            </w:r>
          </w:p>
        </w:tc>
        <w:tc>
          <w:tcPr>
            <w:tcW w:w="960" w:type="dxa"/>
            <w:noWrap/>
          </w:tcPr>
          <w:p w:rsidR="00EF4EB3" w:rsidRDefault="00EF4EB3">
            <w:pPr>
              <w:spacing w:after="0"/>
              <w:jc w:val="center"/>
              <w:rPr>
                <w:rFonts w:ascii="Verdana" w:hAnsi="Verdana"/>
                <w:color w:val="000000"/>
                <w:sz w:val="16"/>
                <w:szCs w:val="16"/>
                <w:lang w:eastAsia="pl-PL"/>
              </w:rPr>
            </w:pPr>
            <w:r>
              <w:rPr>
                <w:rFonts w:ascii="Verdana" w:hAnsi="Verdana"/>
                <w:color w:val="000000"/>
                <w:sz w:val="16"/>
                <w:szCs w:val="16"/>
              </w:rPr>
              <w:t>9,39</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7,63</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10,55</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12,63</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8,51</w:t>
            </w:r>
          </w:p>
        </w:tc>
      </w:tr>
      <w:tr w:rsidR="00EF4EB3" w:rsidTr="00197D1F">
        <w:trPr>
          <w:trHeight w:val="300"/>
          <w:jc w:val="center"/>
        </w:trPr>
        <w:tc>
          <w:tcPr>
            <w:tcW w:w="3440" w:type="dxa"/>
            <w:noWrap/>
          </w:tcPr>
          <w:p w:rsidR="00EF4EB3" w:rsidRDefault="00EF4EB3">
            <w:pPr>
              <w:spacing w:after="0"/>
              <w:jc w:val="left"/>
              <w:rPr>
                <w:sz w:val="20"/>
                <w:szCs w:val="20"/>
                <w:lang w:eastAsia="pl-PL"/>
              </w:rPr>
            </w:pPr>
            <w:r>
              <w:rPr>
                <w:sz w:val="20"/>
                <w:szCs w:val="20"/>
                <w:lang w:eastAsia="pl-PL"/>
              </w:rPr>
              <w:t xml:space="preserve"> - przyrost naturalny</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3,1</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4,4</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0,6</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-1,9</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0,7</w:t>
            </w:r>
          </w:p>
        </w:tc>
      </w:tr>
      <w:tr w:rsidR="00EF4EB3" w:rsidTr="00197D1F">
        <w:trPr>
          <w:trHeight w:val="300"/>
          <w:jc w:val="center"/>
        </w:trPr>
        <w:tc>
          <w:tcPr>
            <w:tcW w:w="3440" w:type="dxa"/>
            <w:noWrap/>
          </w:tcPr>
          <w:p w:rsidR="00EF4EB3" w:rsidRDefault="00EF4EB3">
            <w:pPr>
              <w:spacing w:after="0"/>
              <w:jc w:val="left"/>
              <w:rPr>
                <w:sz w:val="20"/>
                <w:szCs w:val="20"/>
                <w:lang w:eastAsia="pl-PL"/>
              </w:rPr>
            </w:pPr>
            <w:r>
              <w:rPr>
                <w:sz w:val="20"/>
                <w:szCs w:val="20"/>
                <w:lang w:eastAsia="pl-PL"/>
              </w:rPr>
              <w:t xml:space="preserve"> - urodzenia żywe</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12,5</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12,0</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11,1</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10,7</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9,2</w:t>
            </w:r>
          </w:p>
        </w:tc>
      </w:tr>
      <w:tr w:rsidR="00EF4EB3" w:rsidTr="00197D1F">
        <w:trPr>
          <w:trHeight w:val="300"/>
          <w:jc w:val="center"/>
        </w:trPr>
        <w:tc>
          <w:tcPr>
            <w:tcW w:w="8240" w:type="dxa"/>
            <w:gridSpan w:val="6"/>
            <w:noWrap/>
          </w:tcPr>
          <w:p w:rsidR="00EF4EB3" w:rsidRDefault="00EF4EB3">
            <w:pPr>
              <w:spacing w:after="0"/>
              <w:jc w:val="left"/>
              <w:rPr>
                <w:sz w:val="20"/>
                <w:szCs w:val="20"/>
                <w:lang w:eastAsia="pl-PL"/>
              </w:rPr>
            </w:pPr>
            <w:r>
              <w:rPr>
                <w:sz w:val="20"/>
                <w:szCs w:val="20"/>
                <w:lang w:eastAsia="pl-PL"/>
              </w:rPr>
              <w:t>Saldo migracji</w:t>
            </w:r>
          </w:p>
        </w:tc>
      </w:tr>
      <w:tr w:rsidR="00EF4EB3" w:rsidTr="00197D1F">
        <w:trPr>
          <w:trHeight w:val="300"/>
          <w:jc w:val="center"/>
        </w:trPr>
        <w:tc>
          <w:tcPr>
            <w:tcW w:w="3440" w:type="dxa"/>
            <w:noWrap/>
          </w:tcPr>
          <w:p w:rsidR="00EF4EB3" w:rsidRDefault="00EF4EB3">
            <w:pPr>
              <w:spacing w:after="0"/>
              <w:jc w:val="left"/>
              <w:rPr>
                <w:sz w:val="20"/>
                <w:szCs w:val="20"/>
                <w:lang w:eastAsia="pl-PL"/>
              </w:rPr>
            </w:pPr>
            <w:r>
              <w:rPr>
                <w:sz w:val="20"/>
                <w:szCs w:val="20"/>
                <w:lang w:eastAsia="pl-PL"/>
              </w:rPr>
              <w:t xml:space="preserve"> - gminnych wewnętrznych</w:t>
            </w:r>
          </w:p>
        </w:tc>
        <w:tc>
          <w:tcPr>
            <w:tcW w:w="960" w:type="dxa"/>
            <w:noWrap/>
          </w:tcPr>
          <w:p w:rsidR="00EF4EB3" w:rsidRDefault="00EF4EB3">
            <w:pPr>
              <w:spacing w:after="0"/>
              <w:jc w:val="center"/>
              <w:rPr>
                <w:rFonts w:ascii="Verdana" w:hAnsi="Verdana"/>
                <w:color w:val="000000"/>
                <w:sz w:val="16"/>
                <w:szCs w:val="16"/>
                <w:lang w:eastAsia="pl-PL"/>
              </w:rPr>
            </w:pPr>
            <w:r>
              <w:rPr>
                <w:rFonts w:ascii="Verdana" w:hAnsi="Verdana"/>
                <w:color w:val="000000"/>
                <w:sz w:val="16"/>
                <w:szCs w:val="16"/>
              </w:rPr>
              <w:t>-24</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-16</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-18</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12</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1</w:t>
            </w:r>
          </w:p>
        </w:tc>
      </w:tr>
      <w:tr w:rsidR="00EF4EB3" w:rsidTr="00197D1F">
        <w:trPr>
          <w:trHeight w:val="300"/>
          <w:jc w:val="center"/>
        </w:trPr>
        <w:tc>
          <w:tcPr>
            <w:tcW w:w="3440" w:type="dxa"/>
            <w:noWrap/>
          </w:tcPr>
          <w:p w:rsidR="00EF4EB3" w:rsidRDefault="00EF4EB3">
            <w:pPr>
              <w:spacing w:after="0"/>
              <w:jc w:val="left"/>
              <w:rPr>
                <w:sz w:val="20"/>
                <w:szCs w:val="20"/>
                <w:lang w:eastAsia="pl-PL"/>
              </w:rPr>
            </w:pPr>
            <w:r>
              <w:rPr>
                <w:sz w:val="20"/>
                <w:szCs w:val="20"/>
                <w:lang w:eastAsia="pl-PL"/>
              </w:rPr>
              <w:t xml:space="preserve"> - zagranicznych</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-5</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-5</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3</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1</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-10</w:t>
            </w:r>
          </w:p>
        </w:tc>
      </w:tr>
    </w:tbl>
    <w:p w:rsidR="00EF4EB3" w:rsidRDefault="00EF4EB3" w:rsidP="00197D1F">
      <w:pPr>
        <w:pStyle w:val="Caption"/>
      </w:pPr>
      <w:r>
        <w:t>Źródło: opracowanie własne na podstawie BDL GUS.</w:t>
      </w:r>
    </w:p>
    <w:p w:rsidR="00EF4EB3" w:rsidRDefault="00EF4EB3" w:rsidP="00197D1F">
      <w:r>
        <w:t xml:space="preserve">W strukturze ludności Gminy przeważają mężczyźni, którzy w 2015 roku w liczbie 3 473 stanowili 51,3% wszystkich mieszkańców. Na każdych 100 mężczyzn przypadało tu jedynie 95 kobiet. Biorąc pod uwagę natomiast kryterium wieku mieszkańców, okazuje się, że społeczeństwo posiada cechy </w:t>
      </w:r>
      <w:r>
        <w:rPr>
          <w:i/>
        </w:rPr>
        <w:t>starzejącego się</w:t>
      </w:r>
      <w:r>
        <w:t xml:space="preserve">, choć proces ten cechuje dość umiarkowana dynamika. </w:t>
      </w:r>
    </w:p>
    <w:p w:rsidR="00EF4EB3" w:rsidRDefault="00EF4EB3" w:rsidP="00197D1F">
      <w:r>
        <w:t>W latach 2011-2015 nastąpił:</w:t>
      </w:r>
    </w:p>
    <w:p w:rsidR="00EF4EB3" w:rsidRDefault="00EF4EB3" w:rsidP="00197D1F">
      <w:pPr>
        <w:pStyle w:val="ListParagraph"/>
        <w:numPr>
          <w:ilvl w:val="0"/>
          <w:numId w:val="2"/>
        </w:numPr>
        <w:spacing w:after="0"/>
        <w:ind w:left="714" w:hanging="357"/>
      </w:pPr>
      <w:r>
        <w:t xml:space="preserve">spadek odsetka osób w wieku przedprodukcyjnym, a więc dzieci i młodzieży do </w:t>
      </w:r>
      <w:r>
        <w:br/>
        <w:t xml:space="preserve">17 roku życia – z 21,0% w 2011 roku do 19,3% w 2015 roku; </w:t>
      </w:r>
    </w:p>
    <w:p w:rsidR="00EF4EB3" w:rsidRDefault="00EF4EB3" w:rsidP="00197D1F">
      <w:pPr>
        <w:pStyle w:val="ListParagraph"/>
        <w:numPr>
          <w:ilvl w:val="0"/>
          <w:numId w:val="2"/>
        </w:numPr>
        <w:spacing w:after="0"/>
        <w:ind w:left="714" w:hanging="357"/>
      </w:pPr>
      <w:r>
        <w:t>wzrost odsetka osób w wieku produkcyjnym (mężczyźni 18-64 lata, kobiety 18-59 lat) – z 65,6% do 65,9%;</w:t>
      </w:r>
    </w:p>
    <w:p w:rsidR="00EF4EB3" w:rsidRDefault="00EF4EB3" w:rsidP="00197D1F">
      <w:pPr>
        <w:pStyle w:val="ListParagraph"/>
        <w:numPr>
          <w:ilvl w:val="0"/>
          <w:numId w:val="2"/>
        </w:numPr>
        <w:ind w:left="714" w:hanging="357"/>
      </w:pPr>
      <w:r>
        <w:t>wzrost odsetka osób w poprodukcyjnym okresie życia (mężczyźni 65 lat i więcej, kobiety od 60 lat wzwyż) – z 13,4% do 14,9%.</w:t>
      </w:r>
    </w:p>
    <w:p w:rsidR="00EF4EB3" w:rsidRDefault="00EF4EB3" w:rsidP="00197D1F">
      <w:pPr>
        <w:pStyle w:val="ListParagraph"/>
        <w:ind w:left="0"/>
        <w:jc w:val="center"/>
        <w:rPr>
          <w:rStyle w:val="Strong"/>
          <w:b/>
          <w:bCs/>
          <w:highlight w:val="yellow"/>
        </w:rPr>
      </w:pPr>
      <w:r>
        <w:rPr>
          <w:rStyle w:val="Strong"/>
          <w:b/>
          <w:bCs/>
        </w:rPr>
        <w:t xml:space="preserve">Wykres </w:t>
      </w:r>
      <w:r>
        <w:rPr>
          <w:rStyle w:val="Strong"/>
          <w:b/>
          <w:bCs/>
        </w:rPr>
        <w:fldChar w:fldCharType="begin"/>
      </w:r>
      <w:r>
        <w:rPr>
          <w:rStyle w:val="Strong"/>
          <w:b/>
          <w:bCs/>
        </w:rPr>
        <w:instrText xml:space="preserve"> SEQ Wykres \* ARABIC </w:instrText>
      </w:r>
      <w:r>
        <w:rPr>
          <w:rStyle w:val="Strong"/>
          <w:b/>
          <w:bCs/>
        </w:rPr>
        <w:fldChar w:fldCharType="separate"/>
      </w:r>
      <w:r>
        <w:rPr>
          <w:rStyle w:val="Strong"/>
          <w:b/>
          <w:bCs/>
          <w:noProof/>
        </w:rPr>
        <w:t>2</w:t>
      </w:r>
      <w:r>
        <w:rPr>
          <w:rStyle w:val="Strong"/>
          <w:b/>
          <w:bCs/>
        </w:rPr>
        <w:fldChar w:fldCharType="end"/>
      </w:r>
      <w:r>
        <w:rPr>
          <w:rStyle w:val="Strong"/>
          <w:b/>
          <w:bCs/>
        </w:rPr>
        <w:t xml:space="preserve">. Ludność według ekonomicznych grup wieku w Gminie Lidzbark Warmiński </w:t>
      </w:r>
      <w:r>
        <w:rPr>
          <w:rStyle w:val="Strong"/>
          <w:b/>
          <w:bCs/>
        </w:rPr>
        <w:br/>
        <w:t>w latach 2011-2015 (w %)</w:t>
      </w:r>
    </w:p>
    <w:p w:rsidR="00EF4EB3" w:rsidRDefault="00EF4EB3" w:rsidP="00197D1F">
      <w:pPr>
        <w:pStyle w:val="Caption"/>
        <w:rPr>
          <w:highlight w:val="yellow"/>
        </w:rPr>
      </w:pPr>
      <w:r w:rsidRPr="00C87BAB">
        <w:rPr>
          <w:noProof/>
          <w:lang w:eastAsia="pl-PL"/>
        </w:rPr>
        <w:pict>
          <v:shape id="Wykres 10" o:spid="_x0000_i1027" type="#_x0000_t75" style="width:450pt;height:124.5pt;visibility:visible" o:gfxdata="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">
            <v:imagedata r:id="rId48" o:title="" croptop="-1348f" cropbottom="-2893f" cropleft="-918f" cropright="-6842f"/>
            <o:lock v:ext="edit" aspectratio="f"/>
          </v:shape>
        </w:pict>
      </w:r>
      <w:r>
        <w:br/>
        <w:t>Źródło: opracowanie własne na podstawie BDL GUS.</w:t>
      </w:r>
    </w:p>
    <w:p w:rsidR="00EF4EB3" w:rsidRDefault="00EF4EB3" w:rsidP="00197D1F">
      <w:pPr>
        <w:rPr>
          <w:i/>
          <w:sz w:val="20"/>
        </w:rPr>
      </w:pPr>
      <w:r>
        <w:t xml:space="preserve">Powyższe dane pozwalają prognozować, iż zjawisko </w:t>
      </w:r>
      <w:r>
        <w:rPr>
          <w:i/>
        </w:rPr>
        <w:t xml:space="preserve">starzenia się </w:t>
      </w:r>
      <w:r>
        <w:t xml:space="preserve">społeczeństwa Gminy </w:t>
      </w:r>
      <w:r>
        <w:br/>
        <w:t xml:space="preserve">w przyszłości będzie postępować. Warto bowiem zauważyć, że dynamika wzrostu odsetka osób w poprodukcyjnym okresie życia w strukturze mieszkańców w ostatnich dwóch latach jest wyższa niż w początkowym okresie analizy. W 2012 roku w porównaniu do 2011 odsetek ten wzrósł o 0,4 punktu procentowego, natomiast w 2015 w odniesieniu do 2014 – o 0,9 punktu. </w:t>
      </w:r>
    </w:p>
    <w:p w:rsidR="00EF4EB3" w:rsidRDefault="00EF4EB3" w:rsidP="00197D1F">
      <w:pPr>
        <w:pStyle w:val="Heading2"/>
      </w:pPr>
      <w:bookmarkStart w:id="5" w:name="_Toc455144220"/>
      <w:r>
        <w:t>1.3. Uwarunkowania gospodarcze</w:t>
      </w:r>
      <w:bookmarkEnd w:id="5"/>
    </w:p>
    <w:p w:rsidR="00EF4EB3" w:rsidRDefault="00EF4EB3" w:rsidP="00197D1F">
      <w:r>
        <w:t>Lokalna gospodarka tworzona jest przez system składający się z powiązanych ze sobą podmiotów – firm, instytucji publicznych oraz gospodarstw domowych, które spełniają odmienne funkcje oraz dążą do osiągnięcia określonych celów. Jej specyfika i kondycja uwarunkowane są wieloma czynnikami, w tym m.in. społecznymi, geograficznymi, historycznymi, prawnymi oraz instytucjonalnymi, a jednocześnie w sposób bezpośredni lub pośredni przekładają się na jakość życia mieszkańców danego terytorium.</w:t>
      </w:r>
    </w:p>
    <w:p w:rsidR="00EF4EB3" w:rsidRDefault="00EF4EB3" w:rsidP="00197D1F">
      <w:r>
        <w:t xml:space="preserve">Gmina Lidzbark Warmiński ma charakter rolniczy. Ponad połowę (56,25%) jej lądowej powierzchni stanowią użytki rolne, z których 61,1% to grunty orne. Według danych Powszechnego Spisu Rolnego z 2010 roku swoją siedzibę na terenie Gminy miały wtedy 1 003 gospodarstwa indywidualne, z których 820 prowadziło działalność rolniczą. Ich wielkość wykazywała duże zróżnicowanie – 26,0% stanowiły gospodarstwa o powierzchni do 1 hektara; 38,8% posiadało od 10 hektarów wzwyż, a 27,3% od 15 hektarów wzwyż. Główną dziedziną rolnictwa w Gminie jest hodowla bydła mlecznego, co wpływa na rozwój dziedziny mleczarskiej. Produkcja roślinna, będąca drugim ważnym kierunkiem rozwoju lokalnego rolnictwa, opiera się tu głównie na uprawie kukurydzy i zbóż. Warto również nadmienić, że </w:t>
      </w:r>
      <w:r>
        <w:br/>
        <w:t xml:space="preserve">w świetle danych PSP z 2010 roku, aż 81,4% wszystkich gospodarstw rolnych posiadało dochody z działalności rolniczej. </w:t>
      </w:r>
    </w:p>
    <w:p w:rsidR="00EF4EB3" w:rsidRDefault="00EF4EB3" w:rsidP="00197D1F">
      <w:r>
        <w:t xml:space="preserve">Warto zauważyć, że nowoczesne rolnictwo charakteryzuje się niewielkim potencjałem zatrudnieniowym. Opiera się bowiem w dużej mierze na wydajnych maszynach oraz nowatorskich sposobach uprawy roślin czy hodowli, które w znacznie mniejszym stopniu niż kiedyś wymagają siły ludzkich rąk. Powoduje to, że w rolnictwie nie powstaje wiele stałych, całorocznych miejsc pracy. Podobnie jest z turystyką. Zatrudnienie w niej ma najczęściej sezonowy charakter i jest w dużej mierze uzależnione od czasu trwania pór roku oraz pogody. W Gminie Lidzbark Warmiński w 2014 roku, według danych GUS, znajdowały się </w:t>
      </w:r>
      <w:r>
        <w:br/>
        <w:t>4 turystyczne obiekty noclegowe, które dysponowały 222 miejscami noclegowymi. W ciągu całego roku odnotowano 2 338 korzystających z nich osób, natomiast liczba sprzedanych noclegów ukształtowała się na poziomie 12 099. W skali całego roku nie jest to dużo. Warto jednak zaznaczyć, że dane GUS nie obejmują kwater prywatnych i gospodarstw agroturystycznych, które dysponują mniejszą niż 10 liczbą miejsc noclegowych, wobec czego kompleksowe scharakteryzowanie tego typu działalności mieszkańców nie jest możliwe.</w:t>
      </w:r>
    </w:p>
    <w:p w:rsidR="00EF4EB3" w:rsidRDefault="00EF4EB3" w:rsidP="00197D1F">
      <w:r>
        <w:t xml:space="preserve">Istotnym obszarem rozwoju lokalnej gospodarki jest przedsiębiorczość. W 2015 roku </w:t>
      </w:r>
      <w:r>
        <w:br/>
        <w:t>w rejestrze REGON figurowało 341 podmiotów z terenu Gminy. W 2014 roku</w:t>
      </w:r>
      <w:r>
        <w:rPr>
          <w:rStyle w:val="FootnoteReference"/>
        </w:rPr>
        <w:footnoteReference w:id="3"/>
      </w:r>
      <w:r>
        <w:t xml:space="preserve"> na każdy 1 000 mieszkańców przypadało tu 48 podmiotów, natomiast na 1 000 osób w wieku produkcyjnym – 72,8. Wartości te dawały Gminie odpowiednio 93 i 98 miejsce wśród jednostek samorządu terytorialnego tego samego szczebla w województwie warmińsko-mazurskim. </w:t>
      </w:r>
    </w:p>
    <w:p w:rsidR="00EF4EB3" w:rsidRDefault="00EF4EB3" w:rsidP="00197D1F">
      <w:r>
        <w:t xml:space="preserve">W latach 2012-2015 nie odnotowano znaczących zmian liczby ani struktury podmiotów </w:t>
      </w:r>
      <w:r>
        <w:br/>
        <w:t xml:space="preserve">z obszaru Gminy. Zdecydowanie największa ich część funkcjonuje w sekcji G </w:t>
      </w:r>
      <w:r>
        <w:rPr>
          <w:i/>
        </w:rPr>
        <w:t>Handel hurtowy i detaliczny; naprawa pojazdów samochodowych, włączając motocykle</w:t>
      </w:r>
      <w:r>
        <w:t xml:space="preserve"> – 76 podmiotów (22,3%); w dalszej kolejności należy wskazać sekcję C </w:t>
      </w:r>
      <w:r>
        <w:rPr>
          <w:i/>
        </w:rPr>
        <w:t xml:space="preserve">Przetwórstwo przemysłowe </w:t>
      </w:r>
      <w:r>
        <w:t xml:space="preserve">– 47 podmiotów (13,8%) oraz sekcję F </w:t>
      </w:r>
      <w:r>
        <w:rPr>
          <w:i/>
        </w:rPr>
        <w:t xml:space="preserve">Budownictwo </w:t>
      </w:r>
      <w:r>
        <w:t xml:space="preserve">– 44 podmioty (10,0%). </w:t>
      </w:r>
    </w:p>
    <w:p w:rsidR="00EF4EB3" w:rsidRDefault="00EF4EB3" w:rsidP="00197D1F">
      <w:pPr>
        <w:pStyle w:val="Caption"/>
        <w:jc w:val="center"/>
        <w:rPr>
          <w:rStyle w:val="Strong"/>
          <w:b/>
          <w:bCs/>
          <w:i w:val="0"/>
        </w:rPr>
      </w:pPr>
      <w:r>
        <w:rPr>
          <w:rStyle w:val="Strong"/>
          <w:b/>
          <w:bCs/>
          <w:i w:val="0"/>
        </w:rPr>
        <w:t xml:space="preserve">Tabela </w:t>
      </w:r>
      <w:r>
        <w:rPr>
          <w:rStyle w:val="Strong"/>
          <w:b/>
          <w:bCs/>
          <w:i w:val="0"/>
        </w:rPr>
        <w:fldChar w:fldCharType="begin"/>
      </w:r>
      <w:r>
        <w:rPr>
          <w:rStyle w:val="Strong"/>
          <w:b/>
          <w:bCs/>
          <w:i w:val="0"/>
        </w:rPr>
        <w:instrText xml:space="preserve"> SEQ Tabela \* ARABIC </w:instrText>
      </w:r>
      <w:r>
        <w:rPr>
          <w:rStyle w:val="Strong"/>
          <w:b/>
          <w:bCs/>
          <w:i w:val="0"/>
        </w:rPr>
        <w:fldChar w:fldCharType="separate"/>
      </w:r>
      <w:r>
        <w:rPr>
          <w:rStyle w:val="Strong"/>
          <w:b/>
          <w:bCs/>
          <w:i w:val="0"/>
          <w:noProof/>
        </w:rPr>
        <w:t>2</w:t>
      </w:r>
      <w:r>
        <w:rPr>
          <w:rStyle w:val="Strong"/>
          <w:b/>
          <w:bCs/>
          <w:i w:val="0"/>
        </w:rPr>
        <w:fldChar w:fldCharType="end"/>
      </w:r>
      <w:r>
        <w:rPr>
          <w:rStyle w:val="Strong"/>
          <w:b/>
          <w:bCs/>
          <w:i w:val="0"/>
        </w:rPr>
        <w:t>. Wybrane dane dotyczące podmiotów gospodarki narodowej w Gminie Lidzbark Warmiński</w:t>
      </w:r>
    </w:p>
    <w:tbl>
      <w:tblPr>
        <w:tblW w:w="8897"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5920"/>
        <w:gridCol w:w="992"/>
        <w:gridCol w:w="993"/>
        <w:gridCol w:w="992"/>
      </w:tblGrid>
      <w:tr w:rsidR="00EF4EB3" w:rsidTr="00197D1F">
        <w:trPr>
          <w:trHeight w:val="255"/>
          <w:jc w:val="center"/>
        </w:trPr>
        <w:tc>
          <w:tcPr>
            <w:tcW w:w="5920" w:type="dxa"/>
            <w:noWrap/>
          </w:tcPr>
          <w:p w:rsidR="00EF4EB3" w:rsidRDefault="00EF4EB3">
            <w:pPr>
              <w:jc w:val="center"/>
              <w:rPr>
                <w:szCs w:val="20"/>
              </w:rPr>
            </w:pPr>
            <w:r>
              <w:rPr>
                <w:b/>
                <w:bCs/>
                <w:sz w:val="20"/>
                <w:szCs w:val="20"/>
              </w:rPr>
              <w:t>Wyszczególnienie</w:t>
            </w:r>
          </w:p>
        </w:tc>
        <w:tc>
          <w:tcPr>
            <w:tcW w:w="992" w:type="dxa"/>
            <w:noWrap/>
          </w:tcPr>
          <w:p w:rsidR="00EF4EB3" w:rsidRDefault="00EF4EB3">
            <w:pPr>
              <w:jc w:val="center"/>
              <w:rPr>
                <w:b/>
                <w:bCs/>
                <w:sz w:val="20"/>
                <w:szCs w:val="20"/>
              </w:rPr>
            </w:pPr>
            <w:r>
              <w:rPr>
                <w:b/>
                <w:bCs/>
                <w:sz w:val="20"/>
                <w:szCs w:val="20"/>
              </w:rPr>
              <w:t>2012</w:t>
            </w:r>
          </w:p>
        </w:tc>
        <w:tc>
          <w:tcPr>
            <w:tcW w:w="993" w:type="dxa"/>
            <w:noWrap/>
          </w:tcPr>
          <w:p w:rsidR="00EF4EB3" w:rsidRDefault="00EF4EB3">
            <w:pPr>
              <w:jc w:val="center"/>
              <w:rPr>
                <w:b/>
                <w:bCs/>
                <w:sz w:val="20"/>
                <w:szCs w:val="20"/>
              </w:rPr>
            </w:pPr>
            <w:r>
              <w:rPr>
                <w:b/>
                <w:bCs/>
                <w:sz w:val="20"/>
                <w:szCs w:val="20"/>
              </w:rPr>
              <w:t>2013</w:t>
            </w:r>
          </w:p>
        </w:tc>
        <w:tc>
          <w:tcPr>
            <w:tcW w:w="992" w:type="dxa"/>
            <w:noWrap/>
          </w:tcPr>
          <w:p w:rsidR="00EF4EB3" w:rsidRDefault="00EF4EB3">
            <w:pPr>
              <w:jc w:val="center"/>
              <w:rPr>
                <w:b/>
                <w:bCs/>
                <w:sz w:val="20"/>
                <w:szCs w:val="20"/>
              </w:rPr>
            </w:pPr>
            <w:r>
              <w:rPr>
                <w:b/>
                <w:bCs/>
                <w:sz w:val="20"/>
                <w:szCs w:val="20"/>
              </w:rPr>
              <w:t>2014</w:t>
            </w:r>
          </w:p>
        </w:tc>
      </w:tr>
      <w:tr w:rsidR="00EF4EB3" w:rsidTr="00197D1F">
        <w:trPr>
          <w:trHeight w:val="255"/>
          <w:jc w:val="center"/>
        </w:trPr>
        <w:tc>
          <w:tcPr>
            <w:tcW w:w="5920" w:type="dxa"/>
            <w:noWrap/>
          </w:tcPr>
          <w:p w:rsidR="00EF4EB3" w:rsidRDefault="00EF4EB3">
            <w:pPr>
              <w:rPr>
                <w:bCs/>
                <w:sz w:val="20"/>
                <w:szCs w:val="20"/>
              </w:rPr>
            </w:pPr>
            <w:r>
              <w:rPr>
                <w:bCs/>
                <w:sz w:val="20"/>
                <w:szCs w:val="20"/>
              </w:rPr>
              <w:t>Podmioty na 1 000 ludności</w:t>
            </w:r>
          </w:p>
        </w:tc>
        <w:tc>
          <w:tcPr>
            <w:tcW w:w="992" w:type="dxa"/>
            <w:noWrap/>
          </w:tcPr>
          <w:p w:rsidR="00EF4EB3" w:rsidRDefault="00EF4EB3">
            <w:pPr>
              <w:jc w:val="center"/>
              <w:rPr>
                <w:sz w:val="20"/>
                <w:szCs w:val="20"/>
              </w:rPr>
            </w:pPr>
            <w:r>
              <w:rPr>
                <w:sz w:val="20"/>
                <w:szCs w:val="20"/>
              </w:rPr>
              <w:t>44</w:t>
            </w:r>
          </w:p>
        </w:tc>
        <w:tc>
          <w:tcPr>
            <w:tcW w:w="993" w:type="dxa"/>
            <w:noWrap/>
          </w:tcPr>
          <w:p w:rsidR="00EF4EB3" w:rsidRDefault="00EF4EB3">
            <w:pPr>
              <w:jc w:val="center"/>
              <w:rPr>
                <w:sz w:val="20"/>
                <w:szCs w:val="20"/>
              </w:rPr>
            </w:pPr>
            <w:r>
              <w:rPr>
                <w:sz w:val="20"/>
                <w:szCs w:val="20"/>
              </w:rPr>
              <w:t>46</w:t>
            </w:r>
          </w:p>
        </w:tc>
        <w:tc>
          <w:tcPr>
            <w:tcW w:w="992" w:type="dxa"/>
            <w:noWrap/>
          </w:tcPr>
          <w:p w:rsidR="00EF4EB3" w:rsidRDefault="00EF4EB3">
            <w:pPr>
              <w:jc w:val="center"/>
              <w:rPr>
                <w:sz w:val="20"/>
                <w:szCs w:val="20"/>
              </w:rPr>
            </w:pPr>
            <w:r>
              <w:rPr>
                <w:sz w:val="20"/>
                <w:szCs w:val="20"/>
              </w:rPr>
              <w:t>48</w:t>
            </w:r>
          </w:p>
        </w:tc>
      </w:tr>
      <w:tr w:rsidR="00EF4EB3" w:rsidTr="00197D1F">
        <w:trPr>
          <w:trHeight w:val="255"/>
          <w:jc w:val="center"/>
        </w:trPr>
        <w:tc>
          <w:tcPr>
            <w:tcW w:w="5920" w:type="dxa"/>
            <w:noWrap/>
          </w:tcPr>
          <w:p w:rsidR="00EF4EB3" w:rsidRDefault="00EF4EB3">
            <w:pPr>
              <w:rPr>
                <w:bCs/>
                <w:sz w:val="20"/>
                <w:szCs w:val="20"/>
              </w:rPr>
            </w:pPr>
            <w:r>
              <w:rPr>
                <w:bCs/>
                <w:sz w:val="20"/>
                <w:szCs w:val="20"/>
              </w:rPr>
              <w:t>Podmioty na 1 000 mieszkańców w wieku produkcyjnym</w:t>
            </w:r>
          </w:p>
        </w:tc>
        <w:tc>
          <w:tcPr>
            <w:tcW w:w="992" w:type="dxa"/>
            <w:noWrap/>
          </w:tcPr>
          <w:p w:rsidR="00EF4EB3" w:rsidRDefault="00EF4EB3">
            <w:pPr>
              <w:jc w:val="center"/>
              <w:rPr>
                <w:sz w:val="20"/>
                <w:szCs w:val="20"/>
              </w:rPr>
            </w:pPr>
            <w:r>
              <w:rPr>
                <w:sz w:val="20"/>
                <w:szCs w:val="20"/>
              </w:rPr>
              <w:t>66,1</w:t>
            </w:r>
          </w:p>
        </w:tc>
        <w:tc>
          <w:tcPr>
            <w:tcW w:w="993" w:type="dxa"/>
            <w:noWrap/>
          </w:tcPr>
          <w:p w:rsidR="00EF4EB3" w:rsidRDefault="00EF4EB3">
            <w:pPr>
              <w:jc w:val="center"/>
              <w:rPr>
                <w:sz w:val="20"/>
                <w:szCs w:val="20"/>
              </w:rPr>
            </w:pPr>
            <w:r>
              <w:rPr>
                <w:sz w:val="20"/>
                <w:szCs w:val="20"/>
              </w:rPr>
              <w:t>69,2</w:t>
            </w:r>
          </w:p>
        </w:tc>
        <w:tc>
          <w:tcPr>
            <w:tcW w:w="992" w:type="dxa"/>
            <w:noWrap/>
          </w:tcPr>
          <w:p w:rsidR="00EF4EB3" w:rsidRDefault="00EF4EB3">
            <w:pPr>
              <w:jc w:val="center"/>
              <w:rPr>
                <w:sz w:val="20"/>
                <w:szCs w:val="20"/>
              </w:rPr>
            </w:pPr>
            <w:r>
              <w:rPr>
                <w:sz w:val="20"/>
                <w:szCs w:val="20"/>
              </w:rPr>
              <w:t>72,8</w:t>
            </w:r>
          </w:p>
        </w:tc>
      </w:tr>
      <w:tr w:rsidR="00EF4EB3" w:rsidTr="00197D1F">
        <w:trPr>
          <w:trHeight w:val="255"/>
          <w:jc w:val="center"/>
        </w:trPr>
        <w:tc>
          <w:tcPr>
            <w:tcW w:w="5920" w:type="dxa"/>
            <w:noWrap/>
          </w:tcPr>
          <w:p w:rsidR="00EF4EB3" w:rsidRDefault="00EF4EB3">
            <w:pPr>
              <w:rPr>
                <w:bCs/>
                <w:sz w:val="20"/>
                <w:szCs w:val="20"/>
              </w:rPr>
            </w:pPr>
            <w:r>
              <w:rPr>
                <w:bCs/>
                <w:sz w:val="20"/>
                <w:szCs w:val="20"/>
              </w:rPr>
              <w:t>Osoby fiz. prowadzące działalność gospodarczą na 1 000 ludności</w:t>
            </w:r>
          </w:p>
        </w:tc>
        <w:tc>
          <w:tcPr>
            <w:tcW w:w="992" w:type="dxa"/>
            <w:noWrap/>
          </w:tcPr>
          <w:p w:rsidR="00EF4EB3" w:rsidRDefault="00EF4EB3">
            <w:pPr>
              <w:jc w:val="center"/>
              <w:rPr>
                <w:sz w:val="20"/>
                <w:szCs w:val="20"/>
              </w:rPr>
            </w:pPr>
            <w:r>
              <w:rPr>
                <w:sz w:val="20"/>
                <w:szCs w:val="20"/>
              </w:rPr>
              <w:t>31</w:t>
            </w:r>
          </w:p>
        </w:tc>
        <w:tc>
          <w:tcPr>
            <w:tcW w:w="993" w:type="dxa"/>
            <w:noWrap/>
          </w:tcPr>
          <w:p w:rsidR="00EF4EB3" w:rsidRDefault="00EF4EB3">
            <w:pPr>
              <w:jc w:val="center"/>
              <w:rPr>
                <w:sz w:val="20"/>
                <w:szCs w:val="20"/>
              </w:rPr>
            </w:pPr>
            <w:r>
              <w:rPr>
                <w:sz w:val="20"/>
                <w:szCs w:val="20"/>
              </w:rPr>
              <w:t>32</w:t>
            </w:r>
          </w:p>
        </w:tc>
        <w:tc>
          <w:tcPr>
            <w:tcW w:w="992" w:type="dxa"/>
            <w:noWrap/>
          </w:tcPr>
          <w:p w:rsidR="00EF4EB3" w:rsidRDefault="00EF4EB3">
            <w:pPr>
              <w:jc w:val="center"/>
              <w:rPr>
                <w:sz w:val="20"/>
                <w:szCs w:val="20"/>
              </w:rPr>
            </w:pPr>
            <w:r>
              <w:rPr>
                <w:sz w:val="20"/>
                <w:szCs w:val="20"/>
              </w:rPr>
              <w:t>34</w:t>
            </w:r>
          </w:p>
        </w:tc>
      </w:tr>
      <w:tr w:rsidR="00EF4EB3" w:rsidTr="00197D1F">
        <w:trPr>
          <w:trHeight w:val="255"/>
          <w:jc w:val="center"/>
        </w:trPr>
        <w:tc>
          <w:tcPr>
            <w:tcW w:w="5920" w:type="dxa"/>
            <w:noWrap/>
          </w:tcPr>
          <w:p w:rsidR="00EF4EB3" w:rsidRDefault="00EF4EB3">
            <w:pPr>
              <w:rPr>
                <w:bCs/>
                <w:sz w:val="20"/>
                <w:szCs w:val="20"/>
              </w:rPr>
            </w:pPr>
            <w:r>
              <w:rPr>
                <w:bCs/>
                <w:sz w:val="20"/>
                <w:szCs w:val="20"/>
              </w:rPr>
              <w:t>Osoby fiz. prowadzące działalność gospodarczą na 100 osób w wieku produkcyjnym</w:t>
            </w:r>
          </w:p>
        </w:tc>
        <w:tc>
          <w:tcPr>
            <w:tcW w:w="992" w:type="dxa"/>
            <w:noWrap/>
          </w:tcPr>
          <w:p w:rsidR="00EF4EB3" w:rsidRDefault="00EF4EB3">
            <w:pPr>
              <w:jc w:val="center"/>
              <w:rPr>
                <w:sz w:val="20"/>
                <w:szCs w:val="20"/>
              </w:rPr>
            </w:pPr>
            <w:r>
              <w:rPr>
                <w:sz w:val="20"/>
                <w:szCs w:val="20"/>
              </w:rPr>
              <w:t>4,7</w:t>
            </w:r>
          </w:p>
        </w:tc>
        <w:tc>
          <w:tcPr>
            <w:tcW w:w="993" w:type="dxa"/>
            <w:noWrap/>
          </w:tcPr>
          <w:p w:rsidR="00EF4EB3" w:rsidRDefault="00EF4EB3">
            <w:pPr>
              <w:jc w:val="center"/>
              <w:rPr>
                <w:sz w:val="20"/>
                <w:szCs w:val="20"/>
              </w:rPr>
            </w:pPr>
            <w:r>
              <w:rPr>
                <w:sz w:val="20"/>
                <w:szCs w:val="20"/>
              </w:rPr>
              <w:t>4,8</w:t>
            </w:r>
          </w:p>
        </w:tc>
        <w:tc>
          <w:tcPr>
            <w:tcW w:w="992" w:type="dxa"/>
            <w:noWrap/>
          </w:tcPr>
          <w:p w:rsidR="00EF4EB3" w:rsidRDefault="00EF4EB3">
            <w:pPr>
              <w:jc w:val="center"/>
              <w:rPr>
                <w:sz w:val="20"/>
                <w:szCs w:val="20"/>
              </w:rPr>
            </w:pPr>
            <w:r>
              <w:rPr>
                <w:sz w:val="20"/>
                <w:szCs w:val="20"/>
              </w:rPr>
              <w:t>5,1</w:t>
            </w:r>
          </w:p>
        </w:tc>
      </w:tr>
    </w:tbl>
    <w:p w:rsidR="00EF4EB3" w:rsidRDefault="00EF4EB3" w:rsidP="00197D1F">
      <w:pPr>
        <w:pStyle w:val="Caption"/>
      </w:pPr>
      <w:r>
        <w:t>Źródło: opracowanie własne na podstawie BDL GUS.</w:t>
      </w:r>
    </w:p>
    <w:p w:rsidR="00EF4EB3" w:rsidRDefault="00EF4EB3" w:rsidP="00197D1F">
      <w:r>
        <w:t xml:space="preserve">Warto zwrócić uwagę na to, że większość podmiotów gospodarki narodowej funkcjonujących w Gminie Lidzbark Warmiński to mikro- i małe przedsiębiorstwa. W 2015 roku aż 92,1% (329) stanowiły podmioty zatrudniające do 9 osób, 3,2% to podmioty o wielkości zatrudnienia od 10 do 49 osób, natomiast powyżej 50 pracowników zatrudniało jedynie 0,3% podmiotów. Osoby fizyczne prowadzące działalność gospodarczą, w liczbie 242, stanowiły 71,0% wszystkich podmiotów. Aspekt przedsiębiorczości mieszkańców jest tu bardzo ważny, jednak należy pamiętać, że działalność gospodarcza osób fizycznych w warunkach niepewności rynkowej oparta jest na samozatrudnieniu i ma niewielką zdolność do generowania stałych miejsc pracy. Z perspektywy kondycji lokalnego rynku pracy korzystniejsze jest funkcjonowanie średnich i dużych przedsiębiorstw, które mają potencjał zatrudnieniowy </w:t>
      </w:r>
      <w:r>
        <w:br/>
        <w:t xml:space="preserve">i większą zdolność do tworzenia i utrzymania stałych miejsc pracy niż jednoosobowe działalności. </w:t>
      </w:r>
    </w:p>
    <w:p w:rsidR="00EF4EB3" w:rsidRDefault="00EF4EB3" w:rsidP="00197D1F">
      <w:r>
        <w:t xml:space="preserve">W zakresie uwarunkowań gospodarczych, istotny jest również fakt, że na terenie Gminy funkcjonowało 9 Państwowych Gospodarstw Rolnych – w miejscowościach Budniki, Koniewo-Osada, Marków, Morawa, Pilnik, Redy-Osada, Widryki, Wróblik i Zaręby. Dla niektórych mieszkańców PGR był bowiem ostatnim miejscem pracy. W momencie jego likwidacji, osoby bez kwalifikacji zawodowych oraz kompetencji pozwalających poruszać się po rynku pracy w warunkach konkurencji, zostały niejako skazane na bezrobocie i marazm </w:t>
      </w:r>
      <w:r>
        <w:br/>
        <w:t>w miejscach zamieszkania. Co prawda, w okresie 25 lat od zmiany ustrojowej w Polsce nastąpiły silne przemiany gospodarcze, społeczne i kulturowe, które dotknęły również obszary wiejskie. Jednakże proces ten przyniósł ze sobą zarówno pozytywne jak i negatywne skutki. „Te pierwsze wiążą się ze wzrostem poziomu wykształcenia mieszkańców, intensywnym rozwojem pozarolniczej działalności gospodarczej, rozbudową systemów infrastruktury technicznej czy wzrostem aktywności społeczności lokalnej. Z kolei te drugie łączą się między innymi z nasilonym procesem odpływu migracyjnego młodych osób, spadkiem dochodów uzyskiwanych z produkcji rolniczej czy społecznymi i ekonomicznymi konsekwencjami zjawiska bezrobocia”</w:t>
      </w:r>
      <w:r>
        <w:rPr>
          <w:vertAlign w:val="superscript"/>
        </w:rPr>
        <w:footnoteReference w:id="4"/>
      </w:r>
      <w:r>
        <w:t>.</w:t>
      </w:r>
    </w:p>
    <w:p w:rsidR="00EF4EB3" w:rsidRDefault="00EF4EB3" w:rsidP="00197D1F">
      <w:r>
        <w:t xml:space="preserve">O sytuacji społeczno-ekonomicznej danego obszaru może świadczyć wysokość stopy bezrobocia oraz jej relacja w stosunku do wartości krajowych i wojewódzkich. Obrazuje ona procentowy stosunek liczby ludności bezrobotnej do liczby ludności aktywnej zawodowo. </w:t>
      </w:r>
      <w:r>
        <w:br/>
        <w:t xml:space="preserve">W związku z tym, iż stopa bezrobocia nie jest wyliczana na poziomie gminy, analizie poddano kształtowanie się tego wskaźnika w powiecie lidzbarskim. Na koniec grudnia 2015 roku stopa bezrobocia wyniosła tu 22,2%, co oznacza, że była wyższa od jej wartości w województwie </w:t>
      </w:r>
      <w:r>
        <w:br/>
        <w:t>(o 5,9 punktu) i w kraju (o 12,4 punktu). Pozytywny jest tu fakt zmniejszenia się stopy bezrobocia w powiecie w latach 2011-2015 o 3,6 punktu, jednak nadal powiat lidzbarski znajduje się w grupie powiatów o trudnej sytuacji na lokalnym rynku pracy.</w:t>
      </w:r>
    </w:p>
    <w:p w:rsidR="00EF4EB3" w:rsidRDefault="00EF4EB3" w:rsidP="00197D1F">
      <w:pPr>
        <w:pStyle w:val="Caption"/>
        <w:jc w:val="center"/>
        <w:rPr>
          <w:b/>
          <w:bCs/>
          <w:i w:val="0"/>
          <w:sz w:val="20"/>
        </w:rPr>
      </w:pPr>
      <w:r>
        <w:rPr>
          <w:rStyle w:val="Strong"/>
          <w:b/>
          <w:bCs/>
          <w:i w:val="0"/>
        </w:rPr>
        <w:t xml:space="preserve">Wykres </w:t>
      </w:r>
      <w:r>
        <w:rPr>
          <w:rStyle w:val="Strong"/>
          <w:b/>
          <w:bCs/>
          <w:i w:val="0"/>
        </w:rPr>
        <w:fldChar w:fldCharType="begin"/>
      </w:r>
      <w:r>
        <w:rPr>
          <w:rStyle w:val="Strong"/>
          <w:b/>
          <w:bCs/>
          <w:i w:val="0"/>
        </w:rPr>
        <w:instrText xml:space="preserve"> SEQ Wykres \* ARABIC </w:instrText>
      </w:r>
      <w:r>
        <w:rPr>
          <w:rStyle w:val="Strong"/>
          <w:b/>
          <w:bCs/>
          <w:i w:val="0"/>
        </w:rPr>
        <w:fldChar w:fldCharType="separate"/>
      </w:r>
      <w:r>
        <w:rPr>
          <w:rStyle w:val="Strong"/>
          <w:b/>
          <w:bCs/>
          <w:i w:val="0"/>
          <w:noProof/>
        </w:rPr>
        <w:t>3</w:t>
      </w:r>
      <w:r>
        <w:rPr>
          <w:rStyle w:val="Strong"/>
          <w:b/>
          <w:bCs/>
          <w:i w:val="0"/>
        </w:rPr>
        <w:fldChar w:fldCharType="end"/>
      </w:r>
      <w:r>
        <w:rPr>
          <w:rStyle w:val="Strong"/>
          <w:b/>
          <w:bCs/>
          <w:i w:val="0"/>
        </w:rPr>
        <w:t>. Stopa bezrobocia w kraju, województwie i powiecie lidzbarskim w latach 2011-2015</w:t>
      </w:r>
    </w:p>
    <w:p w:rsidR="00EF4EB3" w:rsidRDefault="00EF4EB3" w:rsidP="00197D1F">
      <w:pPr>
        <w:pStyle w:val="Caption"/>
      </w:pPr>
      <w:r w:rsidRPr="00C87BAB">
        <w:rPr>
          <w:noProof/>
          <w:lang w:eastAsia="pl-PL"/>
        </w:rPr>
        <w:pict>
          <v:shape id="Wykres 9" o:spid="_x0000_i1028" type="#_x0000_t75" style="width:449.25pt;height:144.75pt;visibility:visible" o:gfxdata="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">
            <v:imagedata r:id="rId49" o:title="" croptop="-2067f" cropbottom="-1899f" cropleft="-699f" cropright="-6810f"/>
            <o:lock v:ext="edit" aspectratio="f"/>
          </v:shape>
        </w:pict>
      </w:r>
      <w:r>
        <w:br/>
        <w:t>Źródło: opracowanie własne na podstawie BDL GUS.</w:t>
      </w:r>
    </w:p>
    <w:p w:rsidR="00EF4EB3" w:rsidRDefault="00EF4EB3" w:rsidP="00197D1F">
      <w:r>
        <w:t xml:space="preserve">Świadczą o tym również dane dotyczące bezrobocia rejestrowanego w Gminie Lidzbark Warmiński. Według stanu na 31 grudnia 2015 roku w rejestrze Powiatowego Urzędu Pracy </w:t>
      </w:r>
      <w:r>
        <w:br/>
        <w:t xml:space="preserve">w Lidzbarku Warmińskim zarejestrowanych było 525 bezrobotnych z terenu Gminy, czyli </w:t>
      </w:r>
      <w:r>
        <w:br/>
        <w:t>o 174 osób (o 24,9%) mniej niż w 2013 roku. Pomimo dość systematycznego spadku liczby bezrobotnych, na wysokim poziomie utrzymuje się wskaźnik udziału tych osób w strukturze ludności w wieku produkcyjnym – w 2014 roku wynosił on 13,4% i w porównaniu do 2012 roku zmniejszył się o 0,2 punktu.</w:t>
      </w:r>
    </w:p>
    <w:p w:rsidR="00EF4EB3" w:rsidRDefault="00EF4EB3" w:rsidP="00197D1F">
      <w:pPr>
        <w:pStyle w:val="Heading2"/>
      </w:pPr>
      <w:bookmarkStart w:id="6" w:name="_Toc455144221"/>
      <w:r>
        <w:t>1.4. Aktywność obywatelska i społeczna</w:t>
      </w:r>
      <w:bookmarkEnd w:id="6"/>
    </w:p>
    <w:p w:rsidR="00EF4EB3" w:rsidRDefault="00EF4EB3" w:rsidP="00197D1F">
      <w:r>
        <w:t>„Miejscem nabywania doświadczeń i umiejętności społecznych są dobrowolne organizacje, działania i kontakty, które wypełniają przestrzeń między jednostką a społeczeństwem, obywatelem a państwem; ich sieć tworzy to co nazywamy samoorganizującym się społeczeństwem obywatelskim”</w:t>
      </w:r>
      <w:r>
        <w:rPr>
          <w:rStyle w:val="FootnoteReference"/>
          <w:szCs w:val="20"/>
        </w:rPr>
        <w:footnoteReference w:id="5"/>
      </w:r>
      <w:r>
        <w:t xml:space="preserve">. Zaangażowanie społeczne może więc przyjmować różnorodne formy – od pomocy sąsiedzkiej i dbałości o czystość najbliższego otoczenia, poprzez działalność w grupach nieformalnych, członkostwo w organizacjach pozarządowych, wolontariat, udział w wyborach i referendach, aż po aktywność w kreowaniu lokalnych polityk publicznych, wyrażającą się np. w inicjowaniu i udziale w konsultacjach społecznych. </w:t>
      </w:r>
    </w:p>
    <w:p w:rsidR="00EF4EB3" w:rsidRDefault="00EF4EB3" w:rsidP="00197D1F">
      <w:r>
        <w:t xml:space="preserve">Za najbardziej powszechne doświadczenie obywatelskie można uznać udział w wyborach. Porównanie wysokości uzyskanej frekwencji w wyborach, jakie miały miejsce w ostatnich latach, okazuje się, że największym zainteresowaniem w Gminie Lidzbark Warmiński cieszą się wybory samorządowe – w 2014 roku frekwencja wyniosła tu bowiem 51,91%, podczas gdy w województwie warmińsko-mazurskim 46,93%. Dużo niższą frekwencję odnotowano </w:t>
      </w:r>
      <w:r>
        <w:br/>
        <w:t>w przypadku drugiej tury wyborów prezydenckich w 2015 roku (36,28%) oraz w wyborach do Sejmu, które odbyły się w tym samym roku (31,99%).</w:t>
      </w:r>
      <w:r>
        <w:rPr>
          <w:szCs w:val="24"/>
        </w:rPr>
        <w:t xml:space="preserve"> Taka tendencja jest dość zaskakująca, biorąc pod uwagę jej odzwierciedlenie na poziomie całego kraju. Paradoksalnie bowiem </w:t>
      </w:r>
      <w:r>
        <w:rPr>
          <w:szCs w:val="24"/>
        </w:rPr>
        <w:br/>
        <w:t>w Polsce występuje zjawisko niższego uczestnictwa uprawnionych w wyborach samorządowych w porównaniu z wyborami parlamentarnymi oraz prezydenckimi. Wybory lokalne są istotne ze względu na bliskość przestrzenną i społeczną spraw i osób, których dotyczą. Często jednak większe znaczenie odgrywają ogólnokrajowe kampanie medialne</w:t>
      </w:r>
      <w:r>
        <w:rPr>
          <w:rStyle w:val="FootnoteReference"/>
          <w:szCs w:val="24"/>
        </w:rPr>
        <w:footnoteReference w:id="6"/>
      </w:r>
      <w:r>
        <w:rPr>
          <w:szCs w:val="24"/>
        </w:rPr>
        <w:t xml:space="preserve">. </w:t>
      </w:r>
    </w:p>
    <w:p w:rsidR="00EF4EB3" w:rsidRDefault="00EF4EB3" w:rsidP="00197D1F">
      <w:pPr>
        <w:pStyle w:val="Caption"/>
        <w:jc w:val="center"/>
        <w:rPr>
          <w:b/>
          <w:bCs/>
          <w:i w:val="0"/>
          <w:sz w:val="20"/>
        </w:rPr>
      </w:pPr>
      <w:r>
        <w:rPr>
          <w:rStyle w:val="Strong"/>
          <w:b/>
          <w:bCs/>
          <w:i w:val="0"/>
        </w:rPr>
        <w:t xml:space="preserve">Wykres </w:t>
      </w:r>
      <w:r>
        <w:rPr>
          <w:rStyle w:val="Strong"/>
          <w:b/>
          <w:bCs/>
          <w:i w:val="0"/>
        </w:rPr>
        <w:fldChar w:fldCharType="begin"/>
      </w:r>
      <w:r>
        <w:rPr>
          <w:rStyle w:val="Strong"/>
          <w:b/>
          <w:bCs/>
          <w:i w:val="0"/>
        </w:rPr>
        <w:instrText xml:space="preserve"> SEQ Wykres \* ARABIC </w:instrText>
      </w:r>
      <w:r>
        <w:rPr>
          <w:rStyle w:val="Strong"/>
          <w:b/>
          <w:bCs/>
          <w:i w:val="0"/>
        </w:rPr>
        <w:fldChar w:fldCharType="separate"/>
      </w:r>
      <w:r>
        <w:rPr>
          <w:rStyle w:val="Strong"/>
          <w:b/>
          <w:bCs/>
          <w:i w:val="0"/>
          <w:noProof/>
        </w:rPr>
        <w:t>4</w:t>
      </w:r>
      <w:r>
        <w:rPr>
          <w:rStyle w:val="Strong"/>
          <w:b/>
          <w:bCs/>
          <w:i w:val="0"/>
        </w:rPr>
        <w:fldChar w:fldCharType="end"/>
      </w:r>
      <w:r>
        <w:rPr>
          <w:rStyle w:val="Strong"/>
          <w:b/>
          <w:bCs/>
          <w:i w:val="0"/>
        </w:rPr>
        <w:t>. Frekwencja w wyborach w Gminie Lidzbark Warmiński, powiecie lidzbarskim, województwie warmińsko-mazurskim i Polsce</w:t>
      </w:r>
    </w:p>
    <w:p w:rsidR="00EF4EB3" w:rsidRDefault="00EF4EB3" w:rsidP="00197D1F">
      <w:pPr>
        <w:pStyle w:val="Caption"/>
      </w:pPr>
      <w:r w:rsidRPr="00C87BAB">
        <w:rPr>
          <w:noProof/>
          <w:lang w:eastAsia="pl-PL"/>
        </w:rPr>
        <w:pict>
          <v:shape id="Wykres 8" o:spid="_x0000_i1029" type="#_x0000_t75" style="width:444.75pt;height:143.25pt;visibility:visible" o:gfxdata="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">
            <v:imagedata r:id="rId50" o:title="" croptop="-1404f" cropbottom="-3656f" cropleft="-678f" cropright="-3878f"/>
            <o:lock v:ext="edit" aspectratio="f"/>
          </v:shape>
        </w:pict>
      </w:r>
    </w:p>
    <w:p w:rsidR="00EF4EB3" w:rsidRDefault="00EF4EB3" w:rsidP="00197D1F">
      <w:pPr>
        <w:pStyle w:val="Caption"/>
      </w:pPr>
      <w:r>
        <w:t>Źródło: opracowanie własne na podstawie pkw.gov.pl.</w:t>
      </w:r>
    </w:p>
    <w:p w:rsidR="00EF4EB3" w:rsidRDefault="00EF4EB3" w:rsidP="00197D1F">
      <w:r>
        <w:t>Pod względem rozwoju społecznego, istotnym obszarem aktywności społeczeństwa jest zaangażowanie w działalność organizacji pozarządowych, czyli osób prawnych bądź jednostek organizacyjnych nie posiadających osobowości prawnej, którym odrębna ustawa przyznaje zdolność prawną, niebędących jednostkami sektora finansów publicznych oraz niedziałających w celu osiągnięcia zysku. W świetle danych Krajowego Rejestru Sądowego (KRS)</w:t>
      </w:r>
      <w:r>
        <w:rPr>
          <w:rStyle w:val="FootnoteReference"/>
        </w:rPr>
        <w:footnoteReference w:id="7"/>
      </w:r>
      <w:r>
        <w:t xml:space="preserve"> siedzibę w miejscowościach na terenie Gminy Lidzbark posiadają 22 organizacje pozarządowe, wśród których istotną rolę odgrywają stowarzyszenia na rzecz szeroko rozumianego rozwoju lokalnego oraz ochotnicze straże pożarne. Warto tu wymienić m.in. następujące</w:t>
      </w:r>
      <w:r>
        <w:rPr>
          <w:rStyle w:val="FootnoteReference"/>
        </w:rPr>
        <w:t xml:space="preserve"> </w:t>
      </w:r>
      <w:r>
        <w:rPr>
          <w:rStyle w:val="FootnoteReference"/>
        </w:rPr>
        <w:footnoteReference w:id="8"/>
      </w:r>
      <w:r>
        <w:t>:</w:t>
      </w:r>
    </w:p>
    <w:p w:rsidR="00EF4EB3" w:rsidRDefault="00EF4EB3" w:rsidP="00197D1F">
      <w:pPr>
        <w:numPr>
          <w:ilvl w:val="0"/>
          <w:numId w:val="3"/>
        </w:numPr>
      </w:pPr>
      <w:r>
        <w:t>Stowarzyszenie „Nasza Kochanówka”,</w:t>
      </w:r>
    </w:p>
    <w:p w:rsidR="00EF4EB3" w:rsidRDefault="00EF4EB3" w:rsidP="00197D1F">
      <w:pPr>
        <w:numPr>
          <w:ilvl w:val="0"/>
          <w:numId w:val="3"/>
        </w:numPr>
      </w:pPr>
      <w:r>
        <w:t>Stowarzyszenie „Razem dla Łaniewa”,</w:t>
      </w:r>
    </w:p>
    <w:p w:rsidR="00EF4EB3" w:rsidRDefault="00EF4EB3" w:rsidP="00197D1F">
      <w:pPr>
        <w:numPr>
          <w:ilvl w:val="0"/>
          <w:numId w:val="3"/>
        </w:numPr>
      </w:pPr>
      <w:r>
        <w:t>Stowarzyszenie „Razem w Kłębowie”,</w:t>
      </w:r>
    </w:p>
    <w:p w:rsidR="00EF4EB3" w:rsidRDefault="00EF4EB3" w:rsidP="00197D1F">
      <w:pPr>
        <w:numPr>
          <w:ilvl w:val="0"/>
          <w:numId w:val="3"/>
        </w:numPr>
      </w:pPr>
      <w:r>
        <w:t>Stowarzyszenie Centrum Inicjatyw Lokalnych „Przestrzeń”,</w:t>
      </w:r>
    </w:p>
    <w:p w:rsidR="00EF4EB3" w:rsidRDefault="00EF4EB3" w:rsidP="00197D1F">
      <w:pPr>
        <w:numPr>
          <w:ilvl w:val="0"/>
          <w:numId w:val="3"/>
        </w:numPr>
      </w:pPr>
      <w:r>
        <w:t>Stowarzyszenie Na Rzecz Rozwoju Miejskiej Woli,</w:t>
      </w:r>
    </w:p>
    <w:p w:rsidR="00EF4EB3" w:rsidRDefault="00EF4EB3" w:rsidP="00197D1F">
      <w:pPr>
        <w:numPr>
          <w:ilvl w:val="0"/>
          <w:numId w:val="3"/>
        </w:numPr>
      </w:pPr>
      <w:r>
        <w:t>Stowarzyszenie Na Rzecz Rozwoju Wsi Babiak,</w:t>
      </w:r>
    </w:p>
    <w:p w:rsidR="00EF4EB3" w:rsidRDefault="00EF4EB3" w:rsidP="00197D1F">
      <w:pPr>
        <w:numPr>
          <w:ilvl w:val="0"/>
          <w:numId w:val="3"/>
        </w:numPr>
      </w:pPr>
      <w:r>
        <w:t>Stowarzyszenie Na Rzecz Rozwoju Wsi Rogóż,</w:t>
      </w:r>
    </w:p>
    <w:p w:rsidR="00EF4EB3" w:rsidRDefault="00EF4EB3" w:rsidP="00197D1F">
      <w:pPr>
        <w:numPr>
          <w:ilvl w:val="0"/>
          <w:numId w:val="3"/>
        </w:numPr>
      </w:pPr>
      <w:r>
        <w:t>Stowarzyszenie Na Rzecz Rozwoju Wsi Sarnowo,</w:t>
      </w:r>
    </w:p>
    <w:p w:rsidR="00EF4EB3" w:rsidRDefault="00EF4EB3" w:rsidP="00197D1F">
      <w:pPr>
        <w:numPr>
          <w:ilvl w:val="0"/>
          <w:numId w:val="3"/>
        </w:numPr>
      </w:pPr>
      <w:r>
        <w:t>Stowarzyszenie Nasza Wieś – Ignalin,</w:t>
      </w:r>
    </w:p>
    <w:p w:rsidR="00EF4EB3" w:rsidRDefault="00EF4EB3" w:rsidP="00197D1F">
      <w:pPr>
        <w:numPr>
          <w:ilvl w:val="0"/>
          <w:numId w:val="3"/>
        </w:numPr>
      </w:pPr>
      <w:r>
        <w:t>Stowarzyszenie Runowo – Moja Wieś,</w:t>
      </w:r>
    </w:p>
    <w:p w:rsidR="00EF4EB3" w:rsidRDefault="00EF4EB3" w:rsidP="00197D1F">
      <w:pPr>
        <w:numPr>
          <w:ilvl w:val="0"/>
          <w:numId w:val="3"/>
        </w:numPr>
      </w:pPr>
      <w:r>
        <w:t>Stowarzyszenie „Babki Zielarki”,</w:t>
      </w:r>
    </w:p>
    <w:p w:rsidR="00EF4EB3" w:rsidRDefault="00EF4EB3" w:rsidP="00197D1F">
      <w:pPr>
        <w:numPr>
          <w:ilvl w:val="0"/>
          <w:numId w:val="3"/>
        </w:numPr>
      </w:pPr>
      <w:r>
        <w:t>Stowarzyszenie „Kraszewo – wieś naszych marzeń”,</w:t>
      </w:r>
    </w:p>
    <w:p w:rsidR="00EF4EB3" w:rsidRDefault="00EF4EB3" w:rsidP="00197D1F">
      <w:pPr>
        <w:numPr>
          <w:ilvl w:val="0"/>
          <w:numId w:val="3"/>
        </w:numPr>
      </w:pPr>
      <w:r>
        <w:t>Ochotnicza Straż Pożarna w Rogóżu,</w:t>
      </w:r>
    </w:p>
    <w:p w:rsidR="00EF4EB3" w:rsidRDefault="00EF4EB3" w:rsidP="00197D1F">
      <w:pPr>
        <w:numPr>
          <w:ilvl w:val="0"/>
          <w:numId w:val="3"/>
        </w:numPr>
      </w:pPr>
      <w:r>
        <w:t>Ochotnicza Straż Pożarna w Runowie,</w:t>
      </w:r>
    </w:p>
    <w:p w:rsidR="00EF4EB3" w:rsidRDefault="00EF4EB3" w:rsidP="00197D1F">
      <w:pPr>
        <w:numPr>
          <w:ilvl w:val="0"/>
          <w:numId w:val="3"/>
        </w:numPr>
      </w:pPr>
      <w:r>
        <w:t>Ochotnicza Straż Pożarna w Stryjkowie.</w:t>
      </w:r>
    </w:p>
    <w:p w:rsidR="00EF4EB3" w:rsidRDefault="00EF4EB3" w:rsidP="00197D1F">
      <w:r>
        <w:t xml:space="preserve">Wskazane wyżej organizacje prowadzą działalność w zakresie m.in. pomocy społecznej, rozwijania samoorganizacji społecznej, podtrzymywania tradycji narodowych, ratownictwa </w:t>
      </w:r>
      <w:r>
        <w:br/>
        <w:t xml:space="preserve">i ochrony ludności, pomocy osobom i grupom w najtrudniejszej sytuacji, ochrony i promocji zdrowia, kultury, sztuki i edukacji. </w:t>
      </w:r>
    </w:p>
    <w:p w:rsidR="00EF4EB3" w:rsidRDefault="00EF4EB3" w:rsidP="00197D1F">
      <w:r>
        <w:t xml:space="preserve">Bardzo ważna dla rozwoju społecznego i integracji lokalnych społeczności jest ponadto aktywność mieszkańców na rzecz ich najbliższego otoczenia. Pod tym względem na uwagę zasługują m.in. mieszkańcy wsi Blanki, która uczestniczy w Programie Odnowy Wsi Województwa Warmińsko-Mazurskiego. W 2015 roku w ramach konkursu „Aktywna Wieś Warmii, Mazur i Powiśla” uzyskała, we współpracy z Gminą, dotację na projekt „Aktywne miejsce spotkań – wykonanie siłowni zewnętrznej we wsi Blanki”. Specyfika tego konkursu, </w:t>
      </w:r>
      <w:r>
        <w:br/>
        <w:t xml:space="preserve">a więc również i projektu, polega na możliwie największym zaangażowaniu lokalnej społeczności w przygotowanie i realizację zaplanowanych działań. Warto również nadmienić, że miejscowość Blanki ma charakter wsi tematycznej „Zielarska Wioska Blanki”, powstałej </w:t>
      </w:r>
      <w:r>
        <w:br/>
        <w:t xml:space="preserve">z inicjatywy Stowarzyszenia „Babki Zielarki”. Jej znakiem rozpoznawczym są produkty </w:t>
      </w:r>
      <w:r>
        <w:br/>
        <w:t>z miejscowych ziół, głównie pokrzywy.</w:t>
      </w:r>
    </w:p>
    <w:p w:rsidR="00EF4EB3" w:rsidRDefault="00EF4EB3" w:rsidP="00197D1F">
      <w:r>
        <w:t xml:space="preserve">Współpraca Gminy Lidzbark Warmiński z organizacjami pozarządowymi odbywa się na podstawie rocznych programów. Głównym jej celem, w świetle </w:t>
      </w:r>
      <w:r>
        <w:rPr>
          <w:bCs/>
        </w:rPr>
        <w:t xml:space="preserve">Rocznego programu współpracy Gminy Lidzbark Warmiński z organizacjami pozarządowymi oraz podmiotami wymienionymi w art. 3 ust. 3 ustawy o działalności pożytku publicznego i o wolontariacie na rok 2016, </w:t>
      </w:r>
      <w:r>
        <w:t xml:space="preserve">jest </w:t>
      </w:r>
      <w:r>
        <w:rPr>
          <w:bCs/>
        </w:rPr>
        <w:t>„</w:t>
      </w:r>
      <w:r>
        <w:t xml:space="preserve">budowanie, umacnianie i wspieranie partnerstwa pomiędzy gminą </w:t>
      </w:r>
      <w:r>
        <w:br/>
        <w:t xml:space="preserve">a organizacjami pozarządowymi w działalności na rzecz społeczności lokalnej, zaspokajania jej potrzeb i oczekiwań oraz wzmocnienie rozwoju społeczeństwa obywatelskiego”. Będzie on realizowany m.in. poprzez aktywizację mieszkańców do działań na rzecz rozwoju Gminy, pobudzanie ich aktywności obywatelskiej, umacnianie w społecznej świadomości poczucia odpowiedzialności za lokalną współpracę, tworzenie warunków i zachęt do rozwoju istniejących i powstawania nowych organizacji na terenie Gminy. </w:t>
      </w:r>
    </w:p>
    <w:p w:rsidR="00EF4EB3" w:rsidRDefault="00EF4EB3" w:rsidP="00197D1F">
      <w:pPr>
        <w:rPr>
          <w:bCs/>
        </w:rPr>
      </w:pPr>
      <w:r>
        <w:t xml:space="preserve">W 2015 roku, w ramach dwóch otwartych konkursów ofert, dotacje na realizację zadań publicznych przyznano 3 organizacjom, w łącznej wysokości 17 000,00 zł. Pozafinansowe formy współpracy obejmowały m.in. udostępnianie lokali i świetlic wiejskich w celu organizacji spotkań w zakresie działalności statutowej, wspólne planowanie i organizację imprez, informowanie o dostępnych funduszach zewnętrznych, promowanie ciekawych przedsięwzięć oraz prowadzenie na stronie internetowej Urzędu Gminy bazy danych organizacji prowadzących działalność i mających siedzibę na terenie Gminy Lidzbark Warmiński. </w:t>
      </w:r>
    </w:p>
    <w:p w:rsidR="00EF4EB3" w:rsidRDefault="00EF4EB3" w:rsidP="00197D1F">
      <w:pPr>
        <w:pStyle w:val="Heading2"/>
      </w:pPr>
      <w:bookmarkStart w:id="7" w:name="_Toc455144222"/>
      <w:r>
        <w:t>1.5. Dostępność usług społecznych</w:t>
      </w:r>
      <w:bookmarkEnd w:id="7"/>
    </w:p>
    <w:p w:rsidR="00EF4EB3" w:rsidRDefault="00EF4EB3" w:rsidP="00197D1F">
      <w:r>
        <w:t xml:space="preserve">Usługi społeczne stanowią formę świadczeń o charakterze niematerialnym, służących zaspokajaniu potrzeb osób i rodzin, jednak ich jakość i dostępność wpływa na dobrostan całego społeczeństwa. Mają zasadniczo charakter nierynkowy i są finansowane lub współfinansowane przez organy administracji publicznej. Do tej grupy należy zaliczyć </w:t>
      </w:r>
      <w:r>
        <w:br/>
        <w:t>w szczególności usługi edukacyjne, socjalne, kulturalne, zdrowotne oraz z zakresu bezpieczeństwa publicznego.</w:t>
      </w:r>
    </w:p>
    <w:p w:rsidR="00EF4EB3" w:rsidRDefault="00EF4EB3" w:rsidP="00197D1F">
      <w:pPr>
        <w:pStyle w:val="Heading3"/>
      </w:pPr>
      <w:bookmarkStart w:id="8" w:name="_Toc455144223"/>
      <w:r>
        <w:t>1.5.1. Oświata i wychowanie</w:t>
      </w:r>
      <w:bookmarkEnd w:id="8"/>
    </w:p>
    <w:p w:rsidR="00EF4EB3" w:rsidRDefault="00EF4EB3" w:rsidP="00197D1F">
      <w:pPr>
        <w:rPr>
          <w:szCs w:val="24"/>
        </w:rPr>
      </w:pPr>
      <w:r>
        <w:rPr>
          <w:szCs w:val="24"/>
        </w:rPr>
        <w:t>Do zadań własnych gminy, zgodnie z art. 7 pkt 8 ustawy o samorządzie gminnym, należy zaspokajanie zbiorowych potrzeb wspólnoty w zakresie edukacji. W roku szkolnym 2014/2015 na terenie Gminy Lidzbark funkcjonowały następujące placówki oświatowe:</w:t>
      </w:r>
    </w:p>
    <w:p w:rsidR="00EF4EB3" w:rsidRDefault="00EF4EB3" w:rsidP="00197D1F">
      <w:pPr>
        <w:numPr>
          <w:ilvl w:val="0"/>
          <w:numId w:val="4"/>
        </w:numPr>
        <w:ind w:left="714" w:hanging="357"/>
        <w:rPr>
          <w:szCs w:val="24"/>
        </w:rPr>
      </w:pPr>
      <w:r>
        <w:rPr>
          <w:szCs w:val="24"/>
        </w:rPr>
        <w:t>Publiczna Szkoła Podstawowa w Kraszewie,</w:t>
      </w:r>
    </w:p>
    <w:p w:rsidR="00EF4EB3" w:rsidRDefault="00EF4EB3" w:rsidP="00197D1F">
      <w:pPr>
        <w:numPr>
          <w:ilvl w:val="0"/>
          <w:numId w:val="4"/>
        </w:numPr>
        <w:ind w:left="714" w:hanging="357"/>
        <w:rPr>
          <w:szCs w:val="24"/>
        </w:rPr>
      </w:pPr>
      <w:r>
        <w:rPr>
          <w:szCs w:val="24"/>
        </w:rPr>
        <w:t>Publiczna Szkoła Podstawowa w Runowie,</w:t>
      </w:r>
    </w:p>
    <w:p w:rsidR="00EF4EB3" w:rsidRDefault="00EF4EB3" w:rsidP="00197D1F">
      <w:pPr>
        <w:numPr>
          <w:ilvl w:val="0"/>
          <w:numId w:val="4"/>
        </w:numPr>
        <w:rPr>
          <w:szCs w:val="24"/>
        </w:rPr>
      </w:pPr>
      <w:r>
        <w:rPr>
          <w:szCs w:val="24"/>
        </w:rPr>
        <w:t>Publiczna Szkoła Podstawowa w Kłębowie,</w:t>
      </w:r>
    </w:p>
    <w:p w:rsidR="00EF4EB3" w:rsidRDefault="00EF4EB3" w:rsidP="00197D1F">
      <w:pPr>
        <w:numPr>
          <w:ilvl w:val="0"/>
          <w:numId w:val="4"/>
        </w:numPr>
        <w:rPr>
          <w:szCs w:val="24"/>
        </w:rPr>
      </w:pPr>
      <w:r>
        <w:rPr>
          <w:szCs w:val="24"/>
        </w:rPr>
        <w:t>Publiczne Gimnazjum w Kraszewie,</w:t>
      </w:r>
    </w:p>
    <w:p w:rsidR="00EF4EB3" w:rsidRDefault="00EF4EB3" w:rsidP="00197D1F">
      <w:pPr>
        <w:numPr>
          <w:ilvl w:val="0"/>
          <w:numId w:val="4"/>
        </w:numPr>
        <w:rPr>
          <w:szCs w:val="24"/>
        </w:rPr>
      </w:pPr>
      <w:r>
        <w:rPr>
          <w:szCs w:val="24"/>
        </w:rPr>
        <w:t>Zespół Szkół w Rogóżu (Publiczna Szkoła Podstawowa w Rogóżu i Publiczne Gimnazjum w Rogóżu).</w:t>
      </w:r>
    </w:p>
    <w:p w:rsidR="00EF4EB3" w:rsidRDefault="00EF4EB3" w:rsidP="00197D1F">
      <w:pPr>
        <w:rPr>
          <w:szCs w:val="24"/>
        </w:rPr>
      </w:pPr>
      <w:r>
        <w:rPr>
          <w:szCs w:val="24"/>
        </w:rPr>
        <w:t xml:space="preserve">W analizowanym okresie do szkół podstawowych uczęszczało 321 uczniów, natomiast do gimnazjów – 129 uczniów. Przy szkołach podstawowych funkcjonują ponadto oddziały przedszkolne dla pięcio- i sześciolatków, a przy Publicznej Szkole Podstawowej w Kraszewie </w:t>
      </w:r>
      <w:r>
        <w:rPr>
          <w:szCs w:val="24"/>
        </w:rPr>
        <w:br/>
        <w:t>i Zespole Szkół w Rogóżu oddziały dla dzieci w wieku 3 i 4 lat.</w:t>
      </w:r>
    </w:p>
    <w:p w:rsidR="00EF4EB3" w:rsidRDefault="00EF4EB3" w:rsidP="00197D1F">
      <w:pPr>
        <w:rPr>
          <w:szCs w:val="24"/>
        </w:rPr>
      </w:pPr>
      <w:r>
        <w:rPr>
          <w:szCs w:val="24"/>
        </w:rPr>
        <w:t xml:space="preserve">Warto zwrócić uwagę na to, ze Gmina Lidzbark Warmiński posiada dobrze rozwiniętą sieć szkół, wystarczającą w odniesieniu do potrzeb mieszkańców. Niewielka liczba uczniów </w:t>
      </w:r>
      <w:r>
        <w:rPr>
          <w:szCs w:val="24"/>
        </w:rPr>
        <w:br/>
        <w:t>w niektórych placówkach wiąże się m.in. z dużą powierzchnią Gminy i rozproszoną zabudową, co powoduje, że utrzymanie mniejszych szkół jest korzystniejsze niż dowozy do największych placówek z dość rozlegle położonych miejscowości.</w:t>
      </w:r>
    </w:p>
    <w:p w:rsidR="00EF4EB3" w:rsidRDefault="00EF4EB3" w:rsidP="00197D1F">
      <w:pPr>
        <w:rPr>
          <w:szCs w:val="24"/>
        </w:rPr>
      </w:pPr>
    </w:p>
    <w:p w:rsidR="00EF4EB3" w:rsidRDefault="00EF4EB3" w:rsidP="00197D1F">
      <w:pPr>
        <w:pStyle w:val="Caption"/>
        <w:jc w:val="center"/>
        <w:rPr>
          <w:b/>
          <w:bCs/>
          <w:i w:val="0"/>
          <w:sz w:val="20"/>
        </w:rPr>
      </w:pPr>
      <w:r>
        <w:rPr>
          <w:rStyle w:val="Strong"/>
          <w:b/>
          <w:bCs/>
          <w:i w:val="0"/>
        </w:rPr>
        <w:t xml:space="preserve">Tabela </w:t>
      </w:r>
      <w:r>
        <w:rPr>
          <w:rStyle w:val="Strong"/>
          <w:b/>
          <w:bCs/>
          <w:i w:val="0"/>
        </w:rPr>
        <w:fldChar w:fldCharType="begin"/>
      </w:r>
      <w:r>
        <w:rPr>
          <w:rStyle w:val="Strong"/>
          <w:b/>
          <w:bCs/>
          <w:i w:val="0"/>
        </w:rPr>
        <w:instrText xml:space="preserve"> SEQ Tabela \* ARABIC </w:instrText>
      </w:r>
      <w:r>
        <w:rPr>
          <w:rStyle w:val="Strong"/>
          <w:b/>
          <w:bCs/>
          <w:i w:val="0"/>
        </w:rPr>
        <w:fldChar w:fldCharType="separate"/>
      </w:r>
      <w:r>
        <w:rPr>
          <w:rStyle w:val="Strong"/>
          <w:b/>
          <w:bCs/>
          <w:i w:val="0"/>
          <w:noProof/>
        </w:rPr>
        <w:t>3</w:t>
      </w:r>
      <w:r>
        <w:rPr>
          <w:rStyle w:val="Strong"/>
          <w:b/>
          <w:bCs/>
          <w:i w:val="0"/>
        </w:rPr>
        <w:fldChar w:fldCharType="end"/>
      </w:r>
      <w:r>
        <w:rPr>
          <w:rStyle w:val="Strong"/>
          <w:b/>
          <w:bCs/>
          <w:i w:val="0"/>
        </w:rPr>
        <w:t xml:space="preserve">. Liczba uczniów szkół podstawowych i gimnazjalnych w Gminie Lidzbark Warmiński </w:t>
      </w:r>
      <w:r>
        <w:rPr>
          <w:rStyle w:val="Strong"/>
          <w:b/>
          <w:bCs/>
          <w:i w:val="0"/>
        </w:rPr>
        <w:br/>
        <w:t>w roku szkolnym 2014/2015</w:t>
      </w:r>
    </w:p>
    <w:tbl>
      <w:tblPr>
        <w:tblW w:w="7240"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4080"/>
        <w:gridCol w:w="1680"/>
        <w:gridCol w:w="1480"/>
      </w:tblGrid>
      <w:tr w:rsidR="00EF4EB3" w:rsidTr="00197D1F">
        <w:trPr>
          <w:trHeight w:val="300"/>
          <w:jc w:val="center"/>
        </w:trPr>
        <w:tc>
          <w:tcPr>
            <w:tcW w:w="4080" w:type="dxa"/>
            <w:noWrap/>
          </w:tcPr>
          <w:p w:rsidR="00EF4EB3" w:rsidRDefault="00EF4EB3">
            <w:pPr>
              <w:spacing w:after="0"/>
              <w:jc w:val="center"/>
              <w:rPr>
                <w:b/>
                <w:sz w:val="20"/>
                <w:lang w:eastAsia="pl-PL"/>
              </w:rPr>
            </w:pPr>
            <w:r>
              <w:rPr>
                <w:b/>
                <w:sz w:val="20"/>
                <w:lang w:eastAsia="pl-PL"/>
              </w:rPr>
              <w:t>Wyszczególnienie</w:t>
            </w:r>
          </w:p>
        </w:tc>
        <w:tc>
          <w:tcPr>
            <w:tcW w:w="1680" w:type="dxa"/>
            <w:noWrap/>
          </w:tcPr>
          <w:p w:rsidR="00EF4EB3" w:rsidRDefault="00EF4EB3">
            <w:pPr>
              <w:spacing w:after="0"/>
              <w:jc w:val="center"/>
              <w:rPr>
                <w:b/>
                <w:sz w:val="20"/>
                <w:lang w:eastAsia="pl-PL"/>
              </w:rPr>
            </w:pPr>
            <w:r>
              <w:rPr>
                <w:b/>
                <w:sz w:val="20"/>
                <w:lang w:eastAsia="pl-PL"/>
              </w:rPr>
              <w:t>Liczba oddziałów</w:t>
            </w:r>
          </w:p>
        </w:tc>
        <w:tc>
          <w:tcPr>
            <w:tcW w:w="1480" w:type="dxa"/>
            <w:noWrap/>
          </w:tcPr>
          <w:p w:rsidR="00EF4EB3" w:rsidRDefault="00EF4EB3">
            <w:pPr>
              <w:spacing w:after="0"/>
              <w:jc w:val="center"/>
              <w:rPr>
                <w:b/>
                <w:sz w:val="20"/>
                <w:lang w:eastAsia="pl-PL"/>
              </w:rPr>
            </w:pPr>
            <w:r>
              <w:rPr>
                <w:b/>
                <w:sz w:val="20"/>
                <w:lang w:eastAsia="pl-PL"/>
              </w:rPr>
              <w:t>Liczba uczniów</w:t>
            </w:r>
          </w:p>
        </w:tc>
      </w:tr>
      <w:tr w:rsidR="00EF4EB3" w:rsidTr="00197D1F">
        <w:trPr>
          <w:trHeight w:val="300"/>
          <w:jc w:val="center"/>
        </w:trPr>
        <w:tc>
          <w:tcPr>
            <w:tcW w:w="4080" w:type="dxa"/>
            <w:noWrap/>
          </w:tcPr>
          <w:p w:rsidR="00EF4EB3" w:rsidRDefault="00EF4EB3">
            <w:pPr>
              <w:spacing w:after="0"/>
              <w:jc w:val="left"/>
              <w:rPr>
                <w:sz w:val="20"/>
                <w:lang w:eastAsia="pl-PL"/>
              </w:rPr>
            </w:pPr>
            <w:r>
              <w:rPr>
                <w:sz w:val="20"/>
                <w:lang w:eastAsia="pl-PL"/>
              </w:rPr>
              <w:t>Publiczna Szkoła Podstawowa w Kłębowie</w:t>
            </w:r>
          </w:p>
        </w:tc>
        <w:tc>
          <w:tcPr>
            <w:tcW w:w="1680" w:type="dxa"/>
            <w:noWrap/>
          </w:tcPr>
          <w:p w:rsidR="00EF4EB3" w:rsidRDefault="00EF4EB3">
            <w:pPr>
              <w:spacing w:after="0"/>
              <w:jc w:val="center"/>
              <w:rPr>
                <w:sz w:val="20"/>
                <w:lang w:eastAsia="pl-PL"/>
              </w:rPr>
            </w:pPr>
            <w:r>
              <w:rPr>
                <w:sz w:val="20"/>
                <w:lang w:eastAsia="pl-PL"/>
              </w:rPr>
              <w:t>5</w:t>
            </w:r>
          </w:p>
        </w:tc>
        <w:tc>
          <w:tcPr>
            <w:tcW w:w="1480" w:type="dxa"/>
            <w:noWrap/>
          </w:tcPr>
          <w:p w:rsidR="00EF4EB3" w:rsidRDefault="00EF4EB3">
            <w:pPr>
              <w:spacing w:after="0"/>
              <w:jc w:val="center"/>
              <w:rPr>
                <w:sz w:val="20"/>
                <w:lang w:eastAsia="pl-PL"/>
              </w:rPr>
            </w:pPr>
            <w:r>
              <w:rPr>
                <w:sz w:val="20"/>
                <w:lang w:eastAsia="pl-PL"/>
              </w:rPr>
              <w:t>48</w:t>
            </w:r>
          </w:p>
        </w:tc>
      </w:tr>
      <w:tr w:rsidR="00EF4EB3" w:rsidTr="00197D1F">
        <w:trPr>
          <w:trHeight w:val="300"/>
          <w:jc w:val="center"/>
        </w:trPr>
        <w:tc>
          <w:tcPr>
            <w:tcW w:w="4080" w:type="dxa"/>
            <w:noWrap/>
          </w:tcPr>
          <w:p w:rsidR="00EF4EB3" w:rsidRDefault="00EF4EB3">
            <w:pPr>
              <w:spacing w:after="0"/>
              <w:jc w:val="left"/>
              <w:rPr>
                <w:sz w:val="20"/>
                <w:lang w:eastAsia="pl-PL"/>
              </w:rPr>
            </w:pPr>
            <w:r>
              <w:rPr>
                <w:sz w:val="20"/>
                <w:lang w:eastAsia="pl-PL"/>
              </w:rPr>
              <w:t>Publiczna Szkoła Podstawowa w Runowie</w:t>
            </w:r>
          </w:p>
        </w:tc>
        <w:tc>
          <w:tcPr>
            <w:tcW w:w="1680" w:type="dxa"/>
            <w:noWrap/>
          </w:tcPr>
          <w:p w:rsidR="00EF4EB3" w:rsidRDefault="00EF4EB3">
            <w:pPr>
              <w:spacing w:after="0"/>
              <w:jc w:val="center"/>
              <w:rPr>
                <w:sz w:val="20"/>
                <w:lang w:eastAsia="pl-PL"/>
              </w:rPr>
            </w:pPr>
            <w:r>
              <w:rPr>
                <w:sz w:val="20"/>
                <w:lang w:eastAsia="pl-PL"/>
              </w:rPr>
              <w:t>7</w:t>
            </w:r>
          </w:p>
        </w:tc>
        <w:tc>
          <w:tcPr>
            <w:tcW w:w="1480" w:type="dxa"/>
            <w:noWrap/>
          </w:tcPr>
          <w:p w:rsidR="00EF4EB3" w:rsidRDefault="00EF4EB3">
            <w:pPr>
              <w:spacing w:after="0"/>
              <w:jc w:val="center"/>
              <w:rPr>
                <w:sz w:val="20"/>
                <w:lang w:eastAsia="pl-PL"/>
              </w:rPr>
            </w:pPr>
            <w:r>
              <w:rPr>
                <w:sz w:val="20"/>
                <w:lang w:eastAsia="pl-PL"/>
              </w:rPr>
              <w:t>86</w:t>
            </w:r>
          </w:p>
        </w:tc>
      </w:tr>
      <w:tr w:rsidR="00EF4EB3" w:rsidTr="00197D1F">
        <w:trPr>
          <w:trHeight w:val="300"/>
          <w:jc w:val="center"/>
        </w:trPr>
        <w:tc>
          <w:tcPr>
            <w:tcW w:w="4080" w:type="dxa"/>
            <w:noWrap/>
          </w:tcPr>
          <w:p w:rsidR="00EF4EB3" w:rsidRDefault="00EF4EB3">
            <w:pPr>
              <w:spacing w:after="0"/>
              <w:jc w:val="left"/>
              <w:rPr>
                <w:sz w:val="20"/>
                <w:lang w:eastAsia="pl-PL"/>
              </w:rPr>
            </w:pPr>
            <w:r>
              <w:rPr>
                <w:sz w:val="20"/>
                <w:lang w:eastAsia="pl-PL"/>
              </w:rPr>
              <w:t>Publiczna Szkoła Podstawowa w Rogóżu</w:t>
            </w:r>
          </w:p>
        </w:tc>
        <w:tc>
          <w:tcPr>
            <w:tcW w:w="1680" w:type="dxa"/>
            <w:noWrap/>
          </w:tcPr>
          <w:p w:rsidR="00EF4EB3" w:rsidRDefault="00EF4EB3">
            <w:pPr>
              <w:spacing w:after="0"/>
              <w:jc w:val="center"/>
              <w:rPr>
                <w:sz w:val="20"/>
                <w:lang w:eastAsia="pl-PL"/>
              </w:rPr>
            </w:pPr>
            <w:r>
              <w:rPr>
                <w:sz w:val="20"/>
                <w:lang w:eastAsia="pl-PL"/>
              </w:rPr>
              <w:t>8</w:t>
            </w:r>
          </w:p>
        </w:tc>
        <w:tc>
          <w:tcPr>
            <w:tcW w:w="1480" w:type="dxa"/>
            <w:noWrap/>
          </w:tcPr>
          <w:p w:rsidR="00EF4EB3" w:rsidRDefault="00EF4EB3">
            <w:pPr>
              <w:spacing w:after="0"/>
              <w:jc w:val="center"/>
              <w:rPr>
                <w:sz w:val="20"/>
                <w:lang w:eastAsia="pl-PL"/>
              </w:rPr>
            </w:pPr>
            <w:r>
              <w:rPr>
                <w:sz w:val="20"/>
                <w:lang w:eastAsia="pl-PL"/>
              </w:rPr>
              <w:t>80</w:t>
            </w:r>
          </w:p>
        </w:tc>
      </w:tr>
      <w:tr w:rsidR="00EF4EB3" w:rsidTr="00197D1F">
        <w:trPr>
          <w:trHeight w:val="300"/>
          <w:jc w:val="center"/>
        </w:trPr>
        <w:tc>
          <w:tcPr>
            <w:tcW w:w="4080" w:type="dxa"/>
            <w:noWrap/>
          </w:tcPr>
          <w:p w:rsidR="00EF4EB3" w:rsidRDefault="00EF4EB3">
            <w:pPr>
              <w:spacing w:after="0"/>
              <w:jc w:val="left"/>
              <w:rPr>
                <w:sz w:val="20"/>
                <w:lang w:eastAsia="pl-PL"/>
              </w:rPr>
            </w:pPr>
            <w:r>
              <w:rPr>
                <w:sz w:val="20"/>
                <w:lang w:eastAsia="pl-PL"/>
              </w:rPr>
              <w:t>Publiczna Szkoła Podstawowa w Kraszewie</w:t>
            </w:r>
          </w:p>
        </w:tc>
        <w:tc>
          <w:tcPr>
            <w:tcW w:w="1680" w:type="dxa"/>
            <w:noWrap/>
          </w:tcPr>
          <w:p w:rsidR="00EF4EB3" w:rsidRDefault="00EF4EB3">
            <w:pPr>
              <w:spacing w:after="0"/>
              <w:jc w:val="center"/>
              <w:rPr>
                <w:sz w:val="20"/>
                <w:lang w:eastAsia="pl-PL"/>
              </w:rPr>
            </w:pPr>
            <w:r>
              <w:rPr>
                <w:sz w:val="20"/>
                <w:lang w:eastAsia="pl-PL"/>
              </w:rPr>
              <w:t>8</w:t>
            </w:r>
          </w:p>
        </w:tc>
        <w:tc>
          <w:tcPr>
            <w:tcW w:w="1480" w:type="dxa"/>
            <w:noWrap/>
          </w:tcPr>
          <w:p w:rsidR="00EF4EB3" w:rsidRDefault="00EF4EB3">
            <w:pPr>
              <w:spacing w:after="0"/>
              <w:jc w:val="center"/>
              <w:rPr>
                <w:sz w:val="20"/>
                <w:lang w:eastAsia="pl-PL"/>
              </w:rPr>
            </w:pPr>
            <w:r>
              <w:rPr>
                <w:sz w:val="20"/>
                <w:lang w:eastAsia="pl-PL"/>
              </w:rPr>
              <w:t>107</w:t>
            </w:r>
          </w:p>
        </w:tc>
      </w:tr>
      <w:tr w:rsidR="00EF4EB3" w:rsidTr="00197D1F">
        <w:trPr>
          <w:trHeight w:val="196"/>
          <w:jc w:val="center"/>
        </w:trPr>
        <w:tc>
          <w:tcPr>
            <w:tcW w:w="4080" w:type="dxa"/>
            <w:noWrap/>
          </w:tcPr>
          <w:p w:rsidR="00EF4EB3" w:rsidRDefault="00EF4EB3">
            <w:pPr>
              <w:spacing w:after="0"/>
              <w:jc w:val="left"/>
              <w:rPr>
                <w:b/>
                <w:sz w:val="20"/>
                <w:lang w:eastAsia="pl-PL"/>
              </w:rPr>
            </w:pPr>
            <w:r>
              <w:rPr>
                <w:b/>
                <w:sz w:val="20"/>
                <w:lang w:eastAsia="pl-PL"/>
              </w:rPr>
              <w:t>Razem Szkoły Podstawowe</w:t>
            </w:r>
          </w:p>
        </w:tc>
        <w:tc>
          <w:tcPr>
            <w:tcW w:w="1680" w:type="dxa"/>
            <w:noWrap/>
          </w:tcPr>
          <w:p w:rsidR="00EF4EB3" w:rsidRDefault="00EF4EB3">
            <w:pPr>
              <w:spacing w:after="0"/>
              <w:jc w:val="center"/>
              <w:rPr>
                <w:b/>
                <w:sz w:val="20"/>
                <w:lang w:eastAsia="pl-PL"/>
              </w:rPr>
            </w:pPr>
            <w:r>
              <w:rPr>
                <w:b/>
                <w:sz w:val="20"/>
                <w:lang w:eastAsia="pl-PL"/>
              </w:rPr>
              <w:t>28</w:t>
            </w:r>
          </w:p>
        </w:tc>
        <w:tc>
          <w:tcPr>
            <w:tcW w:w="1480" w:type="dxa"/>
            <w:noWrap/>
          </w:tcPr>
          <w:p w:rsidR="00EF4EB3" w:rsidRDefault="00EF4EB3">
            <w:pPr>
              <w:spacing w:after="0"/>
              <w:jc w:val="center"/>
              <w:rPr>
                <w:b/>
                <w:sz w:val="20"/>
                <w:lang w:eastAsia="pl-PL"/>
              </w:rPr>
            </w:pPr>
            <w:r>
              <w:rPr>
                <w:b/>
                <w:sz w:val="20"/>
                <w:lang w:eastAsia="pl-PL"/>
              </w:rPr>
              <w:t>321</w:t>
            </w:r>
          </w:p>
        </w:tc>
      </w:tr>
      <w:tr w:rsidR="00EF4EB3" w:rsidTr="00197D1F">
        <w:trPr>
          <w:trHeight w:val="300"/>
          <w:jc w:val="center"/>
        </w:trPr>
        <w:tc>
          <w:tcPr>
            <w:tcW w:w="4080" w:type="dxa"/>
            <w:noWrap/>
          </w:tcPr>
          <w:p w:rsidR="00EF4EB3" w:rsidRDefault="00EF4EB3">
            <w:pPr>
              <w:spacing w:after="0"/>
              <w:jc w:val="left"/>
              <w:rPr>
                <w:sz w:val="20"/>
                <w:lang w:eastAsia="pl-PL"/>
              </w:rPr>
            </w:pPr>
            <w:r>
              <w:rPr>
                <w:sz w:val="20"/>
                <w:lang w:eastAsia="pl-PL"/>
              </w:rPr>
              <w:t>Publiczne Gimnazjum w Rogóżu</w:t>
            </w:r>
          </w:p>
        </w:tc>
        <w:tc>
          <w:tcPr>
            <w:tcW w:w="1680" w:type="dxa"/>
            <w:noWrap/>
          </w:tcPr>
          <w:p w:rsidR="00EF4EB3" w:rsidRDefault="00EF4EB3">
            <w:pPr>
              <w:spacing w:after="0"/>
              <w:jc w:val="center"/>
              <w:rPr>
                <w:sz w:val="20"/>
                <w:lang w:eastAsia="pl-PL"/>
              </w:rPr>
            </w:pPr>
            <w:r>
              <w:rPr>
                <w:sz w:val="20"/>
                <w:lang w:eastAsia="pl-PL"/>
              </w:rPr>
              <w:t>3</w:t>
            </w:r>
          </w:p>
        </w:tc>
        <w:tc>
          <w:tcPr>
            <w:tcW w:w="1480" w:type="dxa"/>
            <w:noWrap/>
          </w:tcPr>
          <w:p w:rsidR="00EF4EB3" w:rsidRDefault="00EF4EB3">
            <w:pPr>
              <w:spacing w:after="0"/>
              <w:jc w:val="center"/>
              <w:rPr>
                <w:sz w:val="20"/>
                <w:lang w:eastAsia="pl-PL"/>
              </w:rPr>
            </w:pPr>
            <w:r>
              <w:rPr>
                <w:sz w:val="20"/>
                <w:lang w:eastAsia="pl-PL"/>
              </w:rPr>
              <w:t>38</w:t>
            </w:r>
          </w:p>
        </w:tc>
      </w:tr>
      <w:tr w:rsidR="00EF4EB3" w:rsidTr="00197D1F">
        <w:trPr>
          <w:trHeight w:val="300"/>
          <w:jc w:val="center"/>
        </w:trPr>
        <w:tc>
          <w:tcPr>
            <w:tcW w:w="4080" w:type="dxa"/>
            <w:noWrap/>
          </w:tcPr>
          <w:p w:rsidR="00EF4EB3" w:rsidRDefault="00EF4EB3">
            <w:pPr>
              <w:spacing w:after="0"/>
              <w:jc w:val="left"/>
              <w:rPr>
                <w:sz w:val="20"/>
                <w:lang w:eastAsia="pl-PL"/>
              </w:rPr>
            </w:pPr>
            <w:r>
              <w:rPr>
                <w:sz w:val="20"/>
                <w:lang w:eastAsia="pl-PL"/>
              </w:rPr>
              <w:t>Publiczne Gimnazjum w Kraszewie</w:t>
            </w:r>
          </w:p>
        </w:tc>
        <w:tc>
          <w:tcPr>
            <w:tcW w:w="1680" w:type="dxa"/>
            <w:noWrap/>
          </w:tcPr>
          <w:p w:rsidR="00EF4EB3" w:rsidRDefault="00EF4EB3">
            <w:pPr>
              <w:spacing w:after="0"/>
              <w:jc w:val="center"/>
              <w:rPr>
                <w:sz w:val="20"/>
                <w:lang w:eastAsia="pl-PL"/>
              </w:rPr>
            </w:pPr>
            <w:r>
              <w:rPr>
                <w:sz w:val="20"/>
                <w:lang w:eastAsia="pl-PL"/>
              </w:rPr>
              <w:t>5</w:t>
            </w:r>
          </w:p>
        </w:tc>
        <w:tc>
          <w:tcPr>
            <w:tcW w:w="1480" w:type="dxa"/>
            <w:noWrap/>
          </w:tcPr>
          <w:p w:rsidR="00EF4EB3" w:rsidRDefault="00EF4EB3">
            <w:pPr>
              <w:spacing w:after="0"/>
              <w:jc w:val="center"/>
              <w:rPr>
                <w:sz w:val="20"/>
                <w:lang w:eastAsia="pl-PL"/>
              </w:rPr>
            </w:pPr>
            <w:r>
              <w:rPr>
                <w:sz w:val="20"/>
                <w:lang w:eastAsia="pl-PL"/>
              </w:rPr>
              <w:t>91</w:t>
            </w:r>
          </w:p>
        </w:tc>
      </w:tr>
      <w:tr w:rsidR="00EF4EB3" w:rsidTr="00197D1F">
        <w:trPr>
          <w:trHeight w:val="300"/>
          <w:jc w:val="center"/>
        </w:trPr>
        <w:tc>
          <w:tcPr>
            <w:tcW w:w="4080" w:type="dxa"/>
            <w:noWrap/>
          </w:tcPr>
          <w:p w:rsidR="00EF4EB3" w:rsidRDefault="00EF4EB3">
            <w:pPr>
              <w:spacing w:after="0"/>
              <w:jc w:val="left"/>
              <w:rPr>
                <w:b/>
                <w:sz w:val="20"/>
                <w:lang w:eastAsia="pl-PL"/>
              </w:rPr>
            </w:pPr>
            <w:r>
              <w:rPr>
                <w:b/>
                <w:sz w:val="20"/>
                <w:lang w:eastAsia="pl-PL"/>
              </w:rPr>
              <w:t>Razem Gimnazja</w:t>
            </w:r>
          </w:p>
        </w:tc>
        <w:tc>
          <w:tcPr>
            <w:tcW w:w="1680" w:type="dxa"/>
            <w:noWrap/>
          </w:tcPr>
          <w:p w:rsidR="00EF4EB3" w:rsidRDefault="00EF4EB3">
            <w:pPr>
              <w:spacing w:after="0"/>
              <w:jc w:val="center"/>
              <w:rPr>
                <w:b/>
                <w:sz w:val="20"/>
                <w:lang w:eastAsia="pl-PL"/>
              </w:rPr>
            </w:pPr>
            <w:r>
              <w:rPr>
                <w:b/>
                <w:sz w:val="20"/>
                <w:lang w:eastAsia="pl-PL"/>
              </w:rPr>
              <w:t>8</w:t>
            </w:r>
          </w:p>
        </w:tc>
        <w:tc>
          <w:tcPr>
            <w:tcW w:w="1480" w:type="dxa"/>
            <w:noWrap/>
          </w:tcPr>
          <w:p w:rsidR="00EF4EB3" w:rsidRDefault="00EF4EB3">
            <w:pPr>
              <w:spacing w:after="0"/>
              <w:jc w:val="center"/>
              <w:rPr>
                <w:b/>
                <w:sz w:val="20"/>
                <w:lang w:eastAsia="pl-PL"/>
              </w:rPr>
            </w:pPr>
            <w:r>
              <w:rPr>
                <w:b/>
                <w:sz w:val="20"/>
                <w:lang w:eastAsia="pl-PL"/>
              </w:rPr>
              <w:t>129</w:t>
            </w:r>
          </w:p>
        </w:tc>
      </w:tr>
    </w:tbl>
    <w:p w:rsidR="00EF4EB3" w:rsidRDefault="00EF4EB3" w:rsidP="00197D1F">
      <w:pPr>
        <w:pStyle w:val="Caption"/>
      </w:pPr>
      <w:r>
        <w:t>Źródło: opracowanie własne na podstawie danych szkół.</w:t>
      </w:r>
    </w:p>
    <w:p w:rsidR="00EF4EB3" w:rsidRDefault="00EF4EB3" w:rsidP="00197D1F">
      <w:pPr>
        <w:rPr>
          <w:szCs w:val="24"/>
        </w:rPr>
      </w:pPr>
      <w:r>
        <w:rPr>
          <w:szCs w:val="24"/>
        </w:rPr>
        <w:t>Dla mieszkańców Gminy dostępne są również placówki oświatowe na terenie Miasta Lidzbark Warmiński</w:t>
      </w:r>
      <w:r>
        <w:t xml:space="preserve">. Działają tu m.in. szkoły prowadzone przez Powiat, realizujące nauczanie na poziomie przedszkolnym, podstawowym i gimnazjalnym (szkoły specjalne) oraz ponadgimnazjalnym: </w:t>
      </w:r>
    </w:p>
    <w:p w:rsidR="00EF4EB3" w:rsidRDefault="00EF4EB3" w:rsidP="00197D1F">
      <w:pPr>
        <w:numPr>
          <w:ilvl w:val="0"/>
          <w:numId w:val="5"/>
        </w:numPr>
        <w:ind w:left="714" w:hanging="357"/>
      </w:pPr>
      <w:r>
        <w:t xml:space="preserve">Zespół Szkół i Placówek Ogólnokształcących w Lidzbarku Warmińskim, </w:t>
      </w:r>
    </w:p>
    <w:p w:rsidR="00EF4EB3" w:rsidRDefault="00EF4EB3" w:rsidP="00197D1F">
      <w:pPr>
        <w:numPr>
          <w:ilvl w:val="0"/>
          <w:numId w:val="5"/>
        </w:numPr>
        <w:ind w:left="714" w:hanging="357"/>
      </w:pPr>
      <w:r>
        <w:t xml:space="preserve">Zespół Szkół Zawodowych w Lidzbarku Warmińskim, </w:t>
      </w:r>
    </w:p>
    <w:p w:rsidR="00EF4EB3" w:rsidRDefault="00EF4EB3" w:rsidP="00197D1F">
      <w:pPr>
        <w:numPr>
          <w:ilvl w:val="0"/>
          <w:numId w:val="5"/>
        </w:numPr>
        <w:ind w:left="714" w:hanging="357"/>
      </w:pPr>
      <w:r>
        <w:t xml:space="preserve">Zespół Szkół i Placówek Oświatowych w Lidzbarku Warmińskim, </w:t>
      </w:r>
    </w:p>
    <w:p w:rsidR="00EF4EB3" w:rsidRDefault="00EF4EB3" w:rsidP="00197D1F">
      <w:pPr>
        <w:numPr>
          <w:ilvl w:val="0"/>
          <w:numId w:val="5"/>
        </w:numPr>
        <w:ind w:left="714" w:hanging="357"/>
      </w:pPr>
      <w:r>
        <w:t>Specjalny Ośrodek Szkolno-Wychowawczy w Lidzbarku Warmińskim</w:t>
      </w:r>
    </w:p>
    <w:p w:rsidR="00EF4EB3" w:rsidRDefault="00EF4EB3" w:rsidP="00197D1F">
      <w:pPr>
        <w:numPr>
          <w:ilvl w:val="0"/>
          <w:numId w:val="5"/>
        </w:numPr>
      </w:pPr>
      <w:r>
        <w:t>Młodzieżowy Ośrodek Wychowawczy w Lidzbarku Warmińskim.</w:t>
      </w:r>
    </w:p>
    <w:p w:rsidR="00EF4EB3" w:rsidRDefault="00EF4EB3" w:rsidP="00197D1F">
      <w:r>
        <w:rPr>
          <w:szCs w:val="24"/>
        </w:rPr>
        <w:t xml:space="preserve">Warto również nadmienić, że w Lidzbarku Warmińskim funkcjonuje Powiatowa </w:t>
      </w:r>
      <w:r>
        <w:t>Poradnia Psychologiczno-Pedagogiczna, która obejmuje swoim zasięgiem Miasto i Gminę Lidzbark Warmiński oraz Gminę Kiwity. Jej zadaniem jest udzielanie dzieciom i młodzieży pomocy psychologiczno-pedagogicznej oraz wsparcia w wyborze kierunku kształcenia i zawodu, natomiast rodzicom i nauczycielom pomocy związanej z wychowywaniem i kształceniem dzieci i młodzieży.</w:t>
      </w:r>
    </w:p>
    <w:p w:rsidR="00EF4EB3" w:rsidRDefault="00EF4EB3" w:rsidP="00197D1F">
      <w:pPr>
        <w:pStyle w:val="Heading3"/>
      </w:pPr>
      <w:bookmarkStart w:id="9" w:name="_Toc455144224"/>
      <w:r>
        <w:t>1.5.2. Kultura i sport</w:t>
      </w:r>
      <w:bookmarkEnd w:id="9"/>
    </w:p>
    <w:p w:rsidR="00EF4EB3" w:rsidRDefault="00EF4EB3" w:rsidP="00197D1F">
      <w:r>
        <w:t xml:space="preserve">Zadania w zakresie upowszechniania kultury i aktywności mieszkańców Gminy Lidzbark Warmiński realizują dwie instytucje kultury: Gminny Ośrodek Kultury i Sportu w Pilniku oraz Biblioteka Publiczna Gminy Lidzbark Warmiński w Kraszewie z filiami w Rogóżu i Runowie. </w:t>
      </w:r>
    </w:p>
    <w:p w:rsidR="00EF4EB3" w:rsidRDefault="00EF4EB3" w:rsidP="00197D1F">
      <w:r>
        <w:t xml:space="preserve">GOKiS w Pilniku prowadzi działalność kulturalną, polegającą na tworzeniu, upowszechnianiu </w:t>
      </w:r>
      <w:r>
        <w:br/>
        <w:t xml:space="preserve">i ochronie dóbr kultury, poprzez m.in. organizowanie zajęć, zawodów i imprez sportowo-rekreacyjnych o charakterze środowiskowym i masowym, a także promowanie sportu </w:t>
      </w:r>
      <w:r>
        <w:br/>
        <w:t>i rekreacji. W 2015 roku organizował:</w:t>
      </w:r>
    </w:p>
    <w:p w:rsidR="00EF4EB3" w:rsidRDefault="00EF4EB3" w:rsidP="00197D1F">
      <w:pPr>
        <w:numPr>
          <w:ilvl w:val="0"/>
          <w:numId w:val="6"/>
        </w:numPr>
        <w:rPr>
          <w:szCs w:val="24"/>
        </w:rPr>
      </w:pPr>
      <w:r>
        <w:rPr>
          <w:szCs w:val="24"/>
        </w:rPr>
        <w:t>zajęcia muzyczne, taneczne, plastyczne, wokalne i sportowe dla osób w różnych grupach wiekowych (dzieci, młodzież, dorośli);</w:t>
      </w:r>
    </w:p>
    <w:p w:rsidR="00EF4EB3" w:rsidRDefault="00EF4EB3" w:rsidP="00197D1F">
      <w:pPr>
        <w:numPr>
          <w:ilvl w:val="0"/>
          <w:numId w:val="6"/>
        </w:numPr>
        <w:rPr>
          <w:szCs w:val="24"/>
        </w:rPr>
      </w:pPr>
      <w:r>
        <w:rPr>
          <w:szCs w:val="24"/>
        </w:rPr>
        <w:t>imprezy kulturalne, np. Konkurs piosenki przedszkolnej „Wesołe nutki”, Konkurs piosenki szkolnej „Szkolna Gwiazda Estrady”, festyn rodzinny „Gminny Dzień Dziecka”, Dożynki Gminne, Kiermasz Bożonarodzeniowy;</w:t>
      </w:r>
    </w:p>
    <w:p w:rsidR="00EF4EB3" w:rsidRDefault="00EF4EB3" w:rsidP="00197D1F">
      <w:pPr>
        <w:numPr>
          <w:ilvl w:val="0"/>
          <w:numId w:val="6"/>
        </w:numPr>
        <w:rPr>
          <w:szCs w:val="24"/>
        </w:rPr>
      </w:pPr>
      <w:r>
        <w:rPr>
          <w:szCs w:val="24"/>
        </w:rPr>
        <w:t xml:space="preserve">imprezy sportowe – Turniej Piłki Nożnej o Puchar Wójta Gminy, Mistrzostwa Gminy </w:t>
      </w:r>
      <w:r>
        <w:rPr>
          <w:szCs w:val="24"/>
        </w:rPr>
        <w:br/>
        <w:t>w Tenisie Stołowym, Czwartki Lekkoatletyczne, Mikołajkowy Turniej Piłki Nożnej szkół podstawowych.</w:t>
      </w:r>
    </w:p>
    <w:p w:rsidR="00EF4EB3" w:rsidRDefault="00EF4EB3" w:rsidP="00197D1F">
      <w:pPr>
        <w:rPr>
          <w:szCs w:val="24"/>
        </w:rPr>
      </w:pPr>
      <w:r>
        <w:rPr>
          <w:szCs w:val="24"/>
        </w:rPr>
        <w:t xml:space="preserve">Do zakresu działań Biblioteki Publicznej należy </w:t>
      </w:r>
      <w:r>
        <w:t xml:space="preserve">zaspokajanie potrzeb czytelniczych, kulturalnych i informacyjnych Gminy Lidzbark Warmiński oraz uczestniczenie </w:t>
      </w:r>
      <w:r>
        <w:br/>
        <w:t>w upowszechnianiu wiedzy i kultury. Realizuje je poprzez różnorodne projekty i inicjatywy, takie jak np. „Poczytaj mi, przyjacielu”, „MegaMatma”, „FunEnglish w Bibliotece”, „Angielski 123 w bibliotece”, „Spotkania z pasjami” oraz „Bądź aktywny w każdym wieku”.</w:t>
      </w:r>
    </w:p>
    <w:p w:rsidR="00EF4EB3" w:rsidRDefault="00EF4EB3" w:rsidP="00197D1F">
      <w:pPr>
        <w:pStyle w:val="Heading3"/>
      </w:pPr>
      <w:bookmarkStart w:id="10" w:name="_Toc455144225"/>
      <w:r>
        <w:t>1.5.3. Ochrona zdrowia</w:t>
      </w:r>
      <w:bookmarkEnd w:id="10"/>
    </w:p>
    <w:p w:rsidR="00EF4EB3" w:rsidRDefault="00EF4EB3" w:rsidP="00197D1F">
      <w:r>
        <w:t>Usługi zdrowotne stanowią bardzo ważną kategorię usług społecznych, które w istotny sposób wpływają na zdrowotność społeczeństwa. Zasadniczym elementem opieki zdrowotnej w Polsce są obecnie lekarze pierwszego kontaktu, realizujący podstawową opiekę zdrowotną (POZ), w której zawiera się leczenie oraz profilaktyka chorób, rehabilitacja, orzekanie o stanie zdrowia, a także zapewnienie opieki pielęgniarki środowiskowej oraz położnej. Natomiast oddzielne kategorie świadczeń medycznych stanowią: leczenie stomatologiczne, ambulatoryjna opieka specjalistyczna (porady i badania diagnostyczne prowadzone w poradniach specjalistycznych), leczenie szpitalne, opieka psychiatryczna oraz leczenie uzależnień.</w:t>
      </w:r>
    </w:p>
    <w:p w:rsidR="00EF4EB3" w:rsidRDefault="00EF4EB3" w:rsidP="00197D1F">
      <w:r>
        <w:t xml:space="preserve">Na terenie Gminy Lidzbark Warmiński funkcjonuje jedna przychodnia: Centrum Zdrowia NZOZ „Twój Partner” w Pilniku. Mieszkańcy mogą korzystać z podstawowej opieki medycznej oraz opieki specjalistycznej w poradniach: preluksacyjnej, leczenia wad postawy </w:t>
      </w:r>
      <w:r>
        <w:br/>
        <w:t xml:space="preserve">i logopedycznej. Przyjmuje tu trzech lekarzy POZ (internista i dwóch pediatrów), lekarz specjalista ortopedii, logopeda i fizjoterapeuta, pracują również trzy pielęgniarki medyczne. Liczba zapisanych pacjentów wynosi 7 430. Według danych GUS, w ramach podstawowej opieki zdrowotnej w 2014 roku mieszkańcom udzielono 25 600 porad. Na terenie Gminy funkcjonuje ponadto jedna apteka ogólnodostępna. </w:t>
      </w:r>
    </w:p>
    <w:p w:rsidR="00EF4EB3" w:rsidRDefault="00EF4EB3" w:rsidP="00197D1F">
      <w:r>
        <w:t xml:space="preserve">Dla mieszkańców Gminy dostępny jest również Zakład Opieki Zdrowotnej w Lidzbarku Warmińskim, będący jednostką powiatową świadczącą różnorodne usługi medyczne. </w:t>
      </w:r>
      <w:r>
        <w:br/>
        <w:t>W strukturach ZOZ funkcjonuje m.in.:</w:t>
      </w:r>
    </w:p>
    <w:p w:rsidR="00EF4EB3" w:rsidRDefault="00EF4EB3" w:rsidP="00197D1F">
      <w:pPr>
        <w:numPr>
          <w:ilvl w:val="0"/>
          <w:numId w:val="7"/>
        </w:numPr>
        <w:spacing w:after="0"/>
        <w:ind w:hanging="357"/>
      </w:pPr>
      <w:r>
        <w:t>Szpital Powiatowy im. Marii Skłodowskiej-Curie w Lidzbarku Warmińskim, w tym oddziały szpitalne: chorób wewnętrznych, chirurgiczny, ginekologiczny, pediatryczny oraz chirurgii urazowo-ortopedycznej;</w:t>
      </w:r>
    </w:p>
    <w:p w:rsidR="00EF4EB3" w:rsidRDefault="00EF4EB3" w:rsidP="00197D1F">
      <w:pPr>
        <w:numPr>
          <w:ilvl w:val="0"/>
          <w:numId w:val="7"/>
        </w:numPr>
        <w:spacing w:after="0"/>
        <w:ind w:hanging="357"/>
      </w:pPr>
      <w:r>
        <w:t>Powiatowy ośrodek lecznictwa pozaszpitalnego obejmujący:</w:t>
      </w:r>
    </w:p>
    <w:p w:rsidR="00EF4EB3" w:rsidRDefault="00EF4EB3" w:rsidP="00197D1F">
      <w:pPr>
        <w:numPr>
          <w:ilvl w:val="0"/>
          <w:numId w:val="8"/>
        </w:numPr>
        <w:spacing w:after="0"/>
        <w:ind w:hanging="357"/>
      </w:pPr>
      <w:r>
        <w:t>Powiatowy Ośrodek Terapii – Oddział Terapii Uzależnienia od Alkoholu;</w:t>
      </w:r>
    </w:p>
    <w:p w:rsidR="00EF4EB3" w:rsidRDefault="00EF4EB3" w:rsidP="00197D1F">
      <w:pPr>
        <w:numPr>
          <w:ilvl w:val="0"/>
          <w:numId w:val="8"/>
        </w:numPr>
        <w:spacing w:after="0"/>
        <w:ind w:hanging="357"/>
      </w:pPr>
      <w:r>
        <w:t>Powiatowy Ośrodek Rehabilitacji – Ośrodek Rehabilitacji Dziennej;</w:t>
      </w:r>
    </w:p>
    <w:p w:rsidR="00EF4EB3" w:rsidRDefault="00EF4EB3" w:rsidP="00197D1F">
      <w:pPr>
        <w:numPr>
          <w:ilvl w:val="0"/>
          <w:numId w:val="7"/>
        </w:numPr>
        <w:spacing w:after="0"/>
        <w:ind w:hanging="357"/>
      </w:pPr>
      <w:r>
        <w:t xml:space="preserve">Powiatowa Przychodnia Specjalistyczna, w skład której wchodzą: </w:t>
      </w:r>
    </w:p>
    <w:p w:rsidR="00EF4EB3" w:rsidRDefault="00EF4EB3" w:rsidP="00197D1F">
      <w:pPr>
        <w:numPr>
          <w:ilvl w:val="0"/>
          <w:numId w:val="9"/>
        </w:numPr>
        <w:spacing w:after="0"/>
        <w:ind w:hanging="357"/>
      </w:pPr>
      <w:r>
        <w:t>poradnie specjalistyczne w Lidzbarku Warmińskim: ginekologiczna, chirurgii ogólnej, otorynolaryngologiczna, neurologiczna, chorób zakaźnych, chirurgii urazowo-ortopedycznej, kardiologiczna, endokrynologiczna, terapii uzależnienia od alkoholu i współuzależnienia, okulistyczna oraz medycyny sportowej;</w:t>
      </w:r>
    </w:p>
    <w:p w:rsidR="00EF4EB3" w:rsidRDefault="00EF4EB3" w:rsidP="00197D1F">
      <w:pPr>
        <w:numPr>
          <w:ilvl w:val="0"/>
          <w:numId w:val="9"/>
        </w:numPr>
        <w:spacing w:after="0"/>
        <w:ind w:hanging="357"/>
      </w:pPr>
      <w:r>
        <w:t>POZ – nocna i świąteczna pomoc medyczna;</w:t>
      </w:r>
    </w:p>
    <w:p w:rsidR="00EF4EB3" w:rsidRDefault="00EF4EB3" w:rsidP="00197D1F">
      <w:pPr>
        <w:numPr>
          <w:ilvl w:val="0"/>
          <w:numId w:val="9"/>
        </w:numPr>
      </w:pPr>
      <w:r>
        <w:t>Specjalistyczny zespół ratownictwa medycznego w Lidzbarku Warmińskim.</w:t>
      </w:r>
    </w:p>
    <w:p w:rsidR="00EF4EB3" w:rsidRDefault="00EF4EB3" w:rsidP="00197D1F">
      <w:r>
        <w:t>Infrastrukturę opieki zdrowotnej tworzą tu również przychodnie, gabinety stomatologiczne, gabinety rehabilitacji leczniczej, praktyki lekarzy specjalistów, a także poradnia zdrowia psychicznego.</w:t>
      </w:r>
    </w:p>
    <w:p w:rsidR="00EF4EB3" w:rsidRDefault="00EF4EB3" w:rsidP="00197D1F">
      <w:pPr>
        <w:pStyle w:val="Heading3"/>
      </w:pPr>
      <w:bookmarkStart w:id="11" w:name="_Toc455144226"/>
      <w:r>
        <w:t>1.5.4. Bezpieczeństwo publiczne</w:t>
      </w:r>
      <w:bookmarkEnd w:id="11"/>
    </w:p>
    <w:p w:rsidR="00EF4EB3" w:rsidRDefault="00EF4EB3" w:rsidP="00197D1F">
      <w:r>
        <w:t>Bezpieczeństwo publiczne stanowi ogół warunków i instytucji chroniących życie, zdrowie, mienie obywateli oraz majątek ogólnonarodowy, ustrój i suwerenność państwa przed zjawiskami groźnymi dla ładu prawnego, a także przed zjawiskami mogącymi zakłócić normalne funkcjonowanie obywateli, godzącymi w powszechnie przyjęte normy postępowania</w:t>
      </w:r>
      <w:r>
        <w:rPr>
          <w:vertAlign w:val="superscript"/>
        </w:rPr>
        <w:footnoteReference w:id="9"/>
      </w:r>
      <w:r>
        <w:t>.</w:t>
      </w:r>
    </w:p>
    <w:p w:rsidR="00EF4EB3" w:rsidRDefault="00EF4EB3" w:rsidP="00197D1F">
      <w:r>
        <w:t>O stan bezpieczeństwa na terenie Gminy Lidzbark Warmiński dba Komenda Powiatowa Policji w Lidzbarku Warmińskim. Policja realizuje w szczególności zadania w zakresie ochrony życia i zdrowia ludzi oraz mienia przed bezprawnymi zamachami naruszającymi te dobra, ochrony bezpieczeństwa i porządku publicznego, inicjowania i organizowania działań mających na celu zapobieganie popełnianiu przestępstw i wykroczeń oraz zjawiskom kryminogennym, a także wykrywania przestępstw i wykroczeń oraz ścigania ich sprawców</w:t>
      </w:r>
      <w:r>
        <w:rPr>
          <w:vertAlign w:val="superscript"/>
        </w:rPr>
        <w:footnoteReference w:id="10"/>
      </w:r>
      <w:r>
        <w:t xml:space="preserve">. </w:t>
      </w:r>
    </w:p>
    <w:p w:rsidR="00EF4EB3" w:rsidRDefault="00EF4EB3" w:rsidP="00197D1F">
      <w:r>
        <w:t xml:space="preserve">W 2015 roku na terenie Gminy Lidzbark Warmiński zaistniało 125 przestępstw, w tym </w:t>
      </w:r>
      <w:r>
        <w:br/>
        <w:t xml:space="preserve">36 uszkodzeń rzeczy, 25 przestępstw gospodarczych, 18 kradzieży z włamaniem oraz </w:t>
      </w:r>
      <w:r>
        <w:br/>
        <w:t xml:space="preserve">22 przestępstwa drogowe. Nie jest to bardzo wysoka liczba w odniesieniu do liczby mieszkańców Gminy, jednak warto zauważyć, ze tego typu przestępstwa są bardzo uciążliwe dla lokalnych społeczności. Ważnym elementem mającym wpływ na stan bezpieczeństwa na terenie Gminy jest ponadto bezpieczeństwo w ruchu drogowym. W 2015 roku miało miejsce tu 14 wypadków, w których zginęło 6 osób, a 14 zostało rannych. Zgłoszono również </w:t>
      </w:r>
      <w:r>
        <w:br/>
        <w:t>124 kolizje drogowe.</w:t>
      </w:r>
    </w:p>
    <w:p w:rsidR="00EF4EB3" w:rsidRDefault="00EF4EB3" w:rsidP="00197D1F">
      <w:r>
        <w:t xml:space="preserve">W zakresie ochrony przeciwpożarowej, a także walki z pożarami, klęskami żywiołowymi </w:t>
      </w:r>
      <w:r>
        <w:br/>
        <w:t xml:space="preserve">i innymi miejscowymi zagrożeniami spowodowanymi siłami natury lub działalnością człowieka, obszar Gminy objęty jest działaniem Komendy Powiatowej Państwowej Straży Pożarnej w Lidzbarku Warmińskim oraz jednostek Ochotniczej Straży Pożarnej w Rogóżu (jednostka w ramach Krajowego Systemu Ratowniczo-Gaśniczego), Runowie i Stryjkowie. </w:t>
      </w:r>
      <w:r>
        <w:br/>
        <w:t xml:space="preserve">W 2015 roku na terenie Gminy Lidzbark Warmiński miało miejsce 208 zdarzeń, z czego 55 to pożary, a 146 – miejscowe zagrożenia. Odnotowano również 7 alarmów fałszywych. </w:t>
      </w:r>
      <w:r>
        <w:br/>
        <w:t xml:space="preserve">W przypadku 44 zdarzeń w działaniach ratowniczo-gaśniczych uczestniczyła jednostka OSP </w:t>
      </w:r>
      <w:r>
        <w:br/>
        <w:t xml:space="preserve">w Rogóżu, w 28 zdarzeniach OSP Runowo, a w 4 – OSP Stryjkowo. </w:t>
      </w:r>
    </w:p>
    <w:p w:rsidR="00EF4EB3" w:rsidRDefault="00EF4EB3" w:rsidP="00197D1F">
      <w:pPr>
        <w:pStyle w:val="Heading3"/>
      </w:pPr>
      <w:bookmarkStart w:id="12" w:name="_Toc455144227"/>
      <w:r>
        <w:t>1.5.5. Pomoc społeczna</w:t>
      </w:r>
      <w:bookmarkEnd w:id="12"/>
    </w:p>
    <w:p w:rsidR="00EF4EB3" w:rsidRDefault="00EF4EB3" w:rsidP="00197D1F">
      <w:pPr>
        <w:rPr>
          <w:szCs w:val="24"/>
        </w:rPr>
      </w:pPr>
      <w:r>
        <w:rPr>
          <w:szCs w:val="24"/>
        </w:rPr>
        <w:t xml:space="preserve">Podstawową jednostką organizacyjną Gminy Lidzbark Warmiński w systemie pomocy społecznej jest Gminny Ośrodek Pomocy Społecznej w Lidzbarku Warmińskim (GOPS) Realizuje on ustawowe zadania w zakresie pracy z osobami i rodzinami znajdującymi się </w:t>
      </w:r>
      <w:r>
        <w:rPr>
          <w:szCs w:val="24"/>
        </w:rPr>
        <w:br/>
        <w:t xml:space="preserve">w trudnej sytuacji życiowej, polegające w szczególności na przyznawaniu i wypłacaniu przewidzianych ustawą świadczeń (np. zasiłek celowy, zasiłek okresowy); pracy socjalnej; realizacji usług opiekuńczych; analizie i ocenie zjawisk rodzących zapotrzebowanie na świadczenia z pomocy społecznej; realizacji zadań wynikających z rozeznanych potrzeb społecznych; rozwijaniu nowych form pomocy społecznej i samopomocy w ramach zidentyfikowanych potrzeb. Ośrodek prowadzi również inne działania na rzecz osób zagrożonych wykluczeniem społecznym. </w:t>
      </w:r>
    </w:p>
    <w:p w:rsidR="00EF4EB3" w:rsidRDefault="00EF4EB3" w:rsidP="00197D1F">
      <w:pPr>
        <w:rPr>
          <w:szCs w:val="24"/>
        </w:rPr>
      </w:pPr>
      <w:r>
        <w:rPr>
          <w:szCs w:val="24"/>
        </w:rPr>
        <w:t>GOPS w Lidzbarku Warmińskim realizuje następujące programy pomocy społecznej:</w:t>
      </w:r>
    </w:p>
    <w:p w:rsidR="00EF4EB3" w:rsidRDefault="00EF4EB3" w:rsidP="00197D1F">
      <w:pPr>
        <w:numPr>
          <w:ilvl w:val="0"/>
          <w:numId w:val="10"/>
        </w:numPr>
        <w:rPr>
          <w:szCs w:val="24"/>
        </w:rPr>
      </w:pPr>
      <w:r>
        <w:rPr>
          <w:szCs w:val="24"/>
        </w:rPr>
        <w:t xml:space="preserve">„Pomocna dłoń” na lata 2008-2018 – jego celem jest zapobieganie marginalizacji </w:t>
      </w:r>
      <w:r>
        <w:rPr>
          <w:szCs w:val="24"/>
        </w:rPr>
        <w:br/>
        <w:t>i wykluczeniu społecznemu oraz integracja społeczna długotrwale bezrobotnych;</w:t>
      </w:r>
    </w:p>
    <w:p w:rsidR="00EF4EB3" w:rsidRDefault="00EF4EB3" w:rsidP="00197D1F">
      <w:pPr>
        <w:numPr>
          <w:ilvl w:val="0"/>
          <w:numId w:val="10"/>
        </w:numPr>
        <w:rPr>
          <w:szCs w:val="24"/>
        </w:rPr>
      </w:pPr>
      <w:r>
        <w:rPr>
          <w:szCs w:val="24"/>
        </w:rPr>
        <w:t>Programy Świetlic Środowiskowych w Kraszewie, Babiaku i Morawie na lata 2010-2020 pn. „Wspieranie wychowawczej funkcji rodziny”.</w:t>
      </w:r>
    </w:p>
    <w:p w:rsidR="00EF4EB3" w:rsidRDefault="00EF4EB3" w:rsidP="00197D1F">
      <w:pPr>
        <w:rPr>
          <w:szCs w:val="24"/>
        </w:rPr>
      </w:pPr>
      <w:r>
        <w:t>W zakresie profilaktyki problemu uzależnień na terenie Gminy funkcjonuje Gminna Komisja Rozwiązywania Problemów Alkoholowych, natomiast w obszarze przemocy w rodzinie – Zespół Interdyscyplinarny.</w:t>
      </w:r>
      <w:r>
        <w:rPr>
          <w:szCs w:val="24"/>
        </w:rPr>
        <w:t xml:space="preserve"> GKRPA inicjuje działania w zakresie m.in. zwiększania dostępności pomocy terapeutycznej i rehabilitacyjnej dla osób uzależnionych od alkoholu; udzielania pomocy psychospołecznej i prawnej rodzinom, w których występują problemy alkoholowe oraz prowadzenia profilaktycznej działalności informacyjnej i edukacyjnej w zakresie rozwiązywania problemów alkoholowych i przeciwdziałania narkomanii. Podejmuje również czynności zmierzające do orzeczenia o zastosowaniu wobec osoby uzależnionej od alkoholu obowiązku poddania się leczeniu w zakładzie lecznictwa odwykowego. </w:t>
      </w:r>
    </w:p>
    <w:p w:rsidR="00EF4EB3" w:rsidRDefault="00EF4EB3" w:rsidP="00197D1F">
      <w:pPr>
        <w:rPr>
          <w:szCs w:val="24"/>
        </w:rPr>
      </w:pPr>
      <w:r>
        <w:rPr>
          <w:szCs w:val="24"/>
        </w:rPr>
        <w:t xml:space="preserve">Zespół Interdyscyplinarny realizuje zadania Gminy w zakresie przeciwdziałania przemocy </w:t>
      </w:r>
      <w:r>
        <w:rPr>
          <w:szCs w:val="24"/>
        </w:rPr>
        <w:br/>
        <w:t>w rodzinie. W jego skład mogą wchodzić przedstawiciele jednostek organizacyjnych pomocy społecznej, GKRPA, policji, oświaty, ochrony zdrowia i organizacji pozarządowych. Zespół integruje i koordynuje działania różnych podmiotów i specjalistów w szczególności poprzez diagnozowanie problemu przemocy w rodzinie, podejmowanie działań w środowisku zagrożonym przemocą w rodzinie, inicjowanie interwencji w środowisku dotkniętym przemocą w rodzinie, rozpowszechnianie informacji o możliwych formach pomocy, a także inicjowanie działań w stosunku do osób stosujących przemoc wobec członków rodziny.</w:t>
      </w:r>
    </w:p>
    <w:p w:rsidR="00EF4EB3" w:rsidRDefault="00EF4EB3" w:rsidP="00197D1F">
      <w:r>
        <w:rPr>
          <w:szCs w:val="24"/>
        </w:rPr>
        <w:t xml:space="preserve">System pomocy i wsparcia mieszkańców Gminy Lidzbark Warmiński tworzą również jednostki powiatowe, w tym Powiatowe Centrum Pomocy Rodzinie w Lidzbarku Warmińskim z siedzibą w Ornecie. </w:t>
      </w:r>
      <w:r>
        <w:t xml:space="preserve">PCPR wykonuje zadania powiatu wynikające nie tylko z ustawy </w:t>
      </w:r>
      <w:r>
        <w:br/>
      </w:r>
      <w:r>
        <w:rPr>
          <w:i/>
        </w:rPr>
        <w:t>o pomocy społecznej</w:t>
      </w:r>
      <w:r>
        <w:t xml:space="preserve">, ale również ustawy </w:t>
      </w:r>
      <w:r>
        <w:rPr>
          <w:i/>
        </w:rPr>
        <w:t>o wspieraniu rodziny i systemie pieczy zastępczej</w:t>
      </w:r>
      <w:r>
        <w:t xml:space="preserve">, ustawy </w:t>
      </w:r>
      <w:r>
        <w:rPr>
          <w:i/>
        </w:rPr>
        <w:t>o rehabilitacji zawodowej i społecznej oraz zatrudnianiu osób niepełnosprawnych</w:t>
      </w:r>
      <w:r>
        <w:t xml:space="preserve">, </w:t>
      </w:r>
      <w:r>
        <w:br/>
        <w:t xml:space="preserve">a także ustawy </w:t>
      </w:r>
      <w:r>
        <w:rPr>
          <w:i/>
        </w:rPr>
        <w:t>o przeciwdziałaniu przemocy w rodzinie</w:t>
      </w:r>
      <w:r>
        <w:t xml:space="preserve">. Pełni także funkcję organizatora systemu pieczy zastępczej w powiecie. Dużą część zadań stanowią ponadto te dotyczące rehabilitacji zawodowej i społecznej osób z niepełnosprawnością, m.in. dofinansowanie działania warsztatów terapii zajęciowej, likwidacji barier architektonicznych, </w:t>
      </w:r>
      <w:r>
        <w:br/>
        <w:t xml:space="preserve">w komunikowaniu się i technicznych, a także dofinansowanie sportu, kultury i rekreacji osób z niepełnosprawnością i ich rodzin. </w:t>
      </w:r>
    </w:p>
    <w:p w:rsidR="00EF4EB3" w:rsidRDefault="00EF4EB3" w:rsidP="00197D1F">
      <w:r>
        <w:t xml:space="preserve">W szerokim ujęciu system pomocy i wsparcia obejmuje również instytucje rynku pracy. </w:t>
      </w:r>
      <w:r>
        <w:br/>
        <w:t xml:space="preserve">W zakresie polityki rynku pracy działa Powiatowy Urząd Pracy w Lidzbarku Warmińskim, który realizuje zadania, polegające m.in. na udzielaniu pomocy bezrobotnym i poszukujących pracy w znalezieniu pracy (pośrednictwo pracy, poradnictwo zawodowe i informacja zawodowa), organizowaniu i finansowaniu usług i instrumentów rynku pracy, przyznawaniu </w:t>
      </w:r>
      <w:r>
        <w:br/>
        <w:t xml:space="preserve">i wypłacaniu zasiłków oraz innych świadczeń z tytułu bezrobocia, a także opracowywaniu analiz i sprawozdań dotyczących rynku pracy. </w:t>
      </w:r>
    </w:p>
    <w:p w:rsidR="00EF4EB3" w:rsidRDefault="00EF4EB3" w:rsidP="00197D1F">
      <w:pPr>
        <w:pStyle w:val="Heading2"/>
      </w:pPr>
      <w:bookmarkStart w:id="13" w:name="_Toc455144228"/>
      <w:r>
        <w:t>1.6. Zasoby mieszkaniowe</w:t>
      </w:r>
      <w:bookmarkEnd w:id="13"/>
    </w:p>
    <w:p w:rsidR="00EF4EB3" w:rsidRDefault="00EF4EB3" w:rsidP="00197D1F">
      <w:r>
        <w:t>Warunki mieszkaniowe stanowią jeden z najważniejszych czynników decydujących o jakości życia osób i rodzin. Nie odnoszą się tylko do kwestii zapewnienia fizycznego schronienia, czyli tzw. dachu nad głową, ale także do odpowiedniego metrażu i wyposażenia w instalacje sanitarne, które wpływają na funkcjonowanie mieszkańców w różnych sferach życia. Dobre warunki mieszkaniowe sprzyjają bowiem rozwojowi człowieka oraz stabilizacji życiowej</w:t>
      </w:r>
      <w:r>
        <w:rPr>
          <w:rStyle w:val="FootnoteReference"/>
        </w:rPr>
        <w:footnoteReference w:id="11"/>
      </w:r>
      <w:r>
        <w:t xml:space="preserve">. </w:t>
      </w:r>
      <w:r>
        <w:br/>
        <w:t>W świetle danych Eurostatu, sytuacja mieszkaniowa Polaków odbiega od standardów europejskich. Obraz polskiego mieszkalnictwa to przede wszystkim przeludnienie dotykające prawie co drugiego obywatela, 914 tysięcy mieszkań (7% ogółu) bez spłukiwanego ustępu, 462 tysięcy mieszkań (3%) bez bieżącej wody oraz aż 2,6 mln (19%) nieruchomości bez centralnego ogrzewania. Ponad 10% Polaków boryka się ponadto z problemem złego stanu technicznego mieszkania, przejawiającym się głównie w przeciekającym dachu oraz zawilgoceniu ścian i podłóg, natomiast 43% mieszka w przeludnionych mieszkaniach</w:t>
      </w:r>
      <w:r>
        <w:rPr>
          <w:vertAlign w:val="superscript"/>
        </w:rPr>
        <w:footnoteReference w:id="12"/>
      </w:r>
      <w:r>
        <w:t>.</w:t>
      </w:r>
    </w:p>
    <w:p w:rsidR="00EF4EB3" w:rsidRDefault="00EF4EB3" w:rsidP="00197D1F">
      <w:r>
        <w:t xml:space="preserve">Liczba mieszkań w Gminie Lidzbark Warmiński systematycznie rośnie. W 2014 roku znajdowały się tu 2 103 mieszkania, czyli o 42 więcej (o 2,0%) niż w 2010 roku. Należy jednak zaznaczyć, iż ogólna poprawa warunków mieszkaniowych w Gminie jest wynikiem indywidualnych inwestycji prowadzonych przez bardziej zamożnych mieszkańców, którzy decydują się na budowę domków jednorodzinnych na użytek własny. Od wielu już lat na terenie Gminy nie oddaje się do użytku nowych mieszkań w innych formach, np. budownictwa komunalnego, spółdzielczego czy społecznego czynszowego (tzw. TBS-ów). </w:t>
      </w:r>
      <w:r>
        <w:br/>
        <w:t>Dlatego też poważnym wyzwaniem dla władz samorządu lokalnego pozostaje kwestia zapewnienia odpowiednich warunków mieszkaniowych dla najuboższej ludności. W zasobach Gminy Lidzbark Warmiński według stanu na 31 grudnia 2015 roku znajdowały się 62 mieszkania komunalne, w tym 8 mieszkań (lokali) socjalnych, a także 30 lokali własnościowych w administrowaniu Gminy. W tym czasie na lokale gminne i socjalne oczekiwało 98 rodzin.</w:t>
      </w:r>
    </w:p>
    <w:p w:rsidR="00EF4EB3" w:rsidRDefault="00EF4EB3" w:rsidP="00197D1F">
      <w:pPr>
        <w:spacing w:before="120"/>
        <w:jc w:val="center"/>
        <w:rPr>
          <w:b/>
          <w:bCs/>
          <w:sz w:val="20"/>
          <w:szCs w:val="20"/>
        </w:rPr>
      </w:pPr>
      <w:r>
        <w:rPr>
          <w:rStyle w:val="Strong"/>
          <w:b/>
          <w:bCs/>
        </w:rPr>
        <w:t xml:space="preserve">Tabela </w:t>
      </w:r>
      <w:r>
        <w:rPr>
          <w:rStyle w:val="Strong"/>
          <w:b/>
          <w:bCs/>
        </w:rPr>
        <w:fldChar w:fldCharType="begin"/>
      </w:r>
      <w:r>
        <w:rPr>
          <w:rStyle w:val="Strong"/>
          <w:b/>
          <w:bCs/>
        </w:rPr>
        <w:instrText xml:space="preserve"> SEQ Tabela \* ARABIC </w:instrText>
      </w:r>
      <w:r>
        <w:rPr>
          <w:rStyle w:val="Strong"/>
          <w:b/>
          <w:bCs/>
        </w:rPr>
        <w:fldChar w:fldCharType="separate"/>
      </w:r>
      <w:r>
        <w:rPr>
          <w:rStyle w:val="Strong"/>
          <w:b/>
          <w:bCs/>
          <w:noProof/>
        </w:rPr>
        <w:t>4</w:t>
      </w:r>
      <w:r>
        <w:rPr>
          <w:rStyle w:val="Strong"/>
          <w:b/>
          <w:bCs/>
        </w:rPr>
        <w:fldChar w:fldCharType="end"/>
      </w:r>
      <w:r>
        <w:rPr>
          <w:rStyle w:val="Strong"/>
          <w:b/>
          <w:bCs/>
        </w:rPr>
        <w:t>. Wybrane</w:t>
      </w:r>
      <w:r>
        <w:rPr>
          <w:b/>
          <w:bCs/>
          <w:sz w:val="20"/>
          <w:szCs w:val="20"/>
        </w:rPr>
        <w:t xml:space="preserve"> dane dotyczące mieszkań w Gminie Lidzbark Warmiński w latach 2010-2014</w:t>
      </w:r>
    </w:p>
    <w:tbl>
      <w:tblPr>
        <w:tblW w:w="8736"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3936"/>
        <w:gridCol w:w="960"/>
        <w:gridCol w:w="960"/>
        <w:gridCol w:w="960"/>
        <w:gridCol w:w="960"/>
        <w:gridCol w:w="960"/>
      </w:tblGrid>
      <w:tr w:rsidR="00EF4EB3" w:rsidTr="00197D1F">
        <w:trPr>
          <w:trHeight w:val="255"/>
          <w:jc w:val="center"/>
        </w:trPr>
        <w:tc>
          <w:tcPr>
            <w:tcW w:w="3936" w:type="dxa"/>
            <w:noWrap/>
          </w:tcPr>
          <w:p w:rsidR="00EF4EB3" w:rsidRDefault="00EF4EB3">
            <w:pPr>
              <w:spacing w:after="0"/>
              <w:jc w:val="left"/>
              <w:rPr>
                <w:rFonts w:cs="Arial"/>
                <w:b/>
                <w:sz w:val="20"/>
                <w:szCs w:val="20"/>
                <w:lang w:eastAsia="pl-PL"/>
              </w:rPr>
            </w:pPr>
            <w:r>
              <w:rPr>
                <w:rFonts w:cs="Arial"/>
                <w:b/>
                <w:sz w:val="20"/>
                <w:szCs w:val="20"/>
                <w:lang w:eastAsia="pl-PL"/>
              </w:rPr>
              <w:t>Wyszczególnienie</w:t>
            </w:r>
          </w:p>
        </w:tc>
        <w:tc>
          <w:tcPr>
            <w:tcW w:w="960" w:type="dxa"/>
            <w:noWrap/>
          </w:tcPr>
          <w:p w:rsidR="00EF4EB3" w:rsidRDefault="00EF4EB3">
            <w:pPr>
              <w:spacing w:after="0"/>
              <w:jc w:val="center"/>
              <w:rPr>
                <w:rFonts w:cs="Arial"/>
                <w:b/>
                <w:bCs/>
                <w:sz w:val="20"/>
                <w:szCs w:val="20"/>
                <w:lang w:eastAsia="pl-PL"/>
              </w:rPr>
            </w:pPr>
            <w:r>
              <w:rPr>
                <w:rFonts w:cs="Arial"/>
                <w:b/>
                <w:bCs/>
                <w:sz w:val="20"/>
                <w:szCs w:val="20"/>
                <w:lang w:eastAsia="pl-PL"/>
              </w:rPr>
              <w:t>2010</w:t>
            </w:r>
          </w:p>
        </w:tc>
        <w:tc>
          <w:tcPr>
            <w:tcW w:w="960" w:type="dxa"/>
            <w:noWrap/>
          </w:tcPr>
          <w:p w:rsidR="00EF4EB3" w:rsidRDefault="00EF4EB3">
            <w:pPr>
              <w:spacing w:after="0"/>
              <w:jc w:val="center"/>
              <w:rPr>
                <w:rFonts w:cs="Arial"/>
                <w:b/>
                <w:bCs/>
                <w:sz w:val="20"/>
                <w:szCs w:val="20"/>
                <w:lang w:eastAsia="pl-PL"/>
              </w:rPr>
            </w:pPr>
            <w:r>
              <w:rPr>
                <w:rFonts w:cs="Arial"/>
                <w:b/>
                <w:bCs/>
                <w:sz w:val="20"/>
                <w:szCs w:val="20"/>
                <w:lang w:eastAsia="pl-PL"/>
              </w:rPr>
              <w:t>2011</w:t>
            </w:r>
          </w:p>
        </w:tc>
        <w:tc>
          <w:tcPr>
            <w:tcW w:w="960" w:type="dxa"/>
            <w:noWrap/>
          </w:tcPr>
          <w:p w:rsidR="00EF4EB3" w:rsidRDefault="00EF4EB3">
            <w:pPr>
              <w:spacing w:after="0"/>
              <w:jc w:val="center"/>
              <w:rPr>
                <w:rFonts w:cs="Arial"/>
                <w:b/>
                <w:bCs/>
                <w:sz w:val="20"/>
                <w:szCs w:val="20"/>
                <w:lang w:eastAsia="pl-PL"/>
              </w:rPr>
            </w:pPr>
            <w:r>
              <w:rPr>
                <w:rFonts w:cs="Arial"/>
                <w:b/>
                <w:bCs/>
                <w:sz w:val="20"/>
                <w:szCs w:val="20"/>
                <w:lang w:eastAsia="pl-PL"/>
              </w:rPr>
              <w:t>2012</w:t>
            </w:r>
          </w:p>
        </w:tc>
        <w:tc>
          <w:tcPr>
            <w:tcW w:w="960" w:type="dxa"/>
            <w:noWrap/>
          </w:tcPr>
          <w:p w:rsidR="00EF4EB3" w:rsidRDefault="00EF4EB3">
            <w:pPr>
              <w:spacing w:after="0"/>
              <w:jc w:val="center"/>
              <w:rPr>
                <w:rFonts w:cs="Arial"/>
                <w:b/>
                <w:bCs/>
                <w:sz w:val="20"/>
                <w:szCs w:val="20"/>
                <w:lang w:eastAsia="pl-PL"/>
              </w:rPr>
            </w:pPr>
            <w:r>
              <w:rPr>
                <w:rFonts w:cs="Arial"/>
                <w:b/>
                <w:bCs/>
                <w:sz w:val="20"/>
                <w:szCs w:val="20"/>
                <w:lang w:eastAsia="pl-PL"/>
              </w:rPr>
              <w:t>2013</w:t>
            </w:r>
          </w:p>
        </w:tc>
        <w:tc>
          <w:tcPr>
            <w:tcW w:w="960" w:type="dxa"/>
            <w:noWrap/>
          </w:tcPr>
          <w:p w:rsidR="00EF4EB3" w:rsidRDefault="00EF4EB3">
            <w:pPr>
              <w:spacing w:after="0"/>
              <w:jc w:val="center"/>
              <w:rPr>
                <w:rFonts w:cs="Arial"/>
                <w:b/>
                <w:bCs/>
                <w:sz w:val="20"/>
                <w:szCs w:val="20"/>
                <w:lang w:eastAsia="pl-PL"/>
              </w:rPr>
            </w:pPr>
            <w:r>
              <w:rPr>
                <w:rFonts w:cs="Arial"/>
                <w:b/>
                <w:bCs/>
                <w:sz w:val="20"/>
                <w:szCs w:val="20"/>
                <w:lang w:eastAsia="pl-PL"/>
              </w:rPr>
              <w:t>2014</w:t>
            </w:r>
          </w:p>
        </w:tc>
      </w:tr>
      <w:tr w:rsidR="00EF4EB3" w:rsidTr="00197D1F">
        <w:trPr>
          <w:trHeight w:val="255"/>
          <w:jc w:val="center"/>
        </w:trPr>
        <w:tc>
          <w:tcPr>
            <w:tcW w:w="3936" w:type="dxa"/>
            <w:noWrap/>
          </w:tcPr>
          <w:p w:rsidR="00EF4EB3" w:rsidRDefault="00EF4EB3">
            <w:pPr>
              <w:spacing w:after="0"/>
              <w:jc w:val="left"/>
              <w:rPr>
                <w:rFonts w:cs="Arial"/>
                <w:sz w:val="20"/>
                <w:szCs w:val="20"/>
                <w:lang w:eastAsia="pl-PL"/>
              </w:rPr>
            </w:pPr>
            <w:r>
              <w:rPr>
                <w:rFonts w:cs="Arial"/>
                <w:sz w:val="20"/>
                <w:szCs w:val="20"/>
                <w:lang w:eastAsia="pl-PL"/>
              </w:rPr>
              <w:t>Liczba mieszkań</w:t>
            </w:r>
          </w:p>
        </w:tc>
        <w:tc>
          <w:tcPr>
            <w:tcW w:w="960" w:type="dxa"/>
            <w:noWrap/>
          </w:tcPr>
          <w:p w:rsidR="00EF4EB3" w:rsidRDefault="00EF4EB3">
            <w:pPr>
              <w:spacing w:after="0"/>
              <w:jc w:val="center"/>
              <w:rPr>
                <w:rFonts w:ascii="Verdana" w:hAnsi="Verdana"/>
                <w:color w:val="000000"/>
                <w:sz w:val="16"/>
                <w:szCs w:val="16"/>
                <w:lang w:eastAsia="pl-PL"/>
              </w:rPr>
            </w:pPr>
            <w:r>
              <w:rPr>
                <w:rFonts w:ascii="Verdana" w:hAnsi="Verdana"/>
                <w:color w:val="000000"/>
                <w:sz w:val="16"/>
                <w:szCs w:val="16"/>
              </w:rPr>
              <w:t>2 061</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2 068</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2 077</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2 084</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2 103</w:t>
            </w:r>
          </w:p>
        </w:tc>
      </w:tr>
      <w:tr w:rsidR="00EF4EB3" w:rsidTr="00197D1F">
        <w:trPr>
          <w:trHeight w:val="255"/>
          <w:jc w:val="center"/>
        </w:trPr>
        <w:tc>
          <w:tcPr>
            <w:tcW w:w="8736" w:type="dxa"/>
            <w:gridSpan w:val="6"/>
            <w:noWrap/>
          </w:tcPr>
          <w:p w:rsidR="00EF4EB3" w:rsidRDefault="00EF4EB3">
            <w:pPr>
              <w:spacing w:after="0"/>
              <w:jc w:val="left"/>
              <w:rPr>
                <w:rFonts w:cs="Arial"/>
                <w:sz w:val="20"/>
                <w:szCs w:val="20"/>
                <w:lang w:eastAsia="pl-PL"/>
              </w:rPr>
            </w:pPr>
            <w:r>
              <w:rPr>
                <w:rFonts w:cs="Arial"/>
                <w:sz w:val="20"/>
                <w:szCs w:val="20"/>
                <w:lang w:eastAsia="pl-PL"/>
              </w:rPr>
              <w:t>Przeciętna powierzchnia użytkowa:</w:t>
            </w:r>
          </w:p>
        </w:tc>
      </w:tr>
      <w:tr w:rsidR="00EF4EB3" w:rsidTr="00197D1F">
        <w:trPr>
          <w:trHeight w:val="255"/>
          <w:jc w:val="center"/>
        </w:trPr>
        <w:tc>
          <w:tcPr>
            <w:tcW w:w="3936" w:type="dxa"/>
            <w:noWrap/>
          </w:tcPr>
          <w:p w:rsidR="00EF4EB3" w:rsidRDefault="00EF4EB3">
            <w:pPr>
              <w:spacing w:after="0"/>
              <w:jc w:val="left"/>
              <w:rPr>
                <w:rFonts w:cs="Arial"/>
                <w:sz w:val="20"/>
                <w:szCs w:val="20"/>
                <w:lang w:eastAsia="pl-PL"/>
              </w:rPr>
            </w:pPr>
            <w:r>
              <w:rPr>
                <w:rFonts w:cs="Arial"/>
                <w:sz w:val="20"/>
                <w:szCs w:val="20"/>
                <w:lang w:eastAsia="pl-PL"/>
              </w:rPr>
              <w:t xml:space="preserve"> 1 mieszkania (m</w:t>
            </w:r>
            <w:r>
              <w:rPr>
                <w:rFonts w:cs="Arial"/>
                <w:sz w:val="20"/>
                <w:szCs w:val="20"/>
                <w:vertAlign w:val="superscript"/>
                <w:lang w:eastAsia="pl-PL"/>
              </w:rPr>
              <w:t>2</w:t>
            </w:r>
            <w:r>
              <w:rPr>
                <w:rFonts w:cs="Arial"/>
                <w:sz w:val="20"/>
                <w:szCs w:val="20"/>
                <w:lang w:eastAsia="pl-PL"/>
              </w:rPr>
              <w:t>)</w:t>
            </w:r>
          </w:p>
        </w:tc>
        <w:tc>
          <w:tcPr>
            <w:tcW w:w="960" w:type="dxa"/>
            <w:noWrap/>
          </w:tcPr>
          <w:p w:rsidR="00EF4EB3" w:rsidRDefault="00EF4EB3">
            <w:pPr>
              <w:spacing w:after="0"/>
              <w:jc w:val="center"/>
              <w:rPr>
                <w:rFonts w:ascii="Verdana" w:hAnsi="Verdana"/>
                <w:color w:val="000000"/>
                <w:sz w:val="16"/>
                <w:szCs w:val="16"/>
                <w:lang w:eastAsia="pl-PL"/>
              </w:rPr>
            </w:pPr>
            <w:r>
              <w:rPr>
                <w:rFonts w:ascii="Verdana" w:hAnsi="Verdana"/>
                <w:color w:val="000000"/>
                <w:sz w:val="16"/>
                <w:szCs w:val="16"/>
              </w:rPr>
              <w:t>79,4</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79,7</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79,9</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80,2</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80,7</w:t>
            </w:r>
          </w:p>
        </w:tc>
      </w:tr>
      <w:tr w:rsidR="00EF4EB3" w:rsidTr="00197D1F">
        <w:trPr>
          <w:trHeight w:val="255"/>
          <w:jc w:val="center"/>
        </w:trPr>
        <w:tc>
          <w:tcPr>
            <w:tcW w:w="3936" w:type="dxa"/>
            <w:noWrap/>
          </w:tcPr>
          <w:p w:rsidR="00EF4EB3" w:rsidRDefault="00EF4EB3">
            <w:pPr>
              <w:spacing w:after="0"/>
              <w:jc w:val="left"/>
              <w:rPr>
                <w:rFonts w:cs="Arial"/>
                <w:sz w:val="20"/>
                <w:szCs w:val="20"/>
                <w:lang w:eastAsia="pl-PL"/>
              </w:rPr>
            </w:pPr>
            <w:r>
              <w:rPr>
                <w:rFonts w:cs="Arial"/>
                <w:sz w:val="20"/>
                <w:szCs w:val="20"/>
                <w:lang w:eastAsia="pl-PL"/>
              </w:rPr>
              <w:t xml:space="preserve"> na 1 osobę (m</w:t>
            </w:r>
            <w:r>
              <w:rPr>
                <w:rFonts w:cs="Arial"/>
                <w:sz w:val="20"/>
                <w:szCs w:val="20"/>
                <w:vertAlign w:val="superscript"/>
                <w:lang w:eastAsia="pl-PL"/>
              </w:rPr>
              <w:t>2</w:t>
            </w:r>
            <w:r>
              <w:rPr>
                <w:rFonts w:cs="Arial"/>
                <w:sz w:val="20"/>
                <w:szCs w:val="20"/>
                <w:lang w:eastAsia="pl-PL"/>
              </w:rPr>
              <w:t>)</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24,0</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24,2</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24,4</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24,5</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25,1</w:t>
            </w:r>
          </w:p>
        </w:tc>
      </w:tr>
      <w:tr w:rsidR="00EF4EB3" w:rsidTr="00197D1F">
        <w:trPr>
          <w:trHeight w:val="255"/>
          <w:jc w:val="center"/>
        </w:trPr>
        <w:tc>
          <w:tcPr>
            <w:tcW w:w="3936" w:type="dxa"/>
            <w:noWrap/>
          </w:tcPr>
          <w:p w:rsidR="00EF4EB3" w:rsidRDefault="00EF4EB3">
            <w:pPr>
              <w:spacing w:after="0"/>
              <w:jc w:val="left"/>
              <w:rPr>
                <w:rFonts w:cs="Arial"/>
                <w:sz w:val="20"/>
                <w:szCs w:val="20"/>
                <w:lang w:eastAsia="pl-PL"/>
              </w:rPr>
            </w:pPr>
            <w:r>
              <w:rPr>
                <w:rFonts w:cs="Arial"/>
                <w:sz w:val="20"/>
                <w:szCs w:val="20"/>
                <w:lang w:eastAsia="pl-PL"/>
              </w:rPr>
              <w:t>Mieszkania oddane do użytkowania</w:t>
            </w:r>
          </w:p>
        </w:tc>
        <w:tc>
          <w:tcPr>
            <w:tcW w:w="960" w:type="dxa"/>
            <w:noWrap/>
          </w:tcPr>
          <w:p w:rsidR="00EF4EB3" w:rsidRDefault="00EF4EB3">
            <w:pPr>
              <w:spacing w:after="0"/>
              <w:jc w:val="center"/>
              <w:rPr>
                <w:rFonts w:ascii="Verdana" w:hAnsi="Verdana"/>
                <w:color w:val="000000"/>
                <w:sz w:val="16"/>
                <w:szCs w:val="16"/>
                <w:lang w:eastAsia="pl-PL"/>
              </w:rPr>
            </w:pPr>
            <w:r>
              <w:rPr>
                <w:rFonts w:ascii="Verdana" w:hAnsi="Verdana"/>
                <w:color w:val="000000"/>
                <w:sz w:val="16"/>
                <w:szCs w:val="16"/>
              </w:rPr>
              <w:t>12</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9</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13</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10</w:t>
            </w:r>
          </w:p>
        </w:tc>
        <w:tc>
          <w:tcPr>
            <w:tcW w:w="960" w:type="dxa"/>
            <w:noWrap/>
          </w:tcPr>
          <w:p w:rsidR="00EF4EB3" w:rsidRDefault="00EF4EB3">
            <w:pPr>
              <w:jc w:val="center"/>
              <w:rPr>
                <w:rFonts w:ascii="Verdana" w:hAnsi="Verdana"/>
                <w:color w:val="000000"/>
                <w:sz w:val="16"/>
                <w:szCs w:val="16"/>
              </w:rPr>
            </w:pPr>
            <w:r>
              <w:rPr>
                <w:rFonts w:ascii="Verdana" w:hAnsi="Verdana"/>
                <w:color w:val="000000"/>
                <w:sz w:val="16"/>
                <w:szCs w:val="16"/>
              </w:rPr>
              <w:t>22</w:t>
            </w:r>
          </w:p>
        </w:tc>
      </w:tr>
    </w:tbl>
    <w:p w:rsidR="00EF4EB3" w:rsidRDefault="00EF4EB3" w:rsidP="00197D1F">
      <w:pPr>
        <w:rPr>
          <w:sz w:val="20"/>
        </w:rPr>
      </w:pPr>
      <w:r>
        <w:rPr>
          <w:sz w:val="20"/>
        </w:rPr>
        <w:t>Źródło: opracowanie własne na podstawie danych BDL GUS.</w:t>
      </w:r>
    </w:p>
    <w:p w:rsidR="00EF4EB3" w:rsidRDefault="00EF4EB3" w:rsidP="00197D1F">
      <w:r>
        <w:t xml:space="preserve">Według </w:t>
      </w:r>
      <w:r>
        <w:rPr>
          <w:i/>
        </w:rPr>
        <w:t>Diagnozy społecznej 2013</w:t>
      </w:r>
      <w:r>
        <w:t xml:space="preserve"> warunki mieszkaniowe Polaków ulegają stopniowej poprawie. W latach 2000-2013 spadł odsetek badanych gospodarstw domowych, które nie są zasilane wodą z wodociągu (o 1,6 punktu procentowego), w których brakuje ustępu spłukiwanego bieżącą wodą (o 5,9 punktu), łazienki z wanną lub prysznicem (o 8,5 punktu) oraz ciepłej wody (o 9,1 punktu)</w:t>
      </w:r>
      <w:r>
        <w:rPr>
          <w:vertAlign w:val="superscript"/>
        </w:rPr>
        <w:footnoteReference w:id="13"/>
      </w:r>
      <w:r>
        <w:t>. Poprawę w zakresie warunków mieszkaniowych można zaobserwować również w Gminie Lidzbark Warmiński. W 2014 roku na jedną osobę przypadało tu 25,1 m</w:t>
      </w:r>
      <w:r>
        <w:rPr>
          <w:vertAlign w:val="superscript"/>
        </w:rPr>
        <w:t>2</w:t>
      </w:r>
      <w:r>
        <w:t xml:space="preserve"> powierzchni użytkowej mieszkania, czyli o 1,1 m</w:t>
      </w:r>
      <w:r>
        <w:rPr>
          <w:vertAlign w:val="superscript"/>
        </w:rPr>
        <w:t>2</w:t>
      </w:r>
      <w:r>
        <w:t xml:space="preserve"> więcej niż w 2010 roku, natomiast przeciętne mieszkanie miało powierzchnię 80,7 m</w:t>
      </w:r>
      <w:r>
        <w:rPr>
          <w:vertAlign w:val="superscript"/>
        </w:rPr>
        <w:t>2</w:t>
      </w:r>
      <w:r>
        <w:t>, a więc o 1,3 m</w:t>
      </w:r>
      <w:r>
        <w:rPr>
          <w:vertAlign w:val="superscript"/>
        </w:rPr>
        <w:t>2</w:t>
      </w:r>
      <w:r>
        <w:t xml:space="preserve"> większą niż w 2010 roku.</w:t>
      </w:r>
    </w:p>
    <w:p w:rsidR="00EF4EB3" w:rsidRDefault="00EF4EB3" w:rsidP="00197D1F">
      <w:r>
        <w:t xml:space="preserve">W okresie 2010-2014 roku nastąpiła poprawa również w zakresie wyposażenia tutejszych mieszkań w instalacje techniczno-sanitarne. Odsetki mieszkań posiadających instalację wodociągową, ustęp spłukiwany i łazienkę z urządzeniem kąpielowym i/lub prysznicem </w:t>
      </w:r>
      <w:r>
        <w:br/>
        <w:t>z odpływem wody wzrosły o 0,4 punktu procentowego; natomiast posiadających centralne ogrzewanie – o 0,9 punktu. Przekłada się to na liczbę mieszkańców, którzy mają lepszy dostęp do wodociągu i kanalizacji czy instalacji gazowej. W 2014 roku korzystało z nich odpowiednio 77,2% i 9,8% ludności Gminy, a wzrosty w porównaniu do 2010 roku wynosiły 14,7 i 3,1 punktu. Tak duże różnice pomiędzy odsetkami osób korzystających z wodociągu</w:t>
      </w:r>
      <w:r>
        <w:br/>
        <w:t xml:space="preserve"> i kanalizacji są charakterystyczne dla obszarów wiejskich. Wpływ na nie mają przede wszystkim: duża powierzchnia Gminy, odległości pomiędzy miejscowościami oraz rozproszenie zabudowy. Czynniki te powodują, że inwestycje w kanalizację są nieracjonalne kosztowo i prawdopodobnie bardziej opłacalna może być np. budowa przydomowych oczyszczalni ścieków. </w:t>
      </w:r>
    </w:p>
    <w:p w:rsidR="00EF4EB3" w:rsidRDefault="00EF4EB3" w:rsidP="00197D1F"/>
    <w:p w:rsidR="00EF4EB3" w:rsidRDefault="00EF4EB3" w:rsidP="00197D1F">
      <w:pPr>
        <w:pStyle w:val="Heading1"/>
      </w:pPr>
      <w:r>
        <w:rPr>
          <w:b w:val="0"/>
        </w:rPr>
        <w:br w:type="page"/>
      </w:r>
      <w:bookmarkStart w:id="14" w:name="_Toc455144229"/>
      <w:r>
        <w:t>2. Wyzwania lokalnej polityki społecznej</w:t>
      </w:r>
      <w:bookmarkEnd w:id="14"/>
    </w:p>
    <w:p w:rsidR="00EF4EB3" w:rsidRDefault="00EF4EB3" w:rsidP="00197D1F">
      <w:pPr>
        <w:pStyle w:val="Heading2"/>
      </w:pPr>
      <w:bookmarkStart w:id="15" w:name="_Toc455144230"/>
      <w:r>
        <w:t>2.1. Skala i główne powody korzystania z pomocy społecznej</w:t>
      </w:r>
      <w:bookmarkEnd w:id="15"/>
    </w:p>
    <w:p w:rsidR="00EF4EB3" w:rsidRDefault="00EF4EB3" w:rsidP="00197D1F">
      <w:pPr>
        <w:rPr>
          <w:szCs w:val="24"/>
        </w:rPr>
      </w:pPr>
      <w:r>
        <w:rPr>
          <w:szCs w:val="24"/>
        </w:rPr>
        <w:t xml:space="preserve">Ustawowa definicja pomocy społecznej wskazuje, iż jest ona „instytucją polityki społecznej państwa, mającą na celu umożliwienie osobom i rodzinom przezwyciężanie trudnych sytuacji życiowych, których nie są one w stanie pokonać, wykorzystując własne uprawnienia, zasoby </w:t>
      </w:r>
      <w:r>
        <w:rPr>
          <w:szCs w:val="24"/>
        </w:rPr>
        <w:br/>
        <w:t>i możliwości”</w:t>
      </w:r>
      <w:r>
        <w:rPr>
          <w:rStyle w:val="FootnoteReference"/>
          <w:szCs w:val="24"/>
        </w:rPr>
        <w:footnoteReference w:id="14"/>
      </w:r>
      <w:r>
        <w:rPr>
          <w:szCs w:val="24"/>
        </w:rPr>
        <w:t xml:space="preserve">. Ustawa podkreśla, iż pomoc społeczna powinna wspierać osoby i rodziny </w:t>
      </w:r>
      <w:r>
        <w:rPr>
          <w:szCs w:val="24"/>
        </w:rPr>
        <w:br/>
        <w:t xml:space="preserve">w wysiłkach zmierzających do zaspokojenia niezbędnych potrzeb, aby mogły żyć </w:t>
      </w:r>
      <w:r>
        <w:rPr>
          <w:szCs w:val="24"/>
        </w:rPr>
        <w:br/>
        <w:t xml:space="preserve">w warunkach odpowiadających godności człowieka. Ale zarazem wymaga od klientów współdziałania w rozwiązywaniu ich trudnej sytuacji życiowej. </w:t>
      </w:r>
    </w:p>
    <w:p w:rsidR="00EF4EB3" w:rsidRDefault="00EF4EB3" w:rsidP="00197D1F">
      <w:pPr>
        <w:rPr>
          <w:szCs w:val="24"/>
        </w:rPr>
      </w:pPr>
      <w:r>
        <w:rPr>
          <w:szCs w:val="24"/>
        </w:rPr>
        <w:t xml:space="preserve">W 2015 roku pomocy i wsparcia w Gminie Lidzbark Warmiński udzielono łącznie 548 mieszkańcom. </w:t>
      </w:r>
      <w:r>
        <w:t xml:space="preserve">Świadczenie zostało przyznane 538 osobom, co oznacza spadek </w:t>
      </w:r>
      <w:r>
        <w:br/>
        <w:t xml:space="preserve">w porównaniu z 2013 rokiem o 54 osoby, tj. o 9,1%, oraz w odniesieniu do 2014 roku </w:t>
      </w:r>
      <w:r>
        <w:br/>
        <w:t>o 9 osób, tj. o 1,6%.</w:t>
      </w:r>
    </w:p>
    <w:p w:rsidR="00EF4EB3" w:rsidRDefault="00EF4EB3" w:rsidP="00197D1F">
      <w:pPr>
        <w:rPr>
          <w:rStyle w:val="Strong"/>
          <w:b/>
          <w:bCs/>
        </w:rPr>
      </w:pPr>
      <w:r>
        <w:rPr>
          <w:rStyle w:val="Strong"/>
          <w:b/>
          <w:bCs/>
        </w:rPr>
        <w:t xml:space="preserve">Tabela </w:t>
      </w:r>
      <w:r>
        <w:rPr>
          <w:rStyle w:val="Strong"/>
          <w:b/>
          <w:bCs/>
        </w:rPr>
        <w:fldChar w:fldCharType="begin"/>
      </w:r>
      <w:r>
        <w:rPr>
          <w:rStyle w:val="Strong"/>
          <w:b/>
          <w:bCs/>
        </w:rPr>
        <w:instrText xml:space="preserve"> SEQ Tabela \* ARABIC </w:instrText>
      </w:r>
      <w:r>
        <w:rPr>
          <w:rStyle w:val="Strong"/>
          <w:b/>
          <w:bCs/>
        </w:rPr>
        <w:fldChar w:fldCharType="separate"/>
      </w:r>
      <w:r>
        <w:rPr>
          <w:rStyle w:val="Strong"/>
          <w:b/>
          <w:bCs/>
          <w:noProof/>
        </w:rPr>
        <w:t>5</w:t>
      </w:r>
      <w:r>
        <w:rPr>
          <w:rStyle w:val="Strong"/>
          <w:b/>
          <w:bCs/>
        </w:rPr>
        <w:fldChar w:fldCharType="end"/>
      </w:r>
      <w:r>
        <w:rPr>
          <w:rStyle w:val="Strong"/>
          <w:b/>
          <w:bCs/>
        </w:rPr>
        <w:t>. Osoby i rodziny korzystające z pomocy i wsparcia w Gminie Lidzbark Warmiński w latach 2013-2015</w:t>
      </w:r>
    </w:p>
    <w:tbl>
      <w:tblPr>
        <w:tblW w:w="8200"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4503"/>
        <w:gridCol w:w="1257"/>
        <w:gridCol w:w="1294"/>
        <w:gridCol w:w="1146"/>
      </w:tblGrid>
      <w:tr w:rsidR="00EF4EB3" w:rsidTr="00197D1F">
        <w:trPr>
          <w:trHeight w:val="252"/>
          <w:jc w:val="center"/>
        </w:trPr>
        <w:tc>
          <w:tcPr>
            <w:tcW w:w="4503" w:type="dxa"/>
            <w:noWrap/>
          </w:tcPr>
          <w:p w:rsidR="00EF4EB3" w:rsidRDefault="00EF4EB3">
            <w:pPr>
              <w:spacing w:after="0"/>
              <w:jc w:val="center"/>
              <w:rPr>
                <w:szCs w:val="20"/>
                <w:lang w:eastAsia="pl-PL"/>
              </w:rPr>
            </w:pPr>
            <w:r>
              <w:rPr>
                <w:b/>
                <w:sz w:val="20"/>
                <w:szCs w:val="20"/>
                <w:lang w:eastAsia="pl-PL"/>
              </w:rPr>
              <w:t>Wyszczególnienie</w:t>
            </w:r>
          </w:p>
        </w:tc>
        <w:tc>
          <w:tcPr>
            <w:tcW w:w="1257" w:type="dxa"/>
            <w:noWrap/>
          </w:tcPr>
          <w:p w:rsidR="00EF4EB3" w:rsidRDefault="00EF4EB3">
            <w:pPr>
              <w:spacing w:after="0"/>
              <w:jc w:val="center"/>
              <w:rPr>
                <w:b/>
                <w:sz w:val="20"/>
                <w:szCs w:val="20"/>
                <w:lang w:eastAsia="pl-PL"/>
              </w:rPr>
            </w:pPr>
            <w:r>
              <w:rPr>
                <w:b/>
                <w:sz w:val="20"/>
                <w:szCs w:val="20"/>
                <w:lang w:eastAsia="pl-PL"/>
              </w:rPr>
              <w:t>2013</w:t>
            </w:r>
          </w:p>
        </w:tc>
        <w:tc>
          <w:tcPr>
            <w:tcW w:w="1294" w:type="dxa"/>
            <w:noWrap/>
          </w:tcPr>
          <w:p w:rsidR="00EF4EB3" w:rsidRDefault="00EF4EB3">
            <w:pPr>
              <w:spacing w:after="0"/>
              <w:jc w:val="center"/>
              <w:rPr>
                <w:b/>
                <w:sz w:val="20"/>
                <w:szCs w:val="20"/>
                <w:lang w:eastAsia="pl-PL"/>
              </w:rPr>
            </w:pPr>
            <w:r>
              <w:rPr>
                <w:b/>
                <w:sz w:val="20"/>
                <w:szCs w:val="20"/>
                <w:lang w:eastAsia="pl-PL"/>
              </w:rPr>
              <w:t>2014</w:t>
            </w:r>
          </w:p>
        </w:tc>
        <w:tc>
          <w:tcPr>
            <w:tcW w:w="1146" w:type="dxa"/>
            <w:noWrap/>
          </w:tcPr>
          <w:p w:rsidR="00EF4EB3" w:rsidRDefault="00EF4EB3">
            <w:pPr>
              <w:spacing w:after="0"/>
              <w:jc w:val="center"/>
              <w:rPr>
                <w:b/>
                <w:sz w:val="20"/>
                <w:szCs w:val="20"/>
                <w:lang w:eastAsia="pl-PL"/>
              </w:rPr>
            </w:pPr>
            <w:r>
              <w:rPr>
                <w:b/>
                <w:sz w:val="20"/>
                <w:szCs w:val="20"/>
                <w:lang w:eastAsia="pl-PL"/>
              </w:rPr>
              <w:t>2015</w:t>
            </w:r>
          </w:p>
        </w:tc>
      </w:tr>
      <w:tr w:rsidR="00EF4EB3" w:rsidTr="00197D1F">
        <w:trPr>
          <w:trHeight w:val="300"/>
          <w:jc w:val="center"/>
        </w:trPr>
        <w:tc>
          <w:tcPr>
            <w:tcW w:w="4503" w:type="dxa"/>
            <w:noWrap/>
          </w:tcPr>
          <w:p w:rsidR="00EF4EB3" w:rsidRDefault="00EF4EB3">
            <w:pPr>
              <w:spacing w:after="0"/>
              <w:jc w:val="left"/>
              <w:rPr>
                <w:sz w:val="20"/>
                <w:szCs w:val="20"/>
                <w:lang w:eastAsia="pl-PL"/>
              </w:rPr>
            </w:pPr>
            <w:r>
              <w:rPr>
                <w:sz w:val="20"/>
                <w:szCs w:val="20"/>
                <w:lang w:eastAsia="pl-PL"/>
              </w:rPr>
              <w:t>Liczba osób, którym przyznano świadczenie</w:t>
            </w:r>
          </w:p>
        </w:tc>
        <w:tc>
          <w:tcPr>
            <w:tcW w:w="1257" w:type="dxa"/>
            <w:noWrap/>
          </w:tcPr>
          <w:p w:rsidR="00EF4EB3" w:rsidRDefault="00EF4EB3">
            <w:pPr>
              <w:spacing w:after="0"/>
              <w:jc w:val="center"/>
              <w:rPr>
                <w:sz w:val="20"/>
                <w:szCs w:val="20"/>
                <w:lang w:eastAsia="pl-PL"/>
              </w:rPr>
            </w:pPr>
            <w:r>
              <w:rPr>
                <w:sz w:val="20"/>
                <w:szCs w:val="20"/>
                <w:lang w:eastAsia="pl-PL"/>
              </w:rPr>
              <w:t>592</w:t>
            </w:r>
          </w:p>
        </w:tc>
        <w:tc>
          <w:tcPr>
            <w:tcW w:w="1294" w:type="dxa"/>
            <w:noWrap/>
          </w:tcPr>
          <w:p w:rsidR="00EF4EB3" w:rsidRDefault="00EF4EB3">
            <w:pPr>
              <w:spacing w:after="0"/>
              <w:jc w:val="center"/>
              <w:rPr>
                <w:sz w:val="20"/>
                <w:szCs w:val="20"/>
                <w:lang w:eastAsia="pl-PL"/>
              </w:rPr>
            </w:pPr>
            <w:r>
              <w:rPr>
                <w:sz w:val="20"/>
                <w:szCs w:val="20"/>
                <w:lang w:eastAsia="pl-PL"/>
              </w:rPr>
              <w:t>547</w:t>
            </w:r>
          </w:p>
        </w:tc>
        <w:tc>
          <w:tcPr>
            <w:tcW w:w="1146" w:type="dxa"/>
            <w:noWrap/>
          </w:tcPr>
          <w:p w:rsidR="00EF4EB3" w:rsidRDefault="00EF4EB3">
            <w:pPr>
              <w:spacing w:after="0"/>
              <w:jc w:val="center"/>
              <w:rPr>
                <w:sz w:val="20"/>
                <w:szCs w:val="20"/>
                <w:lang w:eastAsia="pl-PL"/>
              </w:rPr>
            </w:pPr>
            <w:r>
              <w:rPr>
                <w:sz w:val="20"/>
                <w:szCs w:val="20"/>
                <w:lang w:eastAsia="pl-PL"/>
              </w:rPr>
              <w:t>538</w:t>
            </w:r>
          </w:p>
        </w:tc>
      </w:tr>
      <w:tr w:rsidR="00EF4EB3" w:rsidTr="00197D1F">
        <w:trPr>
          <w:trHeight w:val="300"/>
          <w:jc w:val="center"/>
        </w:trPr>
        <w:tc>
          <w:tcPr>
            <w:tcW w:w="4503" w:type="dxa"/>
            <w:noWrap/>
          </w:tcPr>
          <w:p w:rsidR="00EF4EB3" w:rsidRDefault="00EF4EB3">
            <w:pPr>
              <w:spacing w:after="0"/>
              <w:jc w:val="left"/>
              <w:rPr>
                <w:sz w:val="20"/>
                <w:szCs w:val="20"/>
                <w:lang w:eastAsia="pl-PL"/>
              </w:rPr>
            </w:pPr>
            <w:r>
              <w:rPr>
                <w:sz w:val="20"/>
                <w:szCs w:val="20"/>
                <w:lang w:eastAsia="pl-PL"/>
              </w:rPr>
              <w:t xml:space="preserve"> - w tym osoby długotrwale korzystające</w:t>
            </w:r>
          </w:p>
        </w:tc>
        <w:tc>
          <w:tcPr>
            <w:tcW w:w="1257" w:type="dxa"/>
            <w:noWrap/>
          </w:tcPr>
          <w:p w:rsidR="00EF4EB3" w:rsidRDefault="00EF4EB3">
            <w:pPr>
              <w:spacing w:after="0"/>
              <w:jc w:val="center"/>
              <w:rPr>
                <w:sz w:val="20"/>
                <w:szCs w:val="20"/>
                <w:lang w:eastAsia="pl-PL"/>
              </w:rPr>
            </w:pPr>
            <w:r>
              <w:rPr>
                <w:sz w:val="20"/>
                <w:szCs w:val="20"/>
                <w:lang w:eastAsia="pl-PL"/>
              </w:rPr>
              <w:t>283</w:t>
            </w:r>
          </w:p>
        </w:tc>
        <w:tc>
          <w:tcPr>
            <w:tcW w:w="1294" w:type="dxa"/>
            <w:noWrap/>
          </w:tcPr>
          <w:p w:rsidR="00EF4EB3" w:rsidRDefault="00EF4EB3">
            <w:pPr>
              <w:spacing w:after="0"/>
              <w:jc w:val="center"/>
              <w:rPr>
                <w:sz w:val="20"/>
                <w:szCs w:val="20"/>
                <w:lang w:eastAsia="pl-PL"/>
              </w:rPr>
            </w:pPr>
            <w:r>
              <w:rPr>
                <w:sz w:val="20"/>
                <w:szCs w:val="20"/>
                <w:lang w:eastAsia="pl-PL"/>
              </w:rPr>
              <w:t>301</w:t>
            </w:r>
          </w:p>
        </w:tc>
        <w:tc>
          <w:tcPr>
            <w:tcW w:w="1146" w:type="dxa"/>
            <w:noWrap/>
          </w:tcPr>
          <w:p w:rsidR="00EF4EB3" w:rsidRDefault="00EF4EB3">
            <w:pPr>
              <w:spacing w:after="0"/>
              <w:jc w:val="center"/>
              <w:rPr>
                <w:sz w:val="20"/>
                <w:szCs w:val="20"/>
                <w:lang w:eastAsia="pl-PL"/>
              </w:rPr>
            </w:pPr>
            <w:r>
              <w:rPr>
                <w:sz w:val="20"/>
                <w:szCs w:val="20"/>
                <w:lang w:eastAsia="pl-PL"/>
              </w:rPr>
              <w:t>299</w:t>
            </w:r>
          </w:p>
        </w:tc>
      </w:tr>
      <w:tr w:rsidR="00EF4EB3" w:rsidTr="00197D1F">
        <w:trPr>
          <w:trHeight w:val="300"/>
          <w:jc w:val="center"/>
        </w:trPr>
        <w:tc>
          <w:tcPr>
            <w:tcW w:w="4503" w:type="dxa"/>
            <w:noWrap/>
          </w:tcPr>
          <w:p w:rsidR="00EF4EB3" w:rsidRDefault="00EF4EB3">
            <w:pPr>
              <w:spacing w:after="0"/>
              <w:jc w:val="left"/>
              <w:rPr>
                <w:sz w:val="20"/>
                <w:szCs w:val="20"/>
                <w:lang w:eastAsia="pl-PL"/>
              </w:rPr>
            </w:pPr>
            <w:r>
              <w:rPr>
                <w:sz w:val="20"/>
                <w:szCs w:val="20"/>
                <w:lang w:eastAsia="pl-PL"/>
              </w:rPr>
              <w:t>Liczba rodzin</w:t>
            </w:r>
          </w:p>
        </w:tc>
        <w:tc>
          <w:tcPr>
            <w:tcW w:w="1257" w:type="dxa"/>
            <w:noWrap/>
          </w:tcPr>
          <w:p w:rsidR="00EF4EB3" w:rsidRDefault="00EF4EB3">
            <w:pPr>
              <w:spacing w:after="0"/>
              <w:jc w:val="center"/>
              <w:rPr>
                <w:sz w:val="20"/>
                <w:szCs w:val="20"/>
                <w:lang w:eastAsia="pl-PL"/>
              </w:rPr>
            </w:pPr>
            <w:r>
              <w:rPr>
                <w:sz w:val="20"/>
                <w:szCs w:val="20"/>
                <w:lang w:eastAsia="pl-PL"/>
              </w:rPr>
              <w:t>323</w:t>
            </w:r>
          </w:p>
        </w:tc>
        <w:tc>
          <w:tcPr>
            <w:tcW w:w="1294" w:type="dxa"/>
            <w:noWrap/>
          </w:tcPr>
          <w:p w:rsidR="00EF4EB3" w:rsidRDefault="00EF4EB3">
            <w:pPr>
              <w:spacing w:after="0"/>
              <w:jc w:val="center"/>
              <w:rPr>
                <w:sz w:val="20"/>
                <w:szCs w:val="20"/>
                <w:lang w:eastAsia="pl-PL"/>
              </w:rPr>
            </w:pPr>
            <w:r>
              <w:rPr>
                <w:sz w:val="20"/>
                <w:szCs w:val="20"/>
                <w:lang w:eastAsia="pl-PL"/>
              </w:rPr>
              <w:t>303</w:t>
            </w:r>
          </w:p>
        </w:tc>
        <w:tc>
          <w:tcPr>
            <w:tcW w:w="1146" w:type="dxa"/>
            <w:noWrap/>
          </w:tcPr>
          <w:p w:rsidR="00EF4EB3" w:rsidRDefault="00EF4EB3">
            <w:pPr>
              <w:spacing w:after="0"/>
              <w:jc w:val="center"/>
              <w:rPr>
                <w:sz w:val="20"/>
                <w:szCs w:val="20"/>
                <w:lang w:eastAsia="pl-PL"/>
              </w:rPr>
            </w:pPr>
            <w:r>
              <w:rPr>
                <w:sz w:val="20"/>
                <w:szCs w:val="20"/>
                <w:lang w:eastAsia="pl-PL"/>
              </w:rPr>
              <w:t>291</w:t>
            </w:r>
          </w:p>
        </w:tc>
      </w:tr>
      <w:tr w:rsidR="00EF4EB3" w:rsidTr="00197D1F">
        <w:trPr>
          <w:trHeight w:val="300"/>
          <w:jc w:val="center"/>
        </w:trPr>
        <w:tc>
          <w:tcPr>
            <w:tcW w:w="4503" w:type="dxa"/>
            <w:noWrap/>
          </w:tcPr>
          <w:p w:rsidR="00EF4EB3" w:rsidRDefault="00EF4EB3">
            <w:pPr>
              <w:spacing w:after="0"/>
              <w:jc w:val="left"/>
              <w:rPr>
                <w:sz w:val="20"/>
                <w:szCs w:val="20"/>
                <w:lang w:eastAsia="pl-PL"/>
              </w:rPr>
            </w:pPr>
            <w:r>
              <w:rPr>
                <w:sz w:val="20"/>
                <w:szCs w:val="20"/>
                <w:lang w:eastAsia="pl-PL"/>
              </w:rPr>
              <w:t>Liczba osób w rodzinach</w:t>
            </w:r>
          </w:p>
        </w:tc>
        <w:tc>
          <w:tcPr>
            <w:tcW w:w="1257" w:type="dxa"/>
            <w:noWrap/>
          </w:tcPr>
          <w:p w:rsidR="00EF4EB3" w:rsidRDefault="00EF4EB3">
            <w:pPr>
              <w:spacing w:after="0"/>
              <w:jc w:val="center"/>
              <w:rPr>
                <w:sz w:val="20"/>
                <w:szCs w:val="20"/>
                <w:lang w:eastAsia="pl-PL"/>
              </w:rPr>
            </w:pPr>
            <w:r>
              <w:rPr>
                <w:sz w:val="20"/>
                <w:szCs w:val="20"/>
                <w:lang w:eastAsia="pl-PL"/>
              </w:rPr>
              <w:t>1 100</w:t>
            </w:r>
          </w:p>
        </w:tc>
        <w:tc>
          <w:tcPr>
            <w:tcW w:w="1294" w:type="dxa"/>
            <w:noWrap/>
          </w:tcPr>
          <w:p w:rsidR="00EF4EB3" w:rsidRDefault="00EF4EB3">
            <w:pPr>
              <w:spacing w:after="0"/>
              <w:jc w:val="center"/>
              <w:rPr>
                <w:sz w:val="20"/>
                <w:szCs w:val="20"/>
                <w:lang w:eastAsia="pl-PL"/>
              </w:rPr>
            </w:pPr>
            <w:r>
              <w:rPr>
                <w:sz w:val="20"/>
                <w:szCs w:val="20"/>
                <w:lang w:eastAsia="pl-PL"/>
              </w:rPr>
              <w:t>1 026</w:t>
            </w:r>
          </w:p>
        </w:tc>
        <w:tc>
          <w:tcPr>
            <w:tcW w:w="1146" w:type="dxa"/>
            <w:noWrap/>
          </w:tcPr>
          <w:p w:rsidR="00EF4EB3" w:rsidRDefault="00EF4EB3">
            <w:pPr>
              <w:spacing w:after="0"/>
              <w:jc w:val="center"/>
              <w:rPr>
                <w:sz w:val="20"/>
                <w:szCs w:val="20"/>
                <w:lang w:eastAsia="pl-PL"/>
              </w:rPr>
            </w:pPr>
            <w:r>
              <w:rPr>
                <w:sz w:val="20"/>
                <w:szCs w:val="20"/>
                <w:lang w:eastAsia="pl-PL"/>
              </w:rPr>
              <w:t>964</w:t>
            </w:r>
          </w:p>
        </w:tc>
      </w:tr>
    </w:tbl>
    <w:p w:rsidR="00EF4EB3" w:rsidRDefault="00EF4EB3" w:rsidP="00197D1F">
      <w:pPr>
        <w:rPr>
          <w:sz w:val="20"/>
        </w:rPr>
      </w:pPr>
      <w:r>
        <w:rPr>
          <w:sz w:val="20"/>
        </w:rPr>
        <w:t>Źródło: opracowanie własne na podstawie danych GOPS.</w:t>
      </w:r>
    </w:p>
    <w:p w:rsidR="00EF4EB3" w:rsidRDefault="00EF4EB3" w:rsidP="00197D1F">
      <w:r>
        <w:t xml:space="preserve">W strukturze osób korzystających z pomocy społecznej przeważają kobiety – w 2015 roku </w:t>
      </w:r>
      <w:r>
        <w:br/>
        <w:t xml:space="preserve">w liczbie 295 stanowiły 54,8% ogółu świadczeniobiorców. Biorąc natomiast pod uwagę wiek tych osób, najliczniejszą grupę stanowią dzieci i młodzież do 17 roku życia (268 osób; 49,8%), następnie osoby w wieku produkcyjnym (246 osób, 45,7%). Najmniej liczną grupą są osoby </w:t>
      </w:r>
      <w:r>
        <w:br/>
        <w:t>w poprodukcyjnym okresie życia (24 osoby; 4,5%). Za niepokojący można uznać wzrost liczby oraz odsetka osób długotrwale korzystających z pomocy społecznej – podczas gdy w 2013 roku w liczbie 283 stanowiły one 47,8% świadczeniobiorców, w 2015 roku ich liczba wzrosła do 299, a odsetek do 55,6%.</w:t>
      </w:r>
    </w:p>
    <w:p w:rsidR="00EF4EB3" w:rsidRDefault="00EF4EB3" w:rsidP="00197D1F">
      <w:r>
        <w:t xml:space="preserve">Świadczenia przyznawane z pomocy społecznej mogą mieć charakter pieniężny lub niepieniężny. Do pierwszej kategorii zalicza się zasiłki: stały, okresowy i celowy; zasiłek </w:t>
      </w:r>
      <w:r>
        <w:br/>
        <w:t xml:space="preserve">i pożyczkę na ekonomiczne usamodzielnienie oraz wynagrodzenie należne opiekunowi </w:t>
      </w:r>
      <w:r>
        <w:br/>
        <w:t xml:space="preserve">z tytułu sprawowania opieki przyznane przez sąd. Świadczenia o charakterze niepieniężnym to m.in. praca socjalna, pomoc rzeczowa, sprawienie pogrzebu, poradnictwo specjalistyczne, interwencja kryzysowa, schronienie, posiłek, niezbędne ubranie, usługi opiekuńcze </w:t>
      </w:r>
      <w:r>
        <w:br/>
        <w:t xml:space="preserve">w miejscu zamieszkania, ośrodkach wsparcia i rodzinnych domach pomocy; specjalistyczne usługi opiekuńcze; mieszkanie chronione, pobyt i usługi w domu opieki społecznej oraz pomoc w uzyskaniu odpowiednich warunków mieszkaniowych. Rodzaj, forma i rozmiar świadczenia powinny być odpowiednie do okoliczności uzasadniających udzielenie pomocy </w:t>
      </w:r>
      <w:r>
        <w:br/>
        <w:t>i odpowiadać celom i możliwościom pomocy społecznej.</w:t>
      </w:r>
    </w:p>
    <w:p w:rsidR="00EF4EB3" w:rsidRDefault="00EF4EB3" w:rsidP="00197D1F">
      <w:pPr>
        <w:rPr>
          <w:i/>
          <w:color w:val="0000FF"/>
          <w:sz w:val="20"/>
          <w:szCs w:val="20"/>
        </w:rPr>
      </w:pPr>
      <w:r>
        <w:t>W strukturze świadczeń przyznawanych przez GOPS w Lidzbarku Warmińskim dominują świadczenia niepieniężne. W 2015 roku przyznano je 298 osobom ze 161 rodzin, podczas gdy świadczenia pieniężne otrzymały 242 osoby z 230 rodzin. Wywiad środowiskowy został przeprowadzony z 86 osobami z 298 rodzin (964 osoby w rodzinach).</w:t>
      </w:r>
      <w:r>
        <w:rPr>
          <w:color w:val="0000FF"/>
        </w:rPr>
        <w:t xml:space="preserve"> </w:t>
      </w:r>
    </w:p>
    <w:p w:rsidR="00EF4EB3" w:rsidRDefault="00EF4EB3" w:rsidP="00197D1F">
      <w:r>
        <w:t xml:space="preserve">W latach 2013-2015 liczba osób, którym przyznano świadczenie w formie zasiłku utrzymywała się na zbliżonym poziomie. W świetle danych GOPS w Lidzbarku Warmińskim </w:t>
      </w:r>
      <w:r>
        <w:br/>
        <w:t>w 2015 roku najwięcej osób otrzymywało zasiłki okresowe – ich liczba wyniosła 138, co oznacza wzrost w porównaniu do 2013 roku o 7 osób (o 5,3%). Większość zasiłków okresowych pobierana jest z tytułu bezrobocia – w 2015 roku otrzymywało je 114 osób, podczas gdy zasiłki z tytułu niepełnosprawności 23 osoby, a z tytułu długotrwałej choroby 10 osób. W drugiej kolejności należy wskazać zasiłki celowe, przyznane w 2015 roku 137 osobom, czyli o 18 (o 11,6%) mniej niż w 2013 roku. W przypadku 105 osób był to zasiłek przyznawany w ramach programu wieloletniego „Pomoc państwa w zakresie dożywiania”. Zasiłek stały w Gminie Lidzbark Warmiński otrzymało w 2015 roku 60 osób, przy czym 47 to osoby samotnie gospodarujące. W porównaniu do 2013 roku liczba mieszkańców otrzymujących zasiłek stały wzrosła o jedną osobę.</w:t>
      </w:r>
    </w:p>
    <w:p w:rsidR="00EF4EB3" w:rsidRDefault="00EF4EB3" w:rsidP="00197D1F">
      <w:pPr>
        <w:spacing w:before="120"/>
        <w:jc w:val="center"/>
        <w:rPr>
          <w:b/>
          <w:bCs/>
          <w:kern w:val="28"/>
          <w:sz w:val="20"/>
          <w:szCs w:val="32"/>
        </w:rPr>
      </w:pPr>
      <w:r>
        <w:rPr>
          <w:b/>
          <w:bCs/>
          <w:kern w:val="28"/>
          <w:sz w:val="20"/>
          <w:szCs w:val="32"/>
        </w:rPr>
        <w:t xml:space="preserve">Wykres </w:t>
      </w:r>
      <w:r>
        <w:rPr>
          <w:b/>
          <w:bCs/>
          <w:kern w:val="28"/>
          <w:sz w:val="20"/>
          <w:szCs w:val="32"/>
        </w:rPr>
        <w:fldChar w:fldCharType="begin"/>
      </w:r>
      <w:r>
        <w:rPr>
          <w:b/>
          <w:bCs/>
          <w:kern w:val="28"/>
          <w:sz w:val="20"/>
          <w:szCs w:val="32"/>
        </w:rPr>
        <w:instrText xml:space="preserve"> SEQ Wykres \* ARABIC </w:instrText>
      </w:r>
      <w:r>
        <w:rPr>
          <w:b/>
          <w:bCs/>
          <w:kern w:val="28"/>
          <w:sz w:val="20"/>
          <w:szCs w:val="32"/>
        </w:rPr>
        <w:fldChar w:fldCharType="separate"/>
      </w:r>
      <w:r>
        <w:rPr>
          <w:b/>
          <w:bCs/>
          <w:noProof/>
          <w:kern w:val="28"/>
          <w:sz w:val="20"/>
          <w:szCs w:val="32"/>
        </w:rPr>
        <w:t>5</w:t>
      </w:r>
      <w:r>
        <w:rPr>
          <w:b/>
          <w:bCs/>
          <w:kern w:val="28"/>
          <w:sz w:val="20"/>
          <w:szCs w:val="32"/>
        </w:rPr>
        <w:fldChar w:fldCharType="end"/>
      </w:r>
      <w:r>
        <w:rPr>
          <w:b/>
          <w:bCs/>
          <w:kern w:val="28"/>
          <w:sz w:val="20"/>
          <w:szCs w:val="32"/>
        </w:rPr>
        <w:t>. Liczba osób, którym przyznano świadczenia pieniężne w formie zasiłków w Gminie Lidzbark Warmiński w latach 2013-2015</w:t>
      </w:r>
    </w:p>
    <w:p w:rsidR="00EF4EB3" w:rsidRDefault="00EF4EB3" w:rsidP="00197D1F">
      <w:pPr>
        <w:rPr>
          <w:i/>
          <w:color w:val="0000FF"/>
          <w:sz w:val="20"/>
          <w:szCs w:val="20"/>
        </w:rPr>
      </w:pPr>
      <w:r w:rsidRPr="00C87BAB">
        <w:rPr>
          <w:noProof/>
          <w:lang w:eastAsia="pl-PL"/>
        </w:rPr>
        <w:pict>
          <v:shape id="Wykres 7" o:spid="_x0000_i1030" type="#_x0000_t75" style="width:450.75pt;height:189.75pt;visibility:visible" o:gfxdata="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">
            <v:imagedata r:id="rId51" o:title="" croptop="-4373f" cropbottom="-5125f" cropleft="-502f" cropright="-1491f"/>
            <o:lock v:ext="edit" aspectratio="f"/>
          </v:shape>
        </w:pict>
      </w:r>
    </w:p>
    <w:p w:rsidR="00EF4EB3" w:rsidRDefault="00EF4EB3" w:rsidP="00197D1F">
      <w:r>
        <w:rPr>
          <w:sz w:val="20"/>
        </w:rPr>
        <w:t>Źródło: opracowanie własne na podstawie danych GOPS.</w:t>
      </w:r>
    </w:p>
    <w:p w:rsidR="00EF4EB3" w:rsidRDefault="00EF4EB3" w:rsidP="00197D1F">
      <w:r>
        <w:rPr>
          <w:szCs w:val="24"/>
        </w:rPr>
        <w:t xml:space="preserve">Istotnym obszarem działalności GOPS w Lidzbarku Warmińskim jest praca socjalna. </w:t>
      </w:r>
      <w:r>
        <w:rPr>
          <w:iCs/>
          <w:szCs w:val="24"/>
        </w:rPr>
        <w:t>Świadczenie pomocy w postaci pracy socjalnej jest zadaniem własnym gminy o charakterze obowiązkowym i nie jest uzależnione od posiadanego przez osobę czy rodzinę dochodu. Praca socjalna jest świadczona na rzecz poprawy funkcjonowania osób i rodzin w ich środowisku społecznym. Prowadzona jest w celu rozwiązywania ich trudnych sytuacji życiowych oraz pomocy w planowaniu nowych koncepcji życia zawodowego, wzbudzaniu motywacji do działania, wzmocnienia ich aktywności i samodzielności życiowej. W 2015 roku pracą socjalną objęto 508 rodzin (1 436 osób), co oznacza wzrost w porównaniu do 2013 roku o 283 rodziny</w:t>
      </w:r>
      <w:r>
        <w:t>.</w:t>
      </w:r>
    </w:p>
    <w:p w:rsidR="00EF4EB3" w:rsidRDefault="00EF4EB3" w:rsidP="00197D1F">
      <w:r>
        <w:t xml:space="preserve">Ponadto w ramach świadczeń niepieniężnych w 2015 roku 284 osoby otrzymały posiłek, </w:t>
      </w:r>
      <w:r>
        <w:br/>
        <w:t xml:space="preserve">2 osobom udzielono schronienia, 3 osobom sprawiono pogrzeb, uiszczono odpłatność za pobyt 7 osób w domu pomocy społecznej, a 22 rodziny objęto pracą asystenta rodziny. Usługi społeczne były świadczone także w postaci </w:t>
      </w:r>
      <w:r>
        <w:rPr>
          <w:iCs/>
          <w:szCs w:val="24"/>
        </w:rPr>
        <w:t>usług opiekuńczych – 10 osób oraz poradnictwa specjalistycznego – 34 rodziny (112 osób).</w:t>
      </w:r>
    </w:p>
    <w:p w:rsidR="00EF4EB3" w:rsidRDefault="00EF4EB3" w:rsidP="00197D1F">
      <w:pPr>
        <w:rPr>
          <w:iCs/>
          <w:szCs w:val="24"/>
        </w:rPr>
      </w:pPr>
      <w:r>
        <w:t xml:space="preserve">Zgodnie z ustawą, pomoc społeczna udzielana jest osobom i rodzinom w szczególności </w:t>
      </w:r>
      <w:r>
        <w:br/>
        <w:t xml:space="preserve">z następujących powodów: ubóstwo; sieroctwo; bezdomność; bezrobocie; długotrwała lub ciężka choroba; niepełnosprawność; przemoc w rodzinie; potrzeba ochrony ofiar handlu ludźmi; potrzeba ochrony macierzyństwa lub wielodzietności; bezradność w sprawach opiekuńczo-wychowawczych i prowadzenia gospodarstwa domowego, zwłaszcza </w:t>
      </w:r>
      <w:r>
        <w:br/>
        <w:t>w rodzinach niepełnych lub wielodzietnych; trudności w integracji cudzoziemców, którzy uzyskali w Rzeczypospolitej Polskiej status uchodźcy, ochronę uzupełniającą lub zezwolenie na pobyt czasowy w związku z tymi okolicznościami; trudności w przystosowaniu do życia po zwolnieniu z zakładu karnego; alkoholizm lub narkomania; zdarzenie losowe i sytuacja kryzysowa oraz klęska żywiołowa lub ekologiczna.</w:t>
      </w:r>
    </w:p>
    <w:p w:rsidR="00EF4EB3" w:rsidRDefault="00EF4EB3" w:rsidP="00197D1F">
      <w:pPr>
        <w:spacing w:before="120"/>
        <w:jc w:val="center"/>
        <w:rPr>
          <w:b/>
          <w:bCs/>
          <w:kern w:val="28"/>
          <w:sz w:val="20"/>
          <w:szCs w:val="32"/>
        </w:rPr>
      </w:pPr>
      <w:r>
        <w:rPr>
          <w:b/>
          <w:bCs/>
          <w:kern w:val="28"/>
          <w:sz w:val="20"/>
          <w:szCs w:val="32"/>
        </w:rPr>
        <w:t xml:space="preserve">Tabela </w:t>
      </w:r>
      <w:r>
        <w:rPr>
          <w:b/>
          <w:bCs/>
          <w:kern w:val="28"/>
          <w:sz w:val="20"/>
          <w:szCs w:val="32"/>
        </w:rPr>
        <w:fldChar w:fldCharType="begin"/>
      </w:r>
      <w:r>
        <w:rPr>
          <w:b/>
          <w:bCs/>
          <w:kern w:val="28"/>
          <w:sz w:val="20"/>
          <w:szCs w:val="32"/>
        </w:rPr>
        <w:instrText xml:space="preserve"> SEQ Tabela \* ARABIC </w:instrText>
      </w:r>
      <w:r>
        <w:rPr>
          <w:b/>
          <w:bCs/>
          <w:kern w:val="28"/>
          <w:sz w:val="20"/>
          <w:szCs w:val="32"/>
        </w:rPr>
        <w:fldChar w:fldCharType="separate"/>
      </w:r>
      <w:r>
        <w:rPr>
          <w:b/>
          <w:bCs/>
          <w:noProof/>
          <w:kern w:val="28"/>
          <w:sz w:val="20"/>
          <w:szCs w:val="32"/>
        </w:rPr>
        <w:t>6</w:t>
      </w:r>
      <w:r>
        <w:rPr>
          <w:b/>
          <w:bCs/>
          <w:kern w:val="28"/>
          <w:sz w:val="20"/>
          <w:szCs w:val="32"/>
        </w:rPr>
        <w:fldChar w:fldCharType="end"/>
      </w:r>
      <w:r>
        <w:rPr>
          <w:b/>
          <w:bCs/>
          <w:kern w:val="28"/>
          <w:sz w:val="20"/>
          <w:szCs w:val="32"/>
        </w:rPr>
        <w:t>. Powody przyznawania pomocy społecznej w Gminie Lidzbark Warmiński w latach 2013-2015</w:t>
      </w:r>
    </w:p>
    <w:tbl>
      <w:tblPr>
        <w:tblW w:w="4750" w:type="pct"/>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2836"/>
        <w:gridCol w:w="1178"/>
        <w:gridCol w:w="1521"/>
        <w:gridCol w:w="1178"/>
        <w:gridCol w:w="945"/>
        <w:gridCol w:w="685"/>
        <w:gridCol w:w="945"/>
      </w:tblGrid>
      <w:tr w:rsidR="00EF4EB3" w:rsidTr="00197D1F">
        <w:trPr>
          <w:trHeight w:val="327"/>
          <w:jc w:val="center"/>
        </w:trPr>
        <w:tc>
          <w:tcPr>
            <w:tcW w:w="1691" w:type="pct"/>
            <w:vMerge w:val="restart"/>
            <w:noWrap/>
            <w:vAlign w:val="center"/>
          </w:tcPr>
          <w:p w:rsidR="00EF4EB3" w:rsidRDefault="00EF4EB3">
            <w:pPr>
              <w:jc w:val="center"/>
              <w:rPr>
                <w:b/>
                <w:bCs/>
                <w:sz w:val="18"/>
                <w:szCs w:val="20"/>
              </w:rPr>
            </w:pPr>
            <w:r>
              <w:rPr>
                <w:b/>
                <w:sz w:val="18"/>
                <w:szCs w:val="20"/>
              </w:rPr>
              <w:t>Wyszczególnienie</w:t>
            </w:r>
          </w:p>
        </w:tc>
        <w:tc>
          <w:tcPr>
            <w:tcW w:w="1059" w:type="pct"/>
            <w:gridSpan w:val="2"/>
            <w:noWrap/>
          </w:tcPr>
          <w:p w:rsidR="00EF4EB3" w:rsidRDefault="00EF4EB3">
            <w:pPr>
              <w:jc w:val="center"/>
              <w:rPr>
                <w:b/>
                <w:bCs/>
                <w:sz w:val="18"/>
                <w:szCs w:val="20"/>
              </w:rPr>
            </w:pPr>
            <w:r>
              <w:rPr>
                <w:b/>
                <w:bCs/>
                <w:sz w:val="18"/>
                <w:szCs w:val="20"/>
              </w:rPr>
              <w:t>2013</w:t>
            </w:r>
          </w:p>
        </w:tc>
        <w:tc>
          <w:tcPr>
            <w:tcW w:w="1105" w:type="pct"/>
            <w:gridSpan w:val="2"/>
            <w:noWrap/>
          </w:tcPr>
          <w:p w:rsidR="00EF4EB3" w:rsidRDefault="00EF4EB3">
            <w:pPr>
              <w:jc w:val="center"/>
              <w:rPr>
                <w:b/>
                <w:bCs/>
                <w:sz w:val="18"/>
                <w:szCs w:val="20"/>
              </w:rPr>
            </w:pPr>
            <w:r>
              <w:rPr>
                <w:b/>
                <w:bCs/>
                <w:sz w:val="18"/>
                <w:szCs w:val="20"/>
              </w:rPr>
              <w:t>2014</w:t>
            </w:r>
          </w:p>
        </w:tc>
        <w:tc>
          <w:tcPr>
            <w:tcW w:w="1145" w:type="pct"/>
            <w:gridSpan w:val="2"/>
          </w:tcPr>
          <w:p w:rsidR="00EF4EB3" w:rsidRDefault="00EF4EB3">
            <w:pPr>
              <w:jc w:val="center"/>
              <w:rPr>
                <w:b/>
                <w:bCs/>
                <w:sz w:val="18"/>
                <w:szCs w:val="20"/>
              </w:rPr>
            </w:pPr>
            <w:r>
              <w:rPr>
                <w:b/>
                <w:bCs/>
                <w:sz w:val="18"/>
                <w:szCs w:val="20"/>
              </w:rPr>
              <w:t>2015</w:t>
            </w:r>
          </w:p>
        </w:tc>
      </w:tr>
      <w:tr w:rsidR="00EF4EB3" w:rsidTr="00197D1F">
        <w:trPr>
          <w:trHeight w:val="327"/>
          <w:jc w:val="center"/>
        </w:trPr>
        <w:tc>
          <w:tcPr>
            <w:tcW w:w="0" w:type="auto"/>
            <w:vMerge/>
            <w:vAlign w:val="center"/>
          </w:tcPr>
          <w:p w:rsidR="00EF4EB3" w:rsidRDefault="00EF4EB3">
            <w:pPr>
              <w:spacing w:after="0"/>
              <w:jc w:val="left"/>
              <w:rPr>
                <w:b/>
                <w:bCs/>
                <w:sz w:val="18"/>
                <w:szCs w:val="20"/>
              </w:rPr>
            </w:pPr>
          </w:p>
        </w:tc>
        <w:tc>
          <w:tcPr>
            <w:tcW w:w="490" w:type="pct"/>
            <w:noWrap/>
          </w:tcPr>
          <w:p w:rsidR="00EF4EB3" w:rsidRDefault="00EF4EB3">
            <w:pPr>
              <w:jc w:val="center"/>
              <w:rPr>
                <w:b/>
                <w:sz w:val="18"/>
                <w:szCs w:val="20"/>
              </w:rPr>
            </w:pPr>
            <w:r>
              <w:rPr>
                <w:b/>
                <w:sz w:val="18"/>
                <w:szCs w:val="20"/>
              </w:rPr>
              <w:t>Liczba rodzin</w:t>
            </w:r>
          </w:p>
        </w:tc>
        <w:tc>
          <w:tcPr>
            <w:tcW w:w="569" w:type="pct"/>
            <w:noWrap/>
          </w:tcPr>
          <w:p w:rsidR="00EF4EB3" w:rsidRDefault="00EF4EB3">
            <w:pPr>
              <w:jc w:val="center"/>
              <w:rPr>
                <w:b/>
                <w:sz w:val="18"/>
                <w:szCs w:val="20"/>
              </w:rPr>
            </w:pPr>
            <w:r>
              <w:rPr>
                <w:b/>
                <w:sz w:val="18"/>
                <w:szCs w:val="20"/>
              </w:rPr>
              <w:t xml:space="preserve">Liczba </w:t>
            </w:r>
            <w:r>
              <w:rPr>
                <w:b/>
                <w:sz w:val="18"/>
                <w:szCs w:val="20"/>
              </w:rPr>
              <w:br/>
              <w:t>osób w rodzinach</w:t>
            </w:r>
          </w:p>
        </w:tc>
        <w:tc>
          <w:tcPr>
            <w:tcW w:w="486" w:type="pct"/>
            <w:noWrap/>
          </w:tcPr>
          <w:p w:rsidR="00EF4EB3" w:rsidRDefault="00EF4EB3">
            <w:pPr>
              <w:jc w:val="center"/>
              <w:rPr>
                <w:b/>
                <w:sz w:val="18"/>
                <w:szCs w:val="20"/>
              </w:rPr>
            </w:pPr>
            <w:r>
              <w:rPr>
                <w:b/>
                <w:sz w:val="18"/>
                <w:szCs w:val="20"/>
              </w:rPr>
              <w:t>Liczba rodzin</w:t>
            </w:r>
          </w:p>
        </w:tc>
        <w:tc>
          <w:tcPr>
            <w:tcW w:w="619" w:type="pct"/>
          </w:tcPr>
          <w:p w:rsidR="00EF4EB3" w:rsidRDefault="00EF4EB3">
            <w:pPr>
              <w:jc w:val="center"/>
              <w:rPr>
                <w:b/>
                <w:sz w:val="18"/>
                <w:szCs w:val="20"/>
              </w:rPr>
            </w:pPr>
            <w:r>
              <w:rPr>
                <w:b/>
                <w:sz w:val="18"/>
                <w:szCs w:val="20"/>
              </w:rPr>
              <w:t xml:space="preserve">Liczba </w:t>
            </w:r>
            <w:r>
              <w:rPr>
                <w:b/>
                <w:sz w:val="18"/>
                <w:szCs w:val="20"/>
              </w:rPr>
              <w:br/>
              <w:t>osób w rodzinach</w:t>
            </w:r>
          </w:p>
        </w:tc>
        <w:tc>
          <w:tcPr>
            <w:tcW w:w="517" w:type="pct"/>
          </w:tcPr>
          <w:p w:rsidR="00EF4EB3" w:rsidRDefault="00EF4EB3">
            <w:pPr>
              <w:jc w:val="center"/>
              <w:rPr>
                <w:b/>
                <w:sz w:val="18"/>
                <w:szCs w:val="20"/>
              </w:rPr>
            </w:pPr>
            <w:r>
              <w:rPr>
                <w:b/>
                <w:sz w:val="18"/>
                <w:szCs w:val="20"/>
              </w:rPr>
              <w:t>Liczba rodzin</w:t>
            </w:r>
          </w:p>
        </w:tc>
        <w:tc>
          <w:tcPr>
            <w:tcW w:w="628" w:type="pct"/>
          </w:tcPr>
          <w:p w:rsidR="00EF4EB3" w:rsidRDefault="00EF4EB3">
            <w:pPr>
              <w:jc w:val="center"/>
              <w:rPr>
                <w:b/>
                <w:sz w:val="18"/>
                <w:szCs w:val="20"/>
              </w:rPr>
            </w:pPr>
            <w:r>
              <w:rPr>
                <w:b/>
                <w:sz w:val="18"/>
                <w:szCs w:val="20"/>
              </w:rPr>
              <w:t xml:space="preserve">Liczba </w:t>
            </w:r>
            <w:r>
              <w:rPr>
                <w:b/>
                <w:sz w:val="18"/>
                <w:szCs w:val="20"/>
              </w:rPr>
              <w:br/>
              <w:t>osób w rodzinach</w:t>
            </w:r>
          </w:p>
        </w:tc>
      </w:tr>
      <w:tr w:rsidR="00EF4EB3" w:rsidTr="00197D1F">
        <w:trPr>
          <w:trHeight w:val="327"/>
          <w:jc w:val="center"/>
        </w:trPr>
        <w:tc>
          <w:tcPr>
            <w:tcW w:w="1691" w:type="pct"/>
            <w:noWrap/>
          </w:tcPr>
          <w:p w:rsidR="00EF4EB3" w:rsidRDefault="00EF4EB3">
            <w:pPr>
              <w:rPr>
                <w:b/>
                <w:bCs/>
                <w:sz w:val="18"/>
                <w:szCs w:val="20"/>
              </w:rPr>
            </w:pPr>
            <w:r>
              <w:rPr>
                <w:sz w:val="18"/>
                <w:szCs w:val="20"/>
              </w:rPr>
              <w:t>ubóstwo</w:t>
            </w:r>
          </w:p>
        </w:tc>
        <w:tc>
          <w:tcPr>
            <w:tcW w:w="490" w:type="pct"/>
            <w:noWrap/>
          </w:tcPr>
          <w:p w:rsidR="00EF4EB3" w:rsidRDefault="00EF4EB3">
            <w:pPr>
              <w:jc w:val="center"/>
              <w:rPr>
                <w:sz w:val="18"/>
                <w:szCs w:val="20"/>
              </w:rPr>
            </w:pPr>
            <w:r>
              <w:rPr>
                <w:sz w:val="18"/>
                <w:szCs w:val="20"/>
              </w:rPr>
              <w:t>323</w:t>
            </w:r>
          </w:p>
        </w:tc>
        <w:tc>
          <w:tcPr>
            <w:tcW w:w="569" w:type="pct"/>
            <w:noWrap/>
          </w:tcPr>
          <w:p w:rsidR="00EF4EB3" w:rsidRDefault="00EF4EB3">
            <w:pPr>
              <w:jc w:val="center"/>
              <w:rPr>
                <w:sz w:val="18"/>
                <w:szCs w:val="20"/>
              </w:rPr>
            </w:pPr>
            <w:r>
              <w:rPr>
                <w:sz w:val="18"/>
                <w:szCs w:val="20"/>
              </w:rPr>
              <w:t>1 100</w:t>
            </w:r>
          </w:p>
        </w:tc>
        <w:tc>
          <w:tcPr>
            <w:tcW w:w="486" w:type="pct"/>
            <w:noWrap/>
          </w:tcPr>
          <w:p w:rsidR="00EF4EB3" w:rsidRDefault="00EF4EB3">
            <w:pPr>
              <w:jc w:val="center"/>
              <w:rPr>
                <w:sz w:val="18"/>
                <w:szCs w:val="20"/>
              </w:rPr>
            </w:pPr>
            <w:r>
              <w:rPr>
                <w:sz w:val="18"/>
                <w:szCs w:val="20"/>
              </w:rPr>
              <w:t>303</w:t>
            </w:r>
          </w:p>
        </w:tc>
        <w:tc>
          <w:tcPr>
            <w:tcW w:w="619" w:type="pct"/>
          </w:tcPr>
          <w:p w:rsidR="00EF4EB3" w:rsidRDefault="00EF4EB3">
            <w:pPr>
              <w:jc w:val="center"/>
              <w:rPr>
                <w:sz w:val="18"/>
                <w:szCs w:val="20"/>
              </w:rPr>
            </w:pPr>
            <w:r>
              <w:rPr>
                <w:sz w:val="18"/>
                <w:szCs w:val="20"/>
              </w:rPr>
              <w:t>1 026</w:t>
            </w:r>
          </w:p>
        </w:tc>
        <w:tc>
          <w:tcPr>
            <w:tcW w:w="517" w:type="pct"/>
          </w:tcPr>
          <w:p w:rsidR="00EF4EB3" w:rsidRDefault="00EF4EB3">
            <w:pPr>
              <w:jc w:val="center"/>
              <w:rPr>
                <w:sz w:val="18"/>
                <w:szCs w:val="20"/>
              </w:rPr>
            </w:pPr>
            <w:r>
              <w:rPr>
                <w:sz w:val="18"/>
                <w:szCs w:val="20"/>
              </w:rPr>
              <w:t>291</w:t>
            </w:r>
          </w:p>
        </w:tc>
        <w:tc>
          <w:tcPr>
            <w:tcW w:w="628" w:type="pct"/>
          </w:tcPr>
          <w:p w:rsidR="00EF4EB3" w:rsidRDefault="00EF4EB3">
            <w:pPr>
              <w:jc w:val="center"/>
              <w:rPr>
                <w:sz w:val="18"/>
                <w:szCs w:val="20"/>
              </w:rPr>
            </w:pPr>
            <w:r>
              <w:rPr>
                <w:sz w:val="18"/>
                <w:szCs w:val="20"/>
              </w:rPr>
              <w:t>964</w:t>
            </w:r>
          </w:p>
        </w:tc>
      </w:tr>
      <w:tr w:rsidR="00EF4EB3" w:rsidTr="00197D1F">
        <w:trPr>
          <w:trHeight w:val="327"/>
          <w:jc w:val="center"/>
        </w:trPr>
        <w:tc>
          <w:tcPr>
            <w:tcW w:w="1691" w:type="pct"/>
            <w:noWrap/>
          </w:tcPr>
          <w:p w:rsidR="00EF4EB3" w:rsidRDefault="00EF4EB3">
            <w:pPr>
              <w:rPr>
                <w:b/>
                <w:bCs/>
                <w:sz w:val="18"/>
                <w:szCs w:val="20"/>
              </w:rPr>
            </w:pPr>
            <w:r>
              <w:rPr>
                <w:sz w:val="18"/>
                <w:szCs w:val="20"/>
              </w:rPr>
              <w:t>bezrobocie</w:t>
            </w:r>
          </w:p>
        </w:tc>
        <w:tc>
          <w:tcPr>
            <w:tcW w:w="490" w:type="pct"/>
            <w:noWrap/>
          </w:tcPr>
          <w:p w:rsidR="00EF4EB3" w:rsidRDefault="00EF4EB3">
            <w:pPr>
              <w:jc w:val="center"/>
              <w:rPr>
                <w:sz w:val="18"/>
                <w:szCs w:val="20"/>
              </w:rPr>
            </w:pPr>
            <w:r>
              <w:rPr>
                <w:sz w:val="18"/>
                <w:szCs w:val="20"/>
              </w:rPr>
              <w:t>188</w:t>
            </w:r>
          </w:p>
        </w:tc>
        <w:tc>
          <w:tcPr>
            <w:tcW w:w="569" w:type="pct"/>
            <w:noWrap/>
          </w:tcPr>
          <w:p w:rsidR="00EF4EB3" w:rsidRDefault="00EF4EB3">
            <w:pPr>
              <w:jc w:val="center"/>
              <w:rPr>
                <w:sz w:val="18"/>
                <w:szCs w:val="20"/>
              </w:rPr>
            </w:pPr>
            <w:r>
              <w:rPr>
                <w:sz w:val="18"/>
                <w:szCs w:val="20"/>
              </w:rPr>
              <w:t>553</w:t>
            </w:r>
          </w:p>
        </w:tc>
        <w:tc>
          <w:tcPr>
            <w:tcW w:w="486" w:type="pct"/>
            <w:noWrap/>
          </w:tcPr>
          <w:p w:rsidR="00EF4EB3" w:rsidRDefault="00EF4EB3">
            <w:pPr>
              <w:jc w:val="center"/>
              <w:rPr>
                <w:sz w:val="18"/>
                <w:szCs w:val="20"/>
              </w:rPr>
            </w:pPr>
            <w:r>
              <w:rPr>
                <w:sz w:val="18"/>
                <w:szCs w:val="20"/>
              </w:rPr>
              <w:t>169</w:t>
            </w:r>
          </w:p>
        </w:tc>
        <w:tc>
          <w:tcPr>
            <w:tcW w:w="619" w:type="pct"/>
          </w:tcPr>
          <w:p w:rsidR="00EF4EB3" w:rsidRDefault="00EF4EB3">
            <w:pPr>
              <w:jc w:val="center"/>
              <w:rPr>
                <w:sz w:val="18"/>
                <w:szCs w:val="20"/>
              </w:rPr>
            </w:pPr>
            <w:r>
              <w:rPr>
                <w:sz w:val="18"/>
                <w:szCs w:val="20"/>
              </w:rPr>
              <w:t>620</w:t>
            </w:r>
          </w:p>
        </w:tc>
        <w:tc>
          <w:tcPr>
            <w:tcW w:w="517" w:type="pct"/>
          </w:tcPr>
          <w:p w:rsidR="00EF4EB3" w:rsidRDefault="00EF4EB3">
            <w:pPr>
              <w:jc w:val="center"/>
              <w:rPr>
                <w:sz w:val="18"/>
                <w:szCs w:val="20"/>
              </w:rPr>
            </w:pPr>
            <w:r>
              <w:rPr>
                <w:sz w:val="18"/>
                <w:szCs w:val="20"/>
              </w:rPr>
              <w:t>170</w:t>
            </w:r>
          </w:p>
        </w:tc>
        <w:tc>
          <w:tcPr>
            <w:tcW w:w="628" w:type="pct"/>
          </w:tcPr>
          <w:p w:rsidR="00EF4EB3" w:rsidRDefault="00EF4EB3">
            <w:pPr>
              <w:jc w:val="center"/>
              <w:rPr>
                <w:sz w:val="18"/>
                <w:szCs w:val="20"/>
              </w:rPr>
            </w:pPr>
            <w:r>
              <w:rPr>
                <w:sz w:val="18"/>
                <w:szCs w:val="20"/>
              </w:rPr>
              <w:t>597</w:t>
            </w:r>
          </w:p>
        </w:tc>
      </w:tr>
      <w:tr w:rsidR="00EF4EB3" w:rsidTr="00197D1F">
        <w:trPr>
          <w:trHeight w:val="327"/>
          <w:jc w:val="center"/>
        </w:trPr>
        <w:tc>
          <w:tcPr>
            <w:tcW w:w="1691" w:type="pct"/>
            <w:noWrap/>
          </w:tcPr>
          <w:p w:rsidR="00EF4EB3" w:rsidRDefault="00EF4EB3">
            <w:pPr>
              <w:rPr>
                <w:b/>
                <w:bCs/>
                <w:sz w:val="18"/>
                <w:szCs w:val="20"/>
              </w:rPr>
            </w:pPr>
            <w:r>
              <w:rPr>
                <w:sz w:val="18"/>
                <w:szCs w:val="20"/>
              </w:rPr>
              <w:t>niepełnosprawność</w:t>
            </w:r>
          </w:p>
        </w:tc>
        <w:tc>
          <w:tcPr>
            <w:tcW w:w="490" w:type="pct"/>
            <w:noWrap/>
          </w:tcPr>
          <w:p w:rsidR="00EF4EB3" w:rsidRDefault="00EF4EB3">
            <w:pPr>
              <w:jc w:val="center"/>
              <w:rPr>
                <w:sz w:val="18"/>
                <w:szCs w:val="20"/>
              </w:rPr>
            </w:pPr>
            <w:r>
              <w:rPr>
                <w:sz w:val="18"/>
                <w:szCs w:val="20"/>
              </w:rPr>
              <w:t>143</w:t>
            </w:r>
          </w:p>
        </w:tc>
        <w:tc>
          <w:tcPr>
            <w:tcW w:w="569" w:type="pct"/>
            <w:noWrap/>
          </w:tcPr>
          <w:p w:rsidR="00EF4EB3" w:rsidRDefault="00EF4EB3">
            <w:pPr>
              <w:jc w:val="center"/>
              <w:rPr>
                <w:sz w:val="18"/>
                <w:szCs w:val="20"/>
              </w:rPr>
            </w:pPr>
            <w:r>
              <w:rPr>
                <w:sz w:val="18"/>
                <w:szCs w:val="20"/>
              </w:rPr>
              <w:t>380</w:t>
            </w:r>
          </w:p>
        </w:tc>
        <w:tc>
          <w:tcPr>
            <w:tcW w:w="486" w:type="pct"/>
            <w:noWrap/>
          </w:tcPr>
          <w:p w:rsidR="00EF4EB3" w:rsidRDefault="00EF4EB3">
            <w:pPr>
              <w:jc w:val="center"/>
              <w:rPr>
                <w:sz w:val="18"/>
                <w:szCs w:val="20"/>
              </w:rPr>
            </w:pPr>
            <w:r>
              <w:rPr>
                <w:sz w:val="18"/>
                <w:szCs w:val="20"/>
              </w:rPr>
              <w:t>112</w:t>
            </w:r>
          </w:p>
        </w:tc>
        <w:tc>
          <w:tcPr>
            <w:tcW w:w="619" w:type="pct"/>
          </w:tcPr>
          <w:p w:rsidR="00EF4EB3" w:rsidRDefault="00EF4EB3">
            <w:pPr>
              <w:jc w:val="center"/>
              <w:rPr>
                <w:sz w:val="18"/>
                <w:szCs w:val="20"/>
              </w:rPr>
            </w:pPr>
            <w:r>
              <w:rPr>
                <w:sz w:val="18"/>
                <w:szCs w:val="20"/>
              </w:rPr>
              <w:t>337</w:t>
            </w:r>
          </w:p>
        </w:tc>
        <w:tc>
          <w:tcPr>
            <w:tcW w:w="517" w:type="pct"/>
          </w:tcPr>
          <w:p w:rsidR="00EF4EB3" w:rsidRDefault="00EF4EB3">
            <w:pPr>
              <w:jc w:val="center"/>
              <w:rPr>
                <w:sz w:val="18"/>
                <w:szCs w:val="20"/>
              </w:rPr>
            </w:pPr>
            <w:r>
              <w:rPr>
                <w:sz w:val="18"/>
                <w:szCs w:val="20"/>
              </w:rPr>
              <w:t>99</w:t>
            </w:r>
          </w:p>
        </w:tc>
        <w:tc>
          <w:tcPr>
            <w:tcW w:w="628" w:type="pct"/>
          </w:tcPr>
          <w:p w:rsidR="00EF4EB3" w:rsidRDefault="00EF4EB3">
            <w:pPr>
              <w:jc w:val="center"/>
              <w:rPr>
                <w:sz w:val="18"/>
                <w:szCs w:val="20"/>
              </w:rPr>
            </w:pPr>
            <w:r>
              <w:rPr>
                <w:sz w:val="18"/>
                <w:szCs w:val="20"/>
              </w:rPr>
              <w:t>275</w:t>
            </w:r>
          </w:p>
        </w:tc>
      </w:tr>
      <w:tr w:rsidR="00EF4EB3" w:rsidTr="00197D1F">
        <w:trPr>
          <w:trHeight w:val="327"/>
          <w:jc w:val="center"/>
        </w:trPr>
        <w:tc>
          <w:tcPr>
            <w:tcW w:w="1691" w:type="pct"/>
            <w:noWrap/>
          </w:tcPr>
          <w:p w:rsidR="00EF4EB3" w:rsidRDefault="00EF4EB3">
            <w:pPr>
              <w:rPr>
                <w:b/>
                <w:bCs/>
                <w:sz w:val="18"/>
                <w:szCs w:val="20"/>
              </w:rPr>
            </w:pPr>
            <w:r>
              <w:rPr>
                <w:sz w:val="18"/>
                <w:szCs w:val="20"/>
              </w:rPr>
              <w:t>długotrwała lub ciężka choroba</w:t>
            </w:r>
          </w:p>
        </w:tc>
        <w:tc>
          <w:tcPr>
            <w:tcW w:w="490" w:type="pct"/>
            <w:noWrap/>
          </w:tcPr>
          <w:p w:rsidR="00EF4EB3" w:rsidRDefault="00EF4EB3">
            <w:pPr>
              <w:jc w:val="center"/>
              <w:rPr>
                <w:sz w:val="18"/>
                <w:szCs w:val="20"/>
              </w:rPr>
            </w:pPr>
            <w:r>
              <w:rPr>
                <w:sz w:val="18"/>
                <w:szCs w:val="20"/>
              </w:rPr>
              <w:t>29</w:t>
            </w:r>
          </w:p>
        </w:tc>
        <w:tc>
          <w:tcPr>
            <w:tcW w:w="569" w:type="pct"/>
            <w:noWrap/>
          </w:tcPr>
          <w:p w:rsidR="00EF4EB3" w:rsidRDefault="00EF4EB3">
            <w:pPr>
              <w:jc w:val="center"/>
              <w:rPr>
                <w:sz w:val="18"/>
                <w:szCs w:val="20"/>
              </w:rPr>
            </w:pPr>
            <w:r>
              <w:rPr>
                <w:sz w:val="18"/>
                <w:szCs w:val="20"/>
              </w:rPr>
              <w:t>79</w:t>
            </w:r>
          </w:p>
        </w:tc>
        <w:tc>
          <w:tcPr>
            <w:tcW w:w="486" w:type="pct"/>
            <w:noWrap/>
          </w:tcPr>
          <w:p w:rsidR="00EF4EB3" w:rsidRDefault="00EF4EB3">
            <w:pPr>
              <w:jc w:val="center"/>
              <w:rPr>
                <w:sz w:val="18"/>
                <w:szCs w:val="20"/>
              </w:rPr>
            </w:pPr>
            <w:r>
              <w:rPr>
                <w:sz w:val="18"/>
                <w:szCs w:val="20"/>
              </w:rPr>
              <w:t>57</w:t>
            </w:r>
          </w:p>
        </w:tc>
        <w:tc>
          <w:tcPr>
            <w:tcW w:w="619" w:type="pct"/>
          </w:tcPr>
          <w:p w:rsidR="00EF4EB3" w:rsidRDefault="00EF4EB3">
            <w:pPr>
              <w:jc w:val="center"/>
              <w:rPr>
                <w:sz w:val="18"/>
                <w:szCs w:val="20"/>
              </w:rPr>
            </w:pPr>
            <w:r>
              <w:rPr>
                <w:sz w:val="18"/>
                <w:szCs w:val="20"/>
              </w:rPr>
              <w:t>149</w:t>
            </w:r>
          </w:p>
        </w:tc>
        <w:tc>
          <w:tcPr>
            <w:tcW w:w="517" w:type="pct"/>
          </w:tcPr>
          <w:p w:rsidR="00EF4EB3" w:rsidRDefault="00EF4EB3">
            <w:pPr>
              <w:jc w:val="center"/>
              <w:rPr>
                <w:sz w:val="18"/>
                <w:szCs w:val="20"/>
              </w:rPr>
            </w:pPr>
            <w:r>
              <w:rPr>
                <w:sz w:val="18"/>
                <w:szCs w:val="20"/>
              </w:rPr>
              <w:t>55</w:t>
            </w:r>
          </w:p>
        </w:tc>
        <w:tc>
          <w:tcPr>
            <w:tcW w:w="628" w:type="pct"/>
          </w:tcPr>
          <w:p w:rsidR="00EF4EB3" w:rsidRDefault="00EF4EB3">
            <w:pPr>
              <w:jc w:val="center"/>
              <w:rPr>
                <w:sz w:val="18"/>
                <w:szCs w:val="20"/>
              </w:rPr>
            </w:pPr>
            <w:r>
              <w:rPr>
                <w:sz w:val="18"/>
                <w:szCs w:val="20"/>
              </w:rPr>
              <w:t>136</w:t>
            </w:r>
          </w:p>
        </w:tc>
      </w:tr>
      <w:tr w:rsidR="00EF4EB3" w:rsidTr="00197D1F">
        <w:trPr>
          <w:trHeight w:val="327"/>
          <w:jc w:val="center"/>
        </w:trPr>
        <w:tc>
          <w:tcPr>
            <w:tcW w:w="1691" w:type="pct"/>
            <w:noWrap/>
          </w:tcPr>
          <w:p w:rsidR="00EF4EB3" w:rsidRDefault="00EF4EB3">
            <w:pPr>
              <w:rPr>
                <w:b/>
                <w:bCs/>
                <w:sz w:val="18"/>
                <w:szCs w:val="20"/>
              </w:rPr>
            </w:pPr>
            <w:r>
              <w:rPr>
                <w:sz w:val="18"/>
                <w:szCs w:val="20"/>
              </w:rPr>
              <w:t>bezradność w sprawach opiek-wych</w:t>
            </w:r>
          </w:p>
        </w:tc>
        <w:tc>
          <w:tcPr>
            <w:tcW w:w="490" w:type="pct"/>
            <w:noWrap/>
          </w:tcPr>
          <w:p w:rsidR="00EF4EB3" w:rsidRDefault="00EF4EB3">
            <w:pPr>
              <w:jc w:val="center"/>
              <w:rPr>
                <w:sz w:val="18"/>
                <w:szCs w:val="20"/>
              </w:rPr>
            </w:pPr>
            <w:r>
              <w:rPr>
                <w:sz w:val="18"/>
                <w:szCs w:val="20"/>
              </w:rPr>
              <w:t>103</w:t>
            </w:r>
          </w:p>
        </w:tc>
        <w:tc>
          <w:tcPr>
            <w:tcW w:w="569" w:type="pct"/>
            <w:noWrap/>
          </w:tcPr>
          <w:p w:rsidR="00EF4EB3" w:rsidRDefault="00EF4EB3">
            <w:pPr>
              <w:jc w:val="center"/>
              <w:rPr>
                <w:sz w:val="18"/>
                <w:szCs w:val="20"/>
              </w:rPr>
            </w:pPr>
            <w:r>
              <w:rPr>
                <w:sz w:val="18"/>
                <w:szCs w:val="20"/>
              </w:rPr>
              <w:t>479</w:t>
            </w:r>
          </w:p>
        </w:tc>
        <w:tc>
          <w:tcPr>
            <w:tcW w:w="486" w:type="pct"/>
            <w:noWrap/>
          </w:tcPr>
          <w:p w:rsidR="00EF4EB3" w:rsidRDefault="00EF4EB3">
            <w:pPr>
              <w:jc w:val="center"/>
              <w:rPr>
                <w:sz w:val="18"/>
                <w:szCs w:val="20"/>
              </w:rPr>
            </w:pPr>
            <w:r>
              <w:rPr>
                <w:sz w:val="18"/>
                <w:szCs w:val="20"/>
              </w:rPr>
              <w:t>106</w:t>
            </w:r>
          </w:p>
        </w:tc>
        <w:tc>
          <w:tcPr>
            <w:tcW w:w="619" w:type="pct"/>
          </w:tcPr>
          <w:p w:rsidR="00EF4EB3" w:rsidRDefault="00EF4EB3">
            <w:pPr>
              <w:jc w:val="center"/>
              <w:rPr>
                <w:sz w:val="18"/>
                <w:szCs w:val="20"/>
              </w:rPr>
            </w:pPr>
            <w:r>
              <w:rPr>
                <w:sz w:val="18"/>
                <w:szCs w:val="20"/>
              </w:rPr>
              <w:t>501</w:t>
            </w:r>
          </w:p>
        </w:tc>
        <w:tc>
          <w:tcPr>
            <w:tcW w:w="517" w:type="pct"/>
          </w:tcPr>
          <w:p w:rsidR="00EF4EB3" w:rsidRDefault="00EF4EB3">
            <w:pPr>
              <w:jc w:val="center"/>
              <w:rPr>
                <w:sz w:val="18"/>
                <w:szCs w:val="20"/>
              </w:rPr>
            </w:pPr>
            <w:r>
              <w:rPr>
                <w:sz w:val="18"/>
                <w:szCs w:val="20"/>
              </w:rPr>
              <w:t>78</w:t>
            </w:r>
          </w:p>
        </w:tc>
        <w:tc>
          <w:tcPr>
            <w:tcW w:w="628" w:type="pct"/>
          </w:tcPr>
          <w:p w:rsidR="00EF4EB3" w:rsidRDefault="00EF4EB3">
            <w:pPr>
              <w:jc w:val="center"/>
              <w:rPr>
                <w:sz w:val="18"/>
                <w:szCs w:val="20"/>
              </w:rPr>
            </w:pPr>
            <w:r>
              <w:rPr>
                <w:sz w:val="18"/>
                <w:szCs w:val="20"/>
              </w:rPr>
              <w:t>396</w:t>
            </w:r>
          </w:p>
        </w:tc>
      </w:tr>
      <w:tr w:rsidR="00EF4EB3" w:rsidTr="00197D1F">
        <w:trPr>
          <w:trHeight w:val="327"/>
          <w:jc w:val="center"/>
        </w:trPr>
        <w:tc>
          <w:tcPr>
            <w:tcW w:w="1691" w:type="pct"/>
            <w:noWrap/>
          </w:tcPr>
          <w:p w:rsidR="00EF4EB3" w:rsidRDefault="00EF4EB3">
            <w:pPr>
              <w:rPr>
                <w:b/>
                <w:bCs/>
                <w:sz w:val="18"/>
                <w:szCs w:val="20"/>
              </w:rPr>
            </w:pPr>
            <w:r>
              <w:rPr>
                <w:sz w:val="18"/>
                <w:szCs w:val="20"/>
              </w:rPr>
              <w:t>alkoholizm</w:t>
            </w:r>
          </w:p>
        </w:tc>
        <w:tc>
          <w:tcPr>
            <w:tcW w:w="490" w:type="pct"/>
            <w:noWrap/>
          </w:tcPr>
          <w:p w:rsidR="00EF4EB3" w:rsidRDefault="00EF4EB3">
            <w:pPr>
              <w:jc w:val="center"/>
              <w:rPr>
                <w:sz w:val="18"/>
                <w:szCs w:val="20"/>
              </w:rPr>
            </w:pPr>
            <w:r>
              <w:rPr>
                <w:sz w:val="18"/>
                <w:szCs w:val="20"/>
              </w:rPr>
              <w:t>0</w:t>
            </w:r>
          </w:p>
        </w:tc>
        <w:tc>
          <w:tcPr>
            <w:tcW w:w="569" w:type="pct"/>
            <w:noWrap/>
          </w:tcPr>
          <w:p w:rsidR="00EF4EB3" w:rsidRDefault="00EF4EB3">
            <w:pPr>
              <w:jc w:val="center"/>
              <w:rPr>
                <w:sz w:val="18"/>
                <w:szCs w:val="20"/>
              </w:rPr>
            </w:pPr>
            <w:r>
              <w:rPr>
                <w:sz w:val="18"/>
                <w:szCs w:val="20"/>
              </w:rPr>
              <w:t>0</w:t>
            </w:r>
          </w:p>
        </w:tc>
        <w:tc>
          <w:tcPr>
            <w:tcW w:w="486" w:type="pct"/>
            <w:noWrap/>
          </w:tcPr>
          <w:p w:rsidR="00EF4EB3" w:rsidRDefault="00EF4EB3">
            <w:pPr>
              <w:jc w:val="center"/>
              <w:rPr>
                <w:sz w:val="18"/>
                <w:szCs w:val="20"/>
              </w:rPr>
            </w:pPr>
            <w:r>
              <w:rPr>
                <w:sz w:val="18"/>
                <w:szCs w:val="20"/>
              </w:rPr>
              <w:t>20</w:t>
            </w:r>
          </w:p>
        </w:tc>
        <w:tc>
          <w:tcPr>
            <w:tcW w:w="619" w:type="pct"/>
          </w:tcPr>
          <w:p w:rsidR="00EF4EB3" w:rsidRDefault="00EF4EB3">
            <w:pPr>
              <w:jc w:val="center"/>
              <w:rPr>
                <w:sz w:val="18"/>
                <w:szCs w:val="20"/>
              </w:rPr>
            </w:pPr>
            <w:r>
              <w:rPr>
                <w:sz w:val="18"/>
                <w:szCs w:val="20"/>
              </w:rPr>
              <w:t>71</w:t>
            </w:r>
          </w:p>
        </w:tc>
        <w:tc>
          <w:tcPr>
            <w:tcW w:w="517" w:type="pct"/>
          </w:tcPr>
          <w:p w:rsidR="00EF4EB3" w:rsidRDefault="00EF4EB3">
            <w:pPr>
              <w:jc w:val="center"/>
              <w:rPr>
                <w:sz w:val="18"/>
                <w:szCs w:val="20"/>
              </w:rPr>
            </w:pPr>
            <w:r>
              <w:rPr>
                <w:sz w:val="18"/>
                <w:szCs w:val="20"/>
              </w:rPr>
              <w:t>25</w:t>
            </w:r>
          </w:p>
        </w:tc>
        <w:tc>
          <w:tcPr>
            <w:tcW w:w="628" w:type="pct"/>
          </w:tcPr>
          <w:p w:rsidR="00EF4EB3" w:rsidRDefault="00EF4EB3">
            <w:pPr>
              <w:jc w:val="center"/>
              <w:rPr>
                <w:sz w:val="18"/>
                <w:szCs w:val="20"/>
              </w:rPr>
            </w:pPr>
            <w:r>
              <w:rPr>
                <w:sz w:val="18"/>
                <w:szCs w:val="20"/>
              </w:rPr>
              <w:t>74</w:t>
            </w:r>
          </w:p>
        </w:tc>
      </w:tr>
      <w:tr w:rsidR="00EF4EB3" w:rsidTr="00197D1F">
        <w:trPr>
          <w:trHeight w:val="327"/>
          <w:jc w:val="center"/>
        </w:trPr>
        <w:tc>
          <w:tcPr>
            <w:tcW w:w="1691" w:type="pct"/>
            <w:noWrap/>
          </w:tcPr>
          <w:p w:rsidR="00EF4EB3" w:rsidRDefault="00EF4EB3">
            <w:pPr>
              <w:rPr>
                <w:b/>
                <w:bCs/>
                <w:sz w:val="18"/>
                <w:szCs w:val="20"/>
              </w:rPr>
            </w:pPr>
            <w:r>
              <w:rPr>
                <w:sz w:val="18"/>
                <w:szCs w:val="20"/>
              </w:rPr>
              <w:t>narkomania</w:t>
            </w:r>
          </w:p>
        </w:tc>
        <w:tc>
          <w:tcPr>
            <w:tcW w:w="490" w:type="pct"/>
            <w:noWrap/>
          </w:tcPr>
          <w:p w:rsidR="00EF4EB3" w:rsidRDefault="00EF4EB3">
            <w:pPr>
              <w:jc w:val="center"/>
              <w:rPr>
                <w:sz w:val="18"/>
                <w:szCs w:val="20"/>
              </w:rPr>
            </w:pPr>
            <w:r>
              <w:rPr>
                <w:sz w:val="18"/>
                <w:szCs w:val="20"/>
              </w:rPr>
              <w:t>0</w:t>
            </w:r>
          </w:p>
        </w:tc>
        <w:tc>
          <w:tcPr>
            <w:tcW w:w="569" w:type="pct"/>
            <w:noWrap/>
          </w:tcPr>
          <w:p w:rsidR="00EF4EB3" w:rsidRDefault="00EF4EB3">
            <w:pPr>
              <w:jc w:val="center"/>
              <w:rPr>
                <w:sz w:val="18"/>
                <w:szCs w:val="20"/>
              </w:rPr>
            </w:pPr>
            <w:r>
              <w:rPr>
                <w:sz w:val="18"/>
                <w:szCs w:val="20"/>
              </w:rPr>
              <w:t>0</w:t>
            </w:r>
          </w:p>
        </w:tc>
        <w:tc>
          <w:tcPr>
            <w:tcW w:w="486" w:type="pct"/>
            <w:noWrap/>
          </w:tcPr>
          <w:p w:rsidR="00EF4EB3" w:rsidRDefault="00EF4EB3">
            <w:pPr>
              <w:jc w:val="center"/>
              <w:rPr>
                <w:sz w:val="18"/>
                <w:szCs w:val="20"/>
              </w:rPr>
            </w:pPr>
            <w:r>
              <w:rPr>
                <w:sz w:val="18"/>
                <w:szCs w:val="20"/>
              </w:rPr>
              <w:t>3</w:t>
            </w:r>
          </w:p>
        </w:tc>
        <w:tc>
          <w:tcPr>
            <w:tcW w:w="619" w:type="pct"/>
          </w:tcPr>
          <w:p w:rsidR="00EF4EB3" w:rsidRDefault="00EF4EB3">
            <w:pPr>
              <w:jc w:val="center"/>
              <w:rPr>
                <w:sz w:val="18"/>
                <w:szCs w:val="20"/>
              </w:rPr>
            </w:pPr>
            <w:r>
              <w:rPr>
                <w:sz w:val="18"/>
                <w:szCs w:val="20"/>
              </w:rPr>
              <w:t>3</w:t>
            </w:r>
          </w:p>
        </w:tc>
        <w:tc>
          <w:tcPr>
            <w:tcW w:w="517" w:type="pct"/>
          </w:tcPr>
          <w:p w:rsidR="00EF4EB3" w:rsidRDefault="00EF4EB3">
            <w:pPr>
              <w:jc w:val="center"/>
              <w:rPr>
                <w:sz w:val="18"/>
                <w:szCs w:val="20"/>
              </w:rPr>
            </w:pPr>
            <w:r>
              <w:rPr>
                <w:sz w:val="18"/>
                <w:szCs w:val="20"/>
              </w:rPr>
              <w:t>0</w:t>
            </w:r>
          </w:p>
        </w:tc>
        <w:tc>
          <w:tcPr>
            <w:tcW w:w="628" w:type="pct"/>
          </w:tcPr>
          <w:p w:rsidR="00EF4EB3" w:rsidRDefault="00EF4EB3">
            <w:pPr>
              <w:jc w:val="center"/>
              <w:rPr>
                <w:sz w:val="18"/>
                <w:szCs w:val="20"/>
              </w:rPr>
            </w:pPr>
            <w:r>
              <w:rPr>
                <w:sz w:val="18"/>
                <w:szCs w:val="20"/>
              </w:rPr>
              <w:t>0</w:t>
            </w:r>
          </w:p>
        </w:tc>
      </w:tr>
      <w:tr w:rsidR="00EF4EB3" w:rsidTr="00197D1F">
        <w:trPr>
          <w:trHeight w:val="327"/>
          <w:jc w:val="center"/>
        </w:trPr>
        <w:tc>
          <w:tcPr>
            <w:tcW w:w="1691" w:type="pct"/>
            <w:noWrap/>
          </w:tcPr>
          <w:p w:rsidR="00EF4EB3" w:rsidRDefault="00EF4EB3">
            <w:pPr>
              <w:rPr>
                <w:b/>
                <w:bCs/>
                <w:sz w:val="18"/>
                <w:szCs w:val="20"/>
              </w:rPr>
            </w:pPr>
            <w:r>
              <w:rPr>
                <w:sz w:val="18"/>
                <w:szCs w:val="20"/>
              </w:rPr>
              <w:t>potrzeba ochrony macierzyństwa</w:t>
            </w:r>
          </w:p>
        </w:tc>
        <w:tc>
          <w:tcPr>
            <w:tcW w:w="490" w:type="pct"/>
            <w:noWrap/>
          </w:tcPr>
          <w:p w:rsidR="00EF4EB3" w:rsidRDefault="00EF4EB3">
            <w:pPr>
              <w:jc w:val="center"/>
              <w:rPr>
                <w:sz w:val="18"/>
                <w:szCs w:val="20"/>
              </w:rPr>
            </w:pPr>
            <w:r>
              <w:rPr>
                <w:sz w:val="18"/>
                <w:szCs w:val="20"/>
              </w:rPr>
              <w:t>90</w:t>
            </w:r>
          </w:p>
        </w:tc>
        <w:tc>
          <w:tcPr>
            <w:tcW w:w="569" w:type="pct"/>
            <w:noWrap/>
          </w:tcPr>
          <w:p w:rsidR="00EF4EB3" w:rsidRDefault="00EF4EB3">
            <w:pPr>
              <w:jc w:val="center"/>
              <w:rPr>
                <w:sz w:val="18"/>
                <w:szCs w:val="20"/>
              </w:rPr>
            </w:pPr>
            <w:r>
              <w:rPr>
                <w:sz w:val="18"/>
                <w:szCs w:val="20"/>
              </w:rPr>
              <w:t>-</w:t>
            </w:r>
          </w:p>
        </w:tc>
        <w:tc>
          <w:tcPr>
            <w:tcW w:w="486" w:type="pct"/>
            <w:noWrap/>
          </w:tcPr>
          <w:p w:rsidR="00EF4EB3" w:rsidRDefault="00EF4EB3">
            <w:pPr>
              <w:jc w:val="center"/>
              <w:rPr>
                <w:sz w:val="18"/>
                <w:szCs w:val="20"/>
              </w:rPr>
            </w:pPr>
            <w:r>
              <w:rPr>
                <w:sz w:val="18"/>
                <w:szCs w:val="20"/>
              </w:rPr>
              <w:t>90</w:t>
            </w:r>
          </w:p>
        </w:tc>
        <w:tc>
          <w:tcPr>
            <w:tcW w:w="619" w:type="pct"/>
          </w:tcPr>
          <w:p w:rsidR="00EF4EB3" w:rsidRDefault="00EF4EB3">
            <w:pPr>
              <w:jc w:val="center"/>
              <w:rPr>
                <w:sz w:val="18"/>
                <w:szCs w:val="20"/>
              </w:rPr>
            </w:pPr>
            <w:r>
              <w:rPr>
                <w:sz w:val="18"/>
                <w:szCs w:val="20"/>
              </w:rPr>
              <w:t>-</w:t>
            </w:r>
          </w:p>
        </w:tc>
        <w:tc>
          <w:tcPr>
            <w:tcW w:w="517" w:type="pct"/>
          </w:tcPr>
          <w:p w:rsidR="00EF4EB3" w:rsidRDefault="00EF4EB3">
            <w:pPr>
              <w:jc w:val="center"/>
              <w:rPr>
                <w:sz w:val="18"/>
                <w:szCs w:val="20"/>
              </w:rPr>
            </w:pPr>
            <w:r>
              <w:rPr>
                <w:sz w:val="18"/>
                <w:szCs w:val="20"/>
              </w:rPr>
              <w:t>55</w:t>
            </w:r>
          </w:p>
        </w:tc>
        <w:tc>
          <w:tcPr>
            <w:tcW w:w="628" w:type="pct"/>
          </w:tcPr>
          <w:p w:rsidR="00EF4EB3" w:rsidRDefault="00EF4EB3">
            <w:pPr>
              <w:jc w:val="center"/>
              <w:rPr>
                <w:sz w:val="18"/>
                <w:szCs w:val="20"/>
              </w:rPr>
            </w:pPr>
            <w:r>
              <w:rPr>
                <w:sz w:val="18"/>
                <w:szCs w:val="20"/>
              </w:rPr>
              <w:t>-</w:t>
            </w:r>
          </w:p>
        </w:tc>
      </w:tr>
      <w:tr w:rsidR="00EF4EB3" w:rsidTr="00197D1F">
        <w:trPr>
          <w:trHeight w:val="327"/>
          <w:jc w:val="center"/>
        </w:trPr>
        <w:tc>
          <w:tcPr>
            <w:tcW w:w="1691" w:type="pct"/>
            <w:noWrap/>
          </w:tcPr>
          <w:p w:rsidR="00EF4EB3" w:rsidRDefault="00EF4EB3">
            <w:pPr>
              <w:rPr>
                <w:b/>
                <w:bCs/>
                <w:sz w:val="18"/>
                <w:szCs w:val="20"/>
              </w:rPr>
            </w:pPr>
            <w:r>
              <w:rPr>
                <w:sz w:val="18"/>
                <w:szCs w:val="20"/>
              </w:rPr>
              <w:t>w tym: wielodzietność</w:t>
            </w:r>
          </w:p>
        </w:tc>
        <w:tc>
          <w:tcPr>
            <w:tcW w:w="490" w:type="pct"/>
            <w:noWrap/>
          </w:tcPr>
          <w:p w:rsidR="00EF4EB3" w:rsidRDefault="00EF4EB3">
            <w:pPr>
              <w:jc w:val="center"/>
              <w:rPr>
                <w:sz w:val="18"/>
                <w:szCs w:val="20"/>
              </w:rPr>
            </w:pPr>
            <w:r>
              <w:rPr>
                <w:sz w:val="18"/>
                <w:szCs w:val="20"/>
              </w:rPr>
              <w:t>60</w:t>
            </w:r>
          </w:p>
        </w:tc>
        <w:tc>
          <w:tcPr>
            <w:tcW w:w="569" w:type="pct"/>
            <w:noWrap/>
          </w:tcPr>
          <w:p w:rsidR="00EF4EB3" w:rsidRDefault="00EF4EB3">
            <w:pPr>
              <w:jc w:val="center"/>
              <w:rPr>
                <w:sz w:val="18"/>
                <w:szCs w:val="20"/>
              </w:rPr>
            </w:pPr>
            <w:r>
              <w:rPr>
                <w:sz w:val="18"/>
                <w:szCs w:val="20"/>
              </w:rPr>
              <w:t>-</w:t>
            </w:r>
          </w:p>
        </w:tc>
        <w:tc>
          <w:tcPr>
            <w:tcW w:w="486" w:type="pct"/>
            <w:noWrap/>
          </w:tcPr>
          <w:p w:rsidR="00EF4EB3" w:rsidRDefault="00EF4EB3">
            <w:pPr>
              <w:jc w:val="center"/>
              <w:rPr>
                <w:sz w:val="18"/>
                <w:szCs w:val="20"/>
              </w:rPr>
            </w:pPr>
            <w:r>
              <w:rPr>
                <w:sz w:val="18"/>
                <w:szCs w:val="20"/>
              </w:rPr>
              <w:t>69</w:t>
            </w:r>
          </w:p>
        </w:tc>
        <w:tc>
          <w:tcPr>
            <w:tcW w:w="619" w:type="pct"/>
          </w:tcPr>
          <w:p w:rsidR="00EF4EB3" w:rsidRDefault="00EF4EB3">
            <w:pPr>
              <w:jc w:val="center"/>
              <w:rPr>
                <w:sz w:val="18"/>
                <w:szCs w:val="20"/>
              </w:rPr>
            </w:pPr>
            <w:r>
              <w:rPr>
                <w:sz w:val="18"/>
                <w:szCs w:val="20"/>
              </w:rPr>
              <w:t>-</w:t>
            </w:r>
          </w:p>
        </w:tc>
        <w:tc>
          <w:tcPr>
            <w:tcW w:w="517" w:type="pct"/>
          </w:tcPr>
          <w:p w:rsidR="00EF4EB3" w:rsidRDefault="00EF4EB3">
            <w:pPr>
              <w:jc w:val="center"/>
              <w:rPr>
                <w:sz w:val="18"/>
                <w:szCs w:val="20"/>
              </w:rPr>
            </w:pPr>
            <w:r>
              <w:rPr>
                <w:sz w:val="18"/>
                <w:szCs w:val="20"/>
              </w:rPr>
              <w:t>49</w:t>
            </w:r>
          </w:p>
        </w:tc>
        <w:tc>
          <w:tcPr>
            <w:tcW w:w="628" w:type="pct"/>
          </w:tcPr>
          <w:p w:rsidR="00EF4EB3" w:rsidRDefault="00EF4EB3">
            <w:pPr>
              <w:jc w:val="center"/>
              <w:rPr>
                <w:sz w:val="18"/>
                <w:szCs w:val="20"/>
              </w:rPr>
            </w:pPr>
            <w:r>
              <w:rPr>
                <w:sz w:val="18"/>
                <w:szCs w:val="20"/>
              </w:rPr>
              <w:t>-</w:t>
            </w:r>
          </w:p>
        </w:tc>
      </w:tr>
      <w:tr w:rsidR="00EF4EB3" w:rsidTr="00197D1F">
        <w:trPr>
          <w:trHeight w:val="327"/>
          <w:jc w:val="center"/>
        </w:trPr>
        <w:tc>
          <w:tcPr>
            <w:tcW w:w="1691" w:type="pct"/>
            <w:noWrap/>
          </w:tcPr>
          <w:p w:rsidR="00EF4EB3" w:rsidRDefault="00EF4EB3">
            <w:pPr>
              <w:rPr>
                <w:b/>
                <w:bCs/>
                <w:sz w:val="18"/>
                <w:szCs w:val="20"/>
              </w:rPr>
            </w:pPr>
            <w:r>
              <w:rPr>
                <w:sz w:val="18"/>
                <w:szCs w:val="20"/>
              </w:rPr>
              <w:t>bezdomność</w:t>
            </w:r>
          </w:p>
        </w:tc>
        <w:tc>
          <w:tcPr>
            <w:tcW w:w="490" w:type="pct"/>
            <w:noWrap/>
          </w:tcPr>
          <w:p w:rsidR="00EF4EB3" w:rsidRDefault="00EF4EB3">
            <w:pPr>
              <w:jc w:val="center"/>
              <w:rPr>
                <w:sz w:val="18"/>
                <w:szCs w:val="20"/>
              </w:rPr>
            </w:pPr>
            <w:r>
              <w:rPr>
                <w:sz w:val="18"/>
                <w:szCs w:val="20"/>
              </w:rPr>
              <w:t>3</w:t>
            </w:r>
          </w:p>
        </w:tc>
        <w:tc>
          <w:tcPr>
            <w:tcW w:w="569" w:type="pct"/>
            <w:noWrap/>
          </w:tcPr>
          <w:p w:rsidR="00EF4EB3" w:rsidRDefault="00EF4EB3">
            <w:pPr>
              <w:jc w:val="center"/>
              <w:rPr>
                <w:sz w:val="18"/>
                <w:szCs w:val="20"/>
              </w:rPr>
            </w:pPr>
            <w:r>
              <w:rPr>
                <w:sz w:val="18"/>
                <w:szCs w:val="20"/>
              </w:rPr>
              <w:t>3</w:t>
            </w:r>
          </w:p>
        </w:tc>
        <w:tc>
          <w:tcPr>
            <w:tcW w:w="486" w:type="pct"/>
            <w:noWrap/>
          </w:tcPr>
          <w:p w:rsidR="00EF4EB3" w:rsidRDefault="00EF4EB3">
            <w:pPr>
              <w:jc w:val="center"/>
              <w:rPr>
                <w:sz w:val="18"/>
                <w:szCs w:val="20"/>
              </w:rPr>
            </w:pPr>
            <w:r>
              <w:rPr>
                <w:sz w:val="18"/>
                <w:szCs w:val="20"/>
              </w:rPr>
              <w:t>5</w:t>
            </w:r>
          </w:p>
        </w:tc>
        <w:tc>
          <w:tcPr>
            <w:tcW w:w="619" w:type="pct"/>
          </w:tcPr>
          <w:p w:rsidR="00EF4EB3" w:rsidRDefault="00EF4EB3">
            <w:pPr>
              <w:jc w:val="center"/>
              <w:rPr>
                <w:sz w:val="18"/>
                <w:szCs w:val="20"/>
              </w:rPr>
            </w:pPr>
            <w:r>
              <w:rPr>
                <w:sz w:val="18"/>
                <w:szCs w:val="20"/>
              </w:rPr>
              <w:t>5</w:t>
            </w:r>
          </w:p>
        </w:tc>
        <w:tc>
          <w:tcPr>
            <w:tcW w:w="517" w:type="pct"/>
          </w:tcPr>
          <w:p w:rsidR="00EF4EB3" w:rsidRDefault="00EF4EB3">
            <w:pPr>
              <w:jc w:val="center"/>
              <w:rPr>
                <w:sz w:val="18"/>
                <w:szCs w:val="20"/>
              </w:rPr>
            </w:pPr>
            <w:r>
              <w:rPr>
                <w:sz w:val="18"/>
                <w:szCs w:val="20"/>
              </w:rPr>
              <w:t>4</w:t>
            </w:r>
          </w:p>
        </w:tc>
        <w:tc>
          <w:tcPr>
            <w:tcW w:w="628" w:type="pct"/>
          </w:tcPr>
          <w:p w:rsidR="00EF4EB3" w:rsidRDefault="00EF4EB3">
            <w:pPr>
              <w:jc w:val="center"/>
              <w:rPr>
                <w:sz w:val="18"/>
                <w:szCs w:val="20"/>
              </w:rPr>
            </w:pPr>
            <w:r>
              <w:rPr>
                <w:sz w:val="18"/>
                <w:szCs w:val="20"/>
              </w:rPr>
              <w:t>4</w:t>
            </w:r>
          </w:p>
        </w:tc>
      </w:tr>
      <w:tr w:rsidR="00EF4EB3" w:rsidTr="00197D1F">
        <w:trPr>
          <w:trHeight w:val="327"/>
          <w:jc w:val="center"/>
        </w:trPr>
        <w:tc>
          <w:tcPr>
            <w:tcW w:w="1691" w:type="pct"/>
            <w:noWrap/>
          </w:tcPr>
          <w:p w:rsidR="00EF4EB3" w:rsidRDefault="00EF4EB3">
            <w:pPr>
              <w:rPr>
                <w:b/>
                <w:bCs/>
                <w:sz w:val="18"/>
                <w:szCs w:val="20"/>
              </w:rPr>
            </w:pPr>
            <w:r>
              <w:rPr>
                <w:sz w:val="18"/>
                <w:szCs w:val="20"/>
              </w:rPr>
              <w:t>opuszczenie zakładu karnego</w:t>
            </w:r>
          </w:p>
        </w:tc>
        <w:tc>
          <w:tcPr>
            <w:tcW w:w="490" w:type="pct"/>
            <w:noWrap/>
          </w:tcPr>
          <w:p w:rsidR="00EF4EB3" w:rsidRDefault="00EF4EB3">
            <w:pPr>
              <w:jc w:val="center"/>
              <w:rPr>
                <w:sz w:val="18"/>
                <w:szCs w:val="20"/>
              </w:rPr>
            </w:pPr>
            <w:r>
              <w:rPr>
                <w:sz w:val="18"/>
                <w:szCs w:val="20"/>
              </w:rPr>
              <w:t>3</w:t>
            </w:r>
          </w:p>
        </w:tc>
        <w:tc>
          <w:tcPr>
            <w:tcW w:w="569" w:type="pct"/>
            <w:noWrap/>
          </w:tcPr>
          <w:p w:rsidR="00EF4EB3" w:rsidRDefault="00EF4EB3">
            <w:pPr>
              <w:jc w:val="center"/>
              <w:rPr>
                <w:sz w:val="18"/>
                <w:szCs w:val="20"/>
              </w:rPr>
            </w:pPr>
            <w:r>
              <w:rPr>
                <w:sz w:val="18"/>
                <w:szCs w:val="20"/>
              </w:rPr>
              <w:t>3</w:t>
            </w:r>
          </w:p>
        </w:tc>
        <w:tc>
          <w:tcPr>
            <w:tcW w:w="486" w:type="pct"/>
            <w:noWrap/>
          </w:tcPr>
          <w:p w:rsidR="00EF4EB3" w:rsidRDefault="00EF4EB3">
            <w:pPr>
              <w:jc w:val="center"/>
              <w:rPr>
                <w:sz w:val="18"/>
                <w:szCs w:val="20"/>
              </w:rPr>
            </w:pPr>
            <w:r>
              <w:rPr>
                <w:sz w:val="18"/>
                <w:szCs w:val="20"/>
              </w:rPr>
              <w:t>2</w:t>
            </w:r>
          </w:p>
        </w:tc>
        <w:tc>
          <w:tcPr>
            <w:tcW w:w="619" w:type="pct"/>
          </w:tcPr>
          <w:p w:rsidR="00EF4EB3" w:rsidRDefault="00EF4EB3">
            <w:pPr>
              <w:jc w:val="center"/>
              <w:rPr>
                <w:sz w:val="18"/>
                <w:szCs w:val="20"/>
              </w:rPr>
            </w:pPr>
            <w:r>
              <w:rPr>
                <w:sz w:val="18"/>
                <w:szCs w:val="20"/>
              </w:rPr>
              <w:t>2</w:t>
            </w:r>
          </w:p>
        </w:tc>
        <w:tc>
          <w:tcPr>
            <w:tcW w:w="517" w:type="pct"/>
          </w:tcPr>
          <w:p w:rsidR="00EF4EB3" w:rsidRDefault="00EF4EB3">
            <w:pPr>
              <w:jc w:val="center"/>
              <w:rPr>
                <w:sz w:val="18"/>
                <w:szCs w:val="20"/>
              </w:rPr>
            </w:pPr>
            <w:r>
              <w:rPr>
                <w:sz w:val="18"/>
                <w:szCs w:val="20"/>
              </w:rPr>
              <w:t>6</w:t>
            </w:r>
          </w:p>
        </w:tc>
        <w:tc>
          <w:tcPr>
            <w:tcW w:w="628" w:type="pct"/>
          </w:tcPr>
          <w:p w:rsidR="00EF4EB3" w:rsidRDefault="00EF4EB3">
            <w:pPr>
              <w:jc w:val="center"/>
              <w:rPr>
                <w:sz w:val="18"/>
                <w:szCs w:val="20"/>
              </w:rPr>
            </w:pPr>
            <w:r>
              <w:rPr>
                <w:sz w:val="18"/>
                <w:szCs w:val="20"/>
              </w:rPr>
              <w:t>10</w:t>
            </w:r>
          </w:p>
        </w:tc>
      </w:tr>
      <w:tr w:rsidR="00EF4EB3" w:rsidTr="00197D1F">
        <w:trPr>
          <w:trHeight w:val="327"/>
          <w:jc w:val="center"/>
        </w:trPr>
        <w:tc>
          <w:tcPr>
            <w:tcW w:w="1691" w:type="pct"/>
            <w:noWrap/>
          </w:tcPr>
          <w:p w:rsidR="00EF4EB3" w:rsidRDefault="00EF4EB3">
            <w:pPr>
              <w:rPr>
                <w:b/>
                <w:bCs/>
                <w:sz w:val="18"/>
                <w:szCs w:val="20"/>
              </w:rPr>
            </w:pPr>
            <w:r>
              <w:rPr>
                <w:sz w:val="18"/>
                <w:szCs w:val="20"/>
              </w:rPr>
              <w:t>zdarzenia losowe</w:t>
            </w:r>
          </w:p>
        </w:tc>
        <w:tc>
          <w:tcPr>
            <w:tcW w:w="490" w:type="pct"/>
            <w:noWrap/>
          </w:tcPr>
          <w:p w:rsidR="00EF4EB3" w:rsidRDefault="00EF4EB3">
            <w:pPr>
              <w:jc w:val="center"/>
              <w:rPr>
                <w:sz w:val="18"/>
                <w:szCs w:val="20"/>
              </w:rPr>
            </w:pPr>
            <w:r>
              <w:rPr>
                <w:sz w:val="18"/>
                <w:szCs w:val="20"/>
              </w:rPr>
              <w:t>1</w:t>
            </w:r>
          </w:p>
        </w:tc>
        <w:tc>
          <w:tcPr>
            <w:tcW w:w="569" w:type="pct"/>
            <w:noWrap/>
          </w:tcPr>
          <w:p w:rsidR="00EF4EB3" w:rsidRDefault="00EF4EB3">
            <w:pPr>
              <w:jc w:val="center"/>
              <w:rPr>
                <w:sz w:val="18"/>
                <w:szCs w:val="20"/>
              </w:rPr>
            </w:pPr>
            <w:r>
              <w:rPr>
                <w:sz w:val="18"/>
                <w:szCs w:val="20"/>
              </w:rPr>
              <w:t>4</w:t>
            </w:r>
          </w:p>
        </w:tc>
        <w:tc>
          <w:tcPr>
            <w:tcW w:w="486" w:type="pct"/>
            <w:noWrap/>
          </w:tcPr>
          <w:p w:rsidR="00EF4EB3" w:rsidRDefault="00EF4EB3">
            <w:pPr>
              <w:jc w:val="center"/>
              <w:rPr>
                <w:sz w:val="18"/>
                <w:szCs w:val="20"/>
              </w:rPr>
            </w:pPr>
            <w:r>
              <w:rPr>
                <w:sz w:val="18"/>
                <w:szCs w:val="20"/>
              </w:rPr>
              <w:t>0</w:t>
            </w:r>
          </w:p>
        </w:tc>
        <w:tc>
          <w:tcPr>
            <w:tcW w:w="619" w:type="pct"/>
          </w:tcPr>
          <w:p w:rsidR="00EF4EB3" w:rsidRDefault="00EF4EB3">
            <w:pPr>
              <w:jc w:val="center"/>
              <w:rPr>
                <w:sz w:val="18"/>
                <w:szCs w:val="20"/>
              </w:rPr>
            </w:pPr>
            <w:r>
              <w:rPr>
                <w:sz w:val="18"/>
                <w:szCs w:val="20"/>
              </w:rPr>
              <w:t>0</w:t>
            </w:r>
          </w:p>
        </w:tc>
        <w:tc>
          <w:tcPr>
            <w:tcW w:w="517" w:type="pct"/>
          </w:tcPr>
          <w:p w:rsidR="00EF4EB3" w:rsidRDefault="00EF4EB3">
            <w:pPr>
              <w:jc w:val="center"/>
              <w:rPr>
                <w:sz w:val="18"/>
                <w:szCs w:val="20"/>
              </w:rPr>
            </w:pPr>
            <w:r>
              <w:rPr>
                <w:sz w:val="18"/>
                <w:szCs w:val="20"/>
              </w:rPr>
              <w:t>1</w:t>
            </w:r>
          </w:p>
        </w:tc>
        <w:tc>
          <w:tcPr>
            <w:tcW w:w="628" w:type="pct"/>
          </w:tcPr>
          <w:p w:rsidR="00EF4EB3" w:rsidRDefault="00EF4EB3">
            <w:pPr>
              <w:jc w:val="center"/>
              <w:rPr>
                <w:sz w:val="18"/>
                <w:szCs w:val="20"/>
              </w:rPr>
            </w:pPr>
            <w:r>
              <w:rPr>
                <w:sz w:val="18"/>
                <w:szCs w:val="20"/>
              </w:rPr>
              <w:t>3</w:t>
            </w:r>
          </w:p>
        </w:tc>
      </w:tr>
      <w:tr w:rsidR="00EF4EB3" w:rsidTr="00197D1F">
        <w:trPr>
          <w:trHeight w:val="327"/>
          <w:jc w:val="center"/>
        </w:trPr>
        <w:tc>
          <w:tcPr>
            <w:tcW w:w="1691" w:type="pct"/>
            <w:noWrap/>
          </w:tcPr>
          <w:p w:rsidR="00EF4EB3" w:rsidRDefault="00EF4EB3">
            <w:pPr>
              <w:rPr>
                <w:b/>
                <w:bCs/>
                <w:sz w:val="18"/>
                <w:szCs w:val="20"/>
              </w:rPr>
            </w:pPr>
            <w:r>
              <w:rPr>
                <w:sz w:val="18"/>
                <w:szCs w:val="20"/>
              </w:rPr>
              <w:t>klęski żywiołowe i ekologiczne</w:t>
            </w:r>
          </w:p>
        </w:tc>
        <w:tc>
          <w:tcPr>
            <w:tcW w:w="490" w:type="pct"/>
            <w:noWrap/>
          </w:tcPr>
          <w:p w:rsidR="00EF4EB3" w:rsidRDefault="00EF4EB3">
            <w:pPr>
              <w:jc w:val="center"/>
              <w:rPr>
                <w:sz w:val="18"/>
                <w:szCs w:val="20"/>
              </w:rPr>
            </w:pPr>
            <w:r>
              <w:rPr>
                <w:sz w:val="18"/>
                <w:szCs w:val="20"/>
              </w:rPr>
              <w:t>0</w:t>
            </w:r>
          </w:p>
        </w:tc>
        <w:tc>
          <w:tcPr>
            <w:tcW w:w="569" w:type="pct"/>
            <w:noWrap/>
          </w:tcPr>
          <w:p w:rsidR="00EF4EB3" w:rsidRDefault="00EF4EB3">
            <w:pPr>
              <w:jc w:val="center"/>
              <w:rPr>
                <w:sz w:val="18"/>
                <w:szCs w:val="20"/>
              </w:rPr>
            </w:pPr>
            <w:r>
              <w:rPr>
                <w:sz w:val="18"/>
                <w:szCs w:val="20"/>
              </w:rPr>
              <w:t>0</w:t>
            </w:r>
          </w:p>
        </w:tc>
        <w:tc>
          <w:tcPr>
            <w:tcW w:w="486" w:type="pct"/>
            <w:noWrap/>
          </w:tcPr>
          <w:p w:rsidR="00EF4EB3" w:rsidRDefault="00EF4EB3">
            <w:pPr>
              <w:jc w:val="center"/>
              <w:rPr>
                <w:sz w:val="18"/>
                <w:szCs w:val="20"/>
              </w:rPr>
            </w:pPr>
            <w:r>
              <w:rPr>
                <w:sz w:val="18"/>
                <w:szCs w:val="20"/>
              </w:rPr>
              <w:t>0</w:t>
            </w:r>
          </w:p>
        </w:tc>
        <w:tc>
          <w:tcPr>
            <w:tcW w:w="619" w:type="pct"/>
          </w:tcPr>
          <w:p w:rsidR="00EF4EB3" w:rsidRDefault="00EF4EB3">
            <w:pPr>
              <w:jc w:val="center"/>
              <w:rPr>
                <w:sz w:val="18"/>
                <w:szCs w:val="20"/>
              </w:rPr>
            </w:pPr>
            <w:r>
              <w:rPr>
                <w:sz w:val="18"/>
                <w:szCs w:val="20"/>
              </w:rPr>
              <w:t>0</w:t>
            </w:r>
          </w:p>
        </w:tc>
        <w:tc>
          <w:tcPr>
            <w:tcW w:w="517" w:type="pct"/>
          </w:tcPr>
          <w:p w:rsidR="00EF4EB3" w:rsidRDefault="00EF4EB3">
            <w:pPr>
              <w:jc w:val="center"/>
              <w:rPr>
                <w:sz w:val="18"/>
                <w:szCs w:val="20"/>
              </w:rPr>
            </w:pPr>
            <w:r>
              <w:rPr>
                <w:sz w:val="18"/>
                <w:szCs w:val="20"/>
              </w:rPr>
              <w:t>0</w:t>
            </w:r>
          </w:p>
        </w:tc>
        <w:tc>
          <w:tcPr>
            <w:tcW w:w="628" w:type="pct"/>
          </w:tcPr>
          <w:p w:rsidR="00EF4EB3" w:rsidRDefault="00EF4EB3">
            <w:pPr>
              <w:jc w:val="center"/>
              <w:rPr>
                <w:sz w:val="18"/>
                <w:szCs w:val="20"/>
              </w:rPr>
            </w:pPr>
            <w:r>
              <w:rPr>
                <w:sz w:val="18"/>
                <w:szCs w:val="20"/>
              </w:rPr>
              <w:t>0</w:t>
            </w:r>
          </w:p>
        </w:tc>
      </w:tr>
      <w:tr w:rsidR="00EF4EB3" w:rsidTr="00197D1F">
        <w:trPr>
          <w:trHeight w:val="327"/>
          <w:jc w:val="center"/>
        </w:trPr>
        <w:tc>
          <w:tcPr>
            <w:tcW w:w="1691" w:type="pct"/>
            <w:noWrap/>
          </w:tcPr>
          <w:p w:rsidR="00EF4EB3" w:rsidRDefault="00EF4EB3">
            <w:pPr>
              <w:rPr>
                <w:b/>
                <w:bCs/>
                <w:sz w:val="18"/>
                <w:szCs w:val="20"/>
              </w:rPr>
            </w:pPr>
            <w:r>
              <w:rPr>
                <w:sz w:val="18"/>
                <w:szCs w:val="20"/>
              </w:rPr>
              <w:t>sieroctwo</w:t>
            </w:r>
          </w:p>
        </w:tc>
        <w:tc>
          <w:tcPr>
            <w:tcW w:w="490" w:type="pct"/>
            <w:noWrap/>
          </w:tcPr>
          <w:p w:rsidR="00EF4EB3" w:rsidRDefault="00EF4EB3">
            <w:pPr>
              <w:jc w:val="center"/>
              <w:rPr>
                <w:sz w:val="18"/>
                <w:szCs w:val="20"/>
              </w:rPr>
            </w:pPr>
            <w:r>
              <w:rPr>
                <w:sz w:val="18"/>
                <w:szCs w:val="20"/>
              </w:rPr>
              <w:t>0</w:t>
            </w:r>
          </w:p>
        </w:tc>
        <w:tc>
          <w:tcPr>
            <w:tcW w:w="569" w:type="pct"/>
            <w:noWrap/>
          </w:tcPr>
          <w:p w:rsidR="00EF4EB3" w:rsidRDefault="00EF4EB3">
            <w:pPr>
              <w:jc w:val="center"/>
              <w:rPr>
                <w:sz w:val="18"/>
                <w:szCs w:val="20"/>
              </w:rPr>
            </w:pPr>
            <w:r>
              <w:rPr>
                <w:sz w:val="18"/>
                <w:szCs w:val="20"/>
              </w:rPr>
              <w:t>0</w:t>
            </w:r>
          </w:p>
        </w:tc>
        <w:tc>
          <w:tcPr>
            <w:tcW w:w="486" w:type="pct"/>
            <w:noWrap/>
          </w:tcPr>
          <w:p w:rsidR="00EF4EB3" w:rsidRDefault="00EF4EB3">
            <w:pPr>
              <w:jc w:val="center"/>
              <w:rPr>
                <w:sz w:val="18"/>
                <w:szCs w:val="20"/>
              </w:rPr>
            </w:pPr>
            <w:r>
              <w:rPr>
                <w:sz w:val="18"/>
                <w:szCs w:val="20"/>
              </w:rPr>
              <w:t>0</w:t>
            </w:r>
          </w:p>
        </w:tc>
        <w:tc>
          <w:tcPr>
            <w:tcW w:w="619" w:type="pct"/>
          </w:tcPr>
          <w:p w:rsidR="00EF4EB3" w:rsidRDefault="00EF4EB3">
            <w:pPr>
              <w:jc w:val="center"/>
              <w:rPr>
                <w:sz w:val="18"/>
                <w:szCs w:val="20"/>
              </w:rPr>
            </w:pPr>
            <w:r>
              <w:rPr>
                <w:sz w:val="18"/>
                <w:szCs w:val="20"/>
              </w:rPr>
              <w:t>0</w:t>
            </w:r>
          </w:p>
        </w:tc>
        <w:tc>
          <w:tcPr>
            <w:tcW w:w="517" w:type="pct"/>
          </w:tcPr>
          <w:p w:rsidR="00EF4EB3" w:rsidRDefault="00EF4EB3">
            <w:pPr>
              <w:jc w:val="center"/>
              <w:rPr>
                <w:sz w:val="18"/>
                <w:szCs w:val="20"/>
              </w:rPr>
            </w:pPr>
            <w:r>
              <w:rPr>
                <w:sz w:val="18"/>
                <w:szCs w:val="20"/>
              </w:rPr>
              <w:t>0</w:t>
            </w:r>
          </w:p>
        </w:tc>
        <w:tc>
          <w:tcPr>
            <w:tcW w:w="628" w:type="pct"/>
          </w:tcPr>
          <w:p w:rsidR="00EF4EB3" w:rsidRDefault="00EF4EB3">
            <w:pPr>
              <w:jc w:val="center"/>
              <w:rPr>
                <w:sz w:val="18"/>
                <w:szCs w:val="20"/>
              </w:rPr>
            </w:pPr>
            <w:r>
              <w:rPr>
                <w:sz w:val="18"/>
                <w:szCs w:val="20"/>
              </w:rPr>
              <w:t>0</w:t>
            </w:r>
          </w:p>
        </w:tc>
      </w:tr>
      <w:tr w:rsidR="00EF4EB3" w:rsidTr="00197D1F">
        <w:trPr>
          <w:trHeight w:val="327"/>
          <w:jc w:val="center"/>
        </w:trPr>
        <w:tc>
          <w:tcPr>
            <w:tcW w:w="1691" w:type="pct"/>
            <w:noWrap/>
          </w:tcPr>
          <w:p w:rsidR="00EF4EB3" w:rsidRDefault="00EF4EB3">
            <w:pPr>
              <w:rPr>
                <w:b/>
                <w:bCs/>
                <w:sz w:val="18"/>
                <w:szCs w:val="20"/>
              </w:rPr>
            </w:pPr>
            <w:r>
              <w:rPr>
                <w:sz w:val="18"/>
                <w:szCs w:val="20"/>
              </w:rPr>
              <w:t>przemoc w rodzinie</w:t>
            </w:r>
          </w:p>
        </w:tc>
        <w:tc>
          <w:tcPr>
            <w:tcW w:w="490" w:type="pct"/>
            <w:noWrap/>
          </w:tcPr>
          <w:p w:rsidR="00EF4EB3" w:rsidRDefault="00EF4EB3">
            <w:pPr>
              <w:jc w:val="center"/>
              <w:rPr>
                <w:sz w:val="18"/>
                <w:szCs w:val="20"/>
              </w:rPr>
            </w:pPr>
            <w:r>
              <w:rPr>
                <w:sz w:val="18"/>
                <w:szCs w:val="20"/>
              </w:rPr>
              <w:t>20</w:t>
            </w:r>
          </w:p>
        </w:tc>
        <w:tc>
          <w:tcPr>
            <w:tcW w:w="569" w:type="pct"/>
            <w:noWrap/>
          </w:tcPr>
          <w:p w:rsidR="00EF4EB3" w:rsidRDefault="00EF4EB3">
            <w:pPr>
              <w:jc w:val="center"/>
              <w:rPr>
                <w:sz w:val="18"/>
                <w:szCs w:val="20"/>
              </w:rPr>
            </w:pPr>
            <w:r>
              <w:rPr>
                <w:sz w:val="18"/>
                <w:szCs w:val="20"/>
              </w:rPr>
              <w:t>60</w:t>
            </w:r>
          </w:p>
        </w:tc>
        <w:tc>
          <w:tcPr>
            <w:tcW w:w="486" w:type="pct"/>
            <w:noWrap/>
          </w:tcPr>
          <w:p w:rsidR="00EF4EB3" w:rsidRDefault="00EF4EB3">
            <w:pPr>
              <w:jc w:val="center"/>
              <w:rPr>
                <w:sz w:val="18"/>
                <w:szCs w:val="20"/>
              </w:rPr>
            </w:pPr>
            <w:r>
              <w:rPr>
                <w:sz w:val="18"/>
                <w:szCs w:val="20"/>
              </w:rPr>
              <w:t>7</w:t>
            </w:r>
          </w:p>
        </w:tc>
        <w:tc>
          <w:tcPr>
            <w:tcW w:w="619" w:type="pct"/>
          </w:tcPr>
          <w:p w:rsidR="00EF4EB3" w:rsidRDefault="00EF4EB3">
            <w:pPr>
              <w:jc w:val="center"/>
              <w:rPr>
                <w:sz w:val="18"/>
                <w:szCs w:val="20"/>
              </w:rPr>
            </w:pPr>
            <w:r>
              <w:rPr>
                <w:sz w:val="18"/>
                <w:szCs w:val="20"/>
              </w:rPr>
              <w:t>38</w:t>
            </w:r>
          </w:p>
        </w:tc>
        <w:tc>
          <w:tcPr>
            <w:tcW w:w="517" w:type="pct"/>
          </w:tcPr>
          <w:p w:rsidR="00EF4EB3" w:rsidRDefault="00EF4EB3">
            <w:pPr>
              <w:jc w:val="center"/>
              <w:rPr>
                <w:sz w:val="18"/>
                <w:szCs w:val="20"/>
              </w:rPr>
            </w:pPr>
            <w:r>
              <w:rPr>
                <w:sz w:val="18"/>
                <w:szCs w:val="20"/>
              </w:rPr>
              <w:t>5</w:t>
            </w:r>
          </w:p>
        </w:tc>
        <w:tc>
          <w:tcPr>
            <w:tcW w:w="628" w:type="pct"/>
          </w:tcPr>
          <w:p w:rsidR="00EF4EB3" w:rsidRDefault="00EF4EB3">
            <w:pPr>
              <w:jc w:val="center"/>
              <w:rPr>
                <w:sz w:val="18"/>
                <w:szCs w:val="20"/>
              </w:rPr>
            </w:pPr>
            <w:r>
              <w:rPr>
                <w:sz w:val="18"/>
                <w:szCs w:val="20"/>
              </w:rPr>
              <w:t>26</w:t>
            </w:r>
          </w:p>
        </w:tc>
      </w:tr>
      <w:tr w:rsidR="00EF4EB3" w:rsidTr="00197D1F">
        <w:trPr>
          <w:trHeight w:val="76"/>
          <w:jc w:val="center"/>
        </w:trPr>
        <w:tc>
          <w:tcPr>
            <w:tcW w:w="1691" w:type="pct"/>
            <w:noWrap/>
          </w:tcPr>
          <w:p w:rsidR="00EF4EB3" w:rsidRDefault="00EF4EB3">
            <w:pPr>
              <w:rPr>
                <w:b/>
                <w:bCs/>
                <w:sz w:val="18"/>
                <w:szCs w:val="20"/>
              </w:rPr>
            </w:pPr>
            <w:r>
              <w:rPr>
                <w:sz w:val="18"/>
                <w:szCs w:val="20"/>
              </w:rPr>
              <w:t>ochrona ofiar handlu ludźmi</w:t>
            </w:r>
          </w:p>
        </w:tc>
        <w:tc>
          <w:tcPr>
            <w:tcW w:w="490" w:type="pct"/>
            <w:noWrap/>
          </w:tcPr>
          <w:p w:rsidR="00EF4EB3" w:rsidRDefault="00EF4EB3">
            <w:pPr>
              <w:jc w:val="center"/>
              <w:rPr>
                <w:sz w:val="18"/>
                <w:szCs w:val="20"/>
              </w:rPr>
            </w:pPr>
            <w:r>
              <w:rPr>
                <w:sz w:val="18"/>
                <w:szCs w:val="20"/>
              </w:rPr>
              <w:t>0</w:t>
            </w:r>
          </w:p>
        </w:tc>
        <w:tc>
          <w:tcPr>
            <w:tcW w:w="569" w:type="pct"/>
            <w:noWrap/>
          </w:tcPr>
          <w:p w:rsidR="00EF4EB3" w:rsidRDefault="00EF4EB3">
            <w:pPr>
              <w:jc w:val="center"/>
              <w:rPr>
                <w:sz w:val="18"/>
                <w:szCs w:val="20"/>
              </w:rPr>
            </w:pPr>
            <w:r>
              <w:rPr>
                <w:sz w:val="18"/>
                <w:szCs w:val="20"/>
              </w:rPr>
              <w:t>0</w:t>
            </w:r>
          </w:p>
        </w:tc>
        <w:tc>
          <w:tcPr>
            <w:tcW w:w="486" w:type="pct"/>
            <w:noWrap/>
          </w:tcPr>
          <w:p w:rsidR="00EF4EB3" w:rsidRDefault="00EF4EB3">
            <w:pPr>
              <w:jc w:val="center"/>
              <w:rPr>
                <w:sz w:val="18"/>
                <w:szCs w:val="20"/>
              </w:rPr>
            </w:pPr>
            <w:r>
              <w:rPr>
                <w:sz w:val="18"/>
                <w:szCs w:val="20"/>
              </w:rPr>
              <w:t>0</w:t>
            </w:r>
          </w:p>
        </w:tc>
        <w:tc>
          <w:tcPr>
            <w:tcW w:w="619" w:type="pct"/>
          </w:tcPr>
          <w:p w:rsidR="00EF4EB3" w:rsidRDefault="00EF4EB3">
            <w:pPr>
              <w:jc w:val="center"/>
              <w:rPr>
                <w:sz w:val="18"/>
                <w:szCs w:val="20"/>
              </w:rPr>
            </w:pPr>
            <w:r>
              <w:rPr>
                <w:sz w:val="18"/>
                <w:szCs w:val="20"/>
              </w:rPr>
              <w:t>0</w:t>
            </w:r>
          </w:p>
        </w:tc>
        <w:tc>
          <w:tcPr>
            <w:tcW w:w="517" w:type="pct"/>
          </w:tcPr>
          <w:p w:rsidR="00EF4EB3" w:rsidRDefault="00EF4EB3">
            <w:pPr>
              <w:jc w:val="center"/>
              <w:rPr>
                <w:sz w:val="18"/>
                <w:szCs w:val="20"/>
              </w:rPr>
            </w:pPr>
            <w:r>
              <w:rPr>
                <w:sz w:val="18"/>
                <w:szCs w:val="20"/>
              </w:rPr>
              <w:t>0</w:t>
            </w:r>
          </w:p>
        </w:tc>
        <w:tc>
          <w:tcPr>
            <w:tcW w:w="628" w:type="pct"/>
          </w:tcPr>
          <w:p w:rsidR="00EF4EB3" w:rsidRDefault="00EF4EB3">
            <w:pPr>
              <w:jc w:val="center"/>
              <w:rPr>
                <w:sz w:val="18"/>
                <w:szCs w:val="20"/>
              </w:rPr>
            </w:pPr>
            <w:r>
              <w:rPr>
                <w:sz w:val="18"/>
                <w:szCs w:val="20"/>
              </w:rPr>
              <w:t>0</w:t>
            </w:r>
          </w:p>
        </w:tc>
      </w:tr>
    </w:tbl>
    <w:p w:rsidR="00EF4EB3" w:rsidRDefault="00EF4EB3" w:rsidP="00197D1F">
      <w:r>
        <w:rPr>
          <w:sz w:val="20"/>
        </w:rPr>
        <w:t>Źródło: opracowanie własne na podstawie danych GOPS.</w:t>
      </w:r>
    </w:p>
    <w:p w:rsidR="00EF4EB3" w:rsidRDefault="00EF4EB3" w:rsidP="00197D1F">
      <w:r>
        <w:t>Wśród głównych powodów udzielania pomocy społecznej przez GOPS w Lidzbarku Warmińskim w 2015 roku należy wskazać następujące:</w:t>
      </w:r>
    </w:p>
    <w:p w:rsidR="00EF4EB3" w:rsidRDefault="00EF4EB3" w:rsidP="00197D1F">
      <w:pPr>
        <w:numPr>
          <w:ilvl w:val="0"/>
          <w:numId w:val="11"/>
        </w:numPr>
        <w:ind w:left="714" w:hanging="357"/>
      </w:pPr>
      <w:r>
        <w:t>ubóstwo – 291 rodzin, 964 osoby w rodzinach;</w:t>
      </w:r>
    </w:p>
    <w:p w:rsidR="00EF4EB3" w:rsidRDefault="00EF4EB3" w:rsidP="00197D1F">
      <w:pPr>
        <w:numPr>
          <w:ilvl w:val="0"/>
          <w:numId w:val="11"/>
        </w:numPr>
        <w:ind w:left="714" w:hanging="357"/>
      </w:pPr>
      <w:r>
        <w:t>bezrobocie – 170 rodzin; 597 osób;</w:t>
      </w:r>
    </w:p>
    <w:p w:rsidR="00EF4EB3" w:rsidRDefault="00EF4EB3" w:rsidP="00197D1F">
      <w:pPr>
        <w:numPr>
          <w:ilvl w:val="0"/>
          <w:numId w:val="11"/>
        </w:numPr>
        <w:ind w:left="714" w:hanging="357"/>
      </w:pPr>
      <w:r>
        <w:t>niepełnosprawność – 99 rodzin; 275 osób;</w:t>
      </w:r>
    </w:p>
    <w:p w:rsidR="00EF4EB3" w:rsidRDefault="00EF4EB3" w:rsidP="00197D1F">
      <w:pPr>
        <w:numPr>
          <w:ilvl w:val="0"/>
          <w:numId w:val="11"/>
        </w:numPr>
        <w:ind w:left="714" w:hanging="357"/>
      </w:pPr>
      <w:r>
        <w:t>bezradność w sprawach opiekuńczo-wychowawczych – 78 rodzin; 396 osób;</w:t>
      </w:r>
    </w:p>
    <w:p w:rsidR="00EF4EB3" w:rsidRDefault="00EF4EB3" w:rsidP="00197D1F">
      <w:pPr>
        <w:numPr>
          <w:ilvl w:val="0"/>
          <w:numId w:val="11"/>
        </w:numPr>
        <w:ind w:left="714" w:hanging="357"/>
      </w:pPr>
      <w:r>
        <w:t>długotrwała lub ciężka choroba – 55 rodzin; 136 osób;</w:t>
      </w:r>
    </w:p>
    <w:p w:rsidR="00EF4EB3" w:rsidRDefault="00EF4EB3" w:rsidP="00197D1F">
      <w:pPr>
        <w:numPr>
          <w:ilvl w:val="0"/>
          <w:numId w:val="11"/>
        </w:numPr>
        <w:ind w:left="714" w:hanging="357"/>
      </w:pPr>
      <w:r>
        <w:t>potrzeba ochrony macierzyństwa – 55 rodzin.</w:t>
      </w:r>
    </w:p>
    <w:p w:rsidR="00EF4EB3" w:rsidRDefault="00EF4EB3" w:rsidP="00197D1F">
      <w:r>
        <w:t xml:space="preserve">Problemy te są często bardzo trudne do rozwiązania. Niejednokrotnie współwystępują ze sobą bądź są powiązane związkami przyczynowo-skutkowymi. Mogą też stanowić tzw. </w:t>
      </w:r>
      <w:r>
        <w:rPr>
          <w:i/>
        </w:rPr>
        <w:t>wierzchołek góry lodowej</w:t>
      </w:r>
      <w:r>
        <w:t xml:space="preserve">, pod którym kryją się inne problemy i dysfunkcje, takie jak uzależnienia czy przemoc w rodzinie, których skala nie znajduje bezpośredniego odzwierciedlenia w statystykach pomocy społecznej. </w:t>
      </w:r>
    </w:p>
    <w:p w:rsidR="00EF4EB3" w:rsidRDefault="00EF4EB3" w:rsidP="00197D1F">
      <w:pPr>
        <w:pStyle w:val="Heading2"/>
      </w:pPr>
      <w:bookmarkStart w:id="16" w:name="_Toc455144231"/>
      <w:r>
        <w:t>2.2. Bezrobocie</w:t>
      </w:r>
      <w:bookmarkEnd w:id="16"/>
    </w:p>
    <w:p w:rsidR="00EF4EB3" w:rsidRDefault="00EF4EB3" w:rsidP="00197D1F">
      <w:r>
        <w:t>Bezrobocie stanowi obecnie jeden z najtrudniejszych do rozwiązania problemów społecznych, między innymi z tego względu, że jego przyczyny są zróżnicowane. Najczęściej składają się na nie trzy kwestie:</w:t>
      </w:r>
    </w:p>
    <w:p w:rsidR="00EF4EB3" w:rsidRDefault="00EF4EB3" w:rsidP="00197D1F">
      <w:pPr>
        <w:pStyle w:val="ListParagraph"/>
        <w:numPr>
          <w:ilvl w:val="0"/>
          <w:numId w:val="12"/>
        </w:numPr>
        <w:ind w:left="714" w:hanging="357"/>
        <w:rPr>
          <w:i/>
        </w:rPr>
      </w:pPr>
      <w:r>
        <w:t xml:space="preserve">koniunkturalne – związane z kondycją gospodarczą państwa i regionu; </w:t>
      </w:r>
    </w:p>
    <w:p w:rsidR="00EF4EB3" w:rsidRDefault="00EF4EB3" w:rsidP="00197D1F">
      <w:pPr>
        <w:pStyle w:val="ListParagraph"/>
        <w:numPr>
          <w:ilvl w:val="0"/>
          <w:numId w:val="12"/>
        </w:numPr>
        <w:ind w:left="714" w:hanging="357"/>
        <w:rPr>
          <w:i/>
        </w:rPr>
      </w:pPr>
      <w:r>
        <w:t>instytucjonalne – wiążące się m.in. z istniejącymi rozwiązaniami prawnymi;</w:t>
      </w:r>
    </w:p>
    <w:p w:rsidR="00EF4EB3" w:rsidRDefault="00EF4EB3" w:rsidP="00197D1F">
      <w:pPr>
        <w:pStyle w:val="ListParagraph"/>
        <w:numPr>
          <w:ilvl w:val="0"/>
          <w:numId w:val="12"/>
        </w:numPr>
        <w:ind w:left="714" w:hanging="357"/>
        <w:rPr>
          <w:i/>
        </w:rPr>
      </w:pPr>
      <w:r>
        <w:t xml:space="preserve">indywidualne – wynikające głównie z cech i postaw osób bezrobotnych, </w:t>
      </w:r>
      <w:r>
        <w:br/>
        <w:t xml:space="preserve">a warunkujące długość okresu pozostawania bez zatrudnienia. </w:t>
      </w:r>
    </w:p>
    <w:p w:rsidR="00EF4EB3" w:rsidRDefault="00EF4EB3" w:rsidP="00197D1F">
      <w:r>
        <w:t xml:space="preserve">Wielowymiarowość problemu bezrobocia oraz konsekwencje, jakie niesie ze sobą dla osób nim dotkniętych oraz ich rodzin szczególnie widać, gdy spogląda się z perspektywy nie jego rozmiarów, a poprzez pryzmat sytuacji pojedynczego człowieka. Niejednokrotnie stanowi bowiem przyczynę zagrożenia bądź dotknięcia wykluczeniem społecznym – szczególnie gdy towarzyszy mu niepełnosprawność, ubóstwo, alkoholizm czy odbywanie w przeszłości kary pozbawienia wolności, które same w sobie również mogą prowadzić do wykluczenia społecznego. </w:t>
      </w:r>
    </w:p>
    <w:p w:rsidR="00EF4EB3" w:rsidRDefault="00EF4EB3" w:rsidP="00197D1F">
      <w:r>
        <w:t xml:space="preserve">Poniższa analiza dotyczy tzw. bezrobocia rejestrowanego, natomiast dane, na których się opiera, nie pozwalają na określenie skali szerszego zjawiska – braku pracy. Warto pamiętać, że bezrobotni zarejestrowani w PUP to jedynie część osób, które nie posiadają zatrudnienia, natomiast pozostałe nie rejestrują się m.in. ze względu na brak motywacji a nawet niechęć do podjęcia pracy lub innych oferowanych przez urząd form aktywizacji zawodowej, a także ze względu na pracę w tzw. </w:t>
      </w:r>
      <w:r>
        <w:rPr>
          <w:i/>
        </w:rPr>
        <w:t>szarej strefie</w:t>
      </w:r>
      <w:r>
        <w:t>.</w:t>
      </w:r>
    </w:p>
    <w:p w:rsidR="00EF4EB3" w:rsidRDefault="00EF4EB3" w:rsidP="00197D1F">
      <w:pPr>
        <w:jc w:val="center"/>
        <w:rPr>
          <w:rStyle w:val="Strong"/>
          <w:b/>
          <w:bCs/>
        </w:rPr>
      </w:pPr>
      <w:r>
        <w:rPr>
          <w:rStyle w:val="Strong"/>
          <w:b/>
          <w:bCs/>
        </w:rPr>
        <w:t xml:space="preserve">Tabela </w:t>
      </w:r>
      <w:r>
        <w:rPr>
          <w:rStyle w:val="Strong"/>
          <w:b/>
          <w:bCs/>
        </w:rPr>
        <w:fldChar w:fldCharType="begin"/>
      </w:r>
      <w:r>
        <w:rPr>
          <w:rStyle w:val="Strong"/>
          <w:b/>
          <w:bCs/>
        </w:rPr>
        <w:instrText xml:space="preserve"> SEQ Tabela \* ARABIC </w:instrText>
      </w:r>
      <w:r>
        <w:rPr>
          <w:rStyle w:val="Strong"/>
          <w:b/>
          <w:bCs/>
        </w:rPr>
        <w:fldChar w:fldCharType="separate"/>
      </w:r>
      <w:r>
        <w:rPr>
          <w:rStyle w:val="Strong"/>
          <w:b/>
          <w:bCs/>
          <w:noProof/>
        </w:rPr>
        <w:t>7</w:t>
      </w:r>
      <w:r>
        <w:rPr>
          <w:rStyle w:val="Strong"/>
          <w:b/>
          <w:bCs/>
        </w:rPr>
        <w:fldChar w:fldCharType="end"/>
      </w:r>
      <w:r>
        <w:rPr>
          <w:rStyle w:val="Strong"/>
          <w:b/>
          <w:bCs/>
        </w:rPr>
        <w:t>. Wybrane kategorie bezrobotnych w Gminie Lidzbark Warmiński w latach 2013-2015</w:t>
      </w:r>
    </w:p>
    <w:tbl>
      <w:tblPr>
        <w:tblW w:w="8280"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5260"/>
        <w:gridCol w:w="1020"/>
        <w:gridCol w:w="1000"/>
        <w:gridCol w:w="1000"/>
      </w:tblGrid>
      <w:tr w:rsidR="00EF4EB3" w:rsidTr="00197D1F">
        <w:trPr>
          <w:trHeight w:val="315"/>
          <w:jc w:val="center"/>
        </w:trPr>
        <w:tc>
          <w:tcPr>
            <w:tcW w:w="5260" w:type="dxa"/>
            <w:noWrap/>
          </w:tcPr>
          <w:p w:rsidR="00EF4EB3" w:rsidRDefault="00EF4EB3">
            <w:pPr>
              <w:spacing w:after="0"/>
              <w:jc w:val="center"/>
              <w:rPr>
                <w:color w:val="000000"/>
                <w:lang w:eastAsia="pl-PL"/>
              </w:rPr>
            </w:pPr>
            <w:r>
              <w:rPr>
                <w:b/>
                <w:color w:val="000000"/>
                <w:sz w:val="20"/>
                <w:lang w:eastAsia="pl-PL"/>
              </w:rPr>
              <w:t>Wyszczególnienie</w:t>
            </w:r>
          </w:p>
        </w:tc>
        <w:tc>
          <w:tcPr>
            <w:tcW w:w="1020" w:type="dxa"/>
            <w:noWrap/>
          </w:tcPr>
          <w:p w:rsidR="00EF4EB3" w:rsidRDefault="00EF4EB3">
            <w:pPr>
              <w:spacing w:after="0"/>
              <w:jc w:val="center"/>
              <w:rPr>
                <w:b/>
                <w:bCs/>
                <w:color w:val="000000"/>
                <w:sz w:val="20"/>
                <w:lang w:eastAsia="pl-PL"/>
              </w:rPr>
            </w:pPr>
            <w:r>
              <w:rPr>
                <w:b/>
                <w:bCs/>
                <w:color w:val="000000"/>
                <w:sz w:val="20"/>
                <w:lang w:eastAsia="pl-PL"/>
              </w:rPr>
              <w:t>2013</w:t>
            </w:r>
          </w:p>
        </w:tc>
        <w:tc>
          <w:tcPr>
            <w:tcW w:w="1000" w:type="dxa"/>
            <w:noWrap/>
          </w:tcPr>
          <w:p w:rsidR="00EF4EB3" w:rsidRDefault="00EF4EB3">
            <w:pPr>
              <w:spacing w:after="0"/>
              <w:jc w:val="center"/>
              <w:rPr>
                <w:b/>
                <w:bCs/>
                <w:color w:val="000000"/>
                <w:sz w:val="20"/>
                <w:lang w:eastAsia="pl-PL"/>
              </w:rPr>
            </w:pPr>
            <w:r>
              <w:rPr>
                <w:b/>
                <w:bCs/>
                <w:color w:val="000000"/>
                <w:sz w:val="20"/>
                <w:lang w:eastAsia="pl-PL"/>
              </w:rPr>
              <w:t>2014</w:t>
            </w:r>
          </w:p>
        </w:tc>
        <w:tc>
          <w:tcPr>
            <w:tcW w:w="1000" w:type="dxa"/>
            <w:noWrap/>
          </w:tcPr>
          <w:p w:rsidR="00EF4EB3" w:rsidRDefault="00EF4EB3">
            <w:pPr>
              <w:spacing w:after="0"/>
              <w:jc w:val="center"/>
              <w:rPr>
                <w:b/>
                <w:bCs/>
                <w:color w:val="000000"/>
                <w:sz w:val="20"/>
                <w:lang w:eastAsia="pl-PL"/>
              </w:rPr>
            </w:pPr>
            <w:r>
              <w:rPr>
                <w:b/>
                <w:bCs/>
                <w:color w:val="000000"/>
                <w:sz w:val="20"/>
                <w:lang w:eastAsia="pl-PL"/>
              </w:rPr>
              <w:t>2015</w:t>
            </w:r>
          </w:p>
        </w:tc>
      </w:tr>
      <w:tr w:rsidR="00EF4EB3" w:rsidTr="00197D1F">
        <w:trPr>
          <w:trHeight w:val="300"/>
          <w:jc w:val="center"/>
        </w:trPr>
        <w:tc>
          <w:tcPr>
            <w:tcW w:w="5260" w:type="dxa"/>
            <w:noWrap/>
          </w:tcPr>
          <w:p w:rsidR="00EF4EB3" w:rsidRDefault="00EF4EB3">
            <w:pPr>
              <w:spacing w:after="0"/>
              <w:jc w:val="left"/>
              <w:rPr>
                <w:color w:val="000000"/>
                <w:sz w:val="20"/>
                <w:lang w:eastAsia="pl-PL"/>
              </w:rPr>
            </w:pPr>
            <w:r>
              <w:rPr>
                <w:color w:val="000000"/>
                <w:sz w:val="20"/>
                <w:lang w:eastAsia="pl-PL"/>
              </w:rPr>
              <w:t>Liczba bezrobotnych w Gminie</w:t>
            </w:r>
          </w:p>
        </w:tc>
        <w:tc>
          <w:tcPr>
            <w:tcW w:w="1020" w:type="dxa"/>
            <w:noWrap/>
          </w:tcPr>
          <w:p w:rsidR="00EF4EB3" w:rsidRDefault="00EF4EB3">
            <w:pPr>
              <w:spacing w:after="0"/>
              <w:jc w:val="center"/>
              <w:rPr>
                <w:color w:val="000000"/>
                <w:sz w:val="20"/>
                <w:lang w:eastAsia="pl-PL"/>
              </w:rPr>
            </w:pPr>
            <w:r>
              <w:rPr>
                <w:color w:val="000000"/>
                <w:sz w:val="20"/>
                <w:lang w:eastAsia="pl-PL"/>
              </w:rPr>
              <w:t>699</w:t>
            </w:r>
          </w:p>
        </w:tc>
        <w:tc>
          <w:tcPr>
            <w:tcW w:w="1000" w:type="dxa"/>
            <w:noWrap/>
          </w:tcPr>
          <w:p w:rsidR="00EF4EB3" w:rsidRDefault="00EF4EB3">
            <w:pPr>
              <w:spacing w:after="0"/>
              <w:jc w:val="center"/>
              <w:rPr>
                <w:color w:val="000000"/>
                <w:sz w:val="20"/>
                <w:lang w:eastAsia="pl-PL"/>
              </w:rPr>
            </w:pPr>
            <w:r>
              <w:rPr>
                <w:color w:val="000000"/>
                <w:sz w:val="20"/>
                <w:lang w:eastAsia="pl-PL"/>
              </w:rPr>
              <w:t>604</w:t>
            </w:r>
          </w:p>
        </w:tc>
        <w:tc>
          <w:tcPr>
            <w:tcW w:w="1000" w:type="dxa"/>
            <w:noWrap/>
          </w:tcPr>
          <w:p w:rsidR="00EF4EB3" w:rsidRDefault="00EF4EB3">
            <w:pPr>
              <w:spacing w:after="0"/>
              <w:jc w:val="center"/>
              <w:rPr>
                <w:color w:val="000000"/>
                <w:sz w:val="20"/>
                <w:lang w:eastAsia="pl-PL"/>
              </w:rPr>
            </w:pPr>
            <w:r>
              <w:rPr>
                <w:color w:val="000000"/>
                <w:sz w:val="20"/>
                <w:lang w:eastAsia="pl-PL"/>
              </w:rPr>
              <w:t>525</w:t>
            </w:r>
          </w:p>
        </w:tc>
      </w:tr>
      <w:tr w:rsidR="00EF4EB3" w:rsidTr="00197D1F">
        <w:trPr>
          <w:trHeight w:val="300"/>
          <w:jc w:val="center"/>
        </w:trPr>
        <w:tc>
          <w:tcPr>
            <w:tcW w:w="5260" w:type="dxa"/>
            <w:noWrap/>
          </w:tcPr>
          <w:p w:rsidR="00EF4EB3" w:rsidRDefault="00EF4EB3">
            <w:pPr>
              <w:spacing w:after="0"/>
              <w:jc w:val="left"/>
              <w:rPr>
                <w:color w:val="000000"/>
                <w:sz w:val="20"/>
                <w:lang w:eastAsia="pl-PL"/>
              </w:rPr>
            </w:pPr>
            <w:r>
              <w:rPr>
                <w:color w:val="000000"/>
                <w:sz w:val="20"/>
                <w:lang w:eastAsia="pl-PL"/>
              </w:rPr>
              <w:t>Długotrwale bezrobotni</w:t>
            </w:r>
          </w:p>
        </w:tc>
        <w:tc>
          <w:tcPr>
            <w:tcW w:w="1020" w:type="dxa"/>
            <w:noWrap/>
          </w:tcPr>
          <w:p w:rsidR="00EF4EB3" w:rsidRDefault="00EF4EB3">
            <w:pPr>
              <w:spacing w:after="0"/>
              <w:jc w:val="center"/>
              <w:rPr>
                <w:color w:val="000000"/>
                <w:sz w:val="20"/>
                <w:lang w:eastAsia="pl-PL"/>
              </w:rPr>
            </w:pPr>
            <w:r>
              <w:rPr>
                <w:color w:val="000000"/>
                <w:sz w:val="20"/>
                <w:lang w:eastAsia="pl-PL"/>
              </w:rPr>
              <w:t>350</w:t>
            </w:r>
          </w:p>
        </w:tc>
        <w:tc>
          <w:tcPr>
            <w:tcW w:w="1000" w:type="dxa"/>
            <w:noWrap/>
          </w:tcPr>
          <w:p w:rsidR="00EF4EB3" w:rsidRDefault="00EF4EB3">
            <w:pPr>
              <w:spacing w:after="0"/>
              <w:jc w:val="center"/>
              <w:rPr>
                <w:color w:val="000000"/>
                <w:sz w:val="20"/>
                <w:lang w:eastAsia="pl-PL"/>
              </w:rPr>
            </w:pPr>
            <w:r>
              <w:rPr>
                <w:color w:val="000000"/>
                <w:sz w:val="20"/>
                <w:lang w:eastAsia="pl-PL"/>
              </w:rPr>
              <w:t>356</w:t>
            </w:r>
          </w:p>
        </w:tc>
        <w:tc>
          <w:tcPr>
            <w:tcW w:w="1000" w:type="dxa"/>
            <w:noWrap/>
          </w:tcPr>
          <w:p w:rsidR="00EF4EB3" w:rsidRDefault="00EF4EB3">
            <w:pPr>
              <w:spacing w:after="0"/>
              <w:jc w:val="center"/>
              <w:rPr>
                <w:color w:val="000000"/>
                <w:sz w:val="20"/>
                <w:lang w:eastAsia="pl-PL"/>
              </w:rPr>
            </w:pPr>
            <w:r>
              <w:rPr>
                <w:color w:val="000000"/>
                <w:sz w:val="20"/>
                <w:lang w:eastAsia="pl-PL"/>
              </w:rPr>
              <w:t>293</w:t>
            </w:r>
          </w:p>
        </w:tc>
      </w:tr>
      <w:tr w:rsidR="00EF4EB3" w:rsidTr="00197D1F">
        <w:trPr>
          <w:trHeight w:val="300"/>
          <w:jc w:val="center"/>
        </w:trPr>
        <w:tc>
          <w:tcPr>
            <w:tcW w:w="5260" w:type="dxa"/>
            <w:noWrap/>
          </w:tcPr>
          <w:p w:rsidR="00EF4EB3" w:rsidRDefault="00EF4EB3">
            <w:pPr>
              <w:spacing w:after="0"/>
              <w:jc w:val="left"/>
              <w:rPr>
                <w:color w:val="000000"/>
                <w:sz w:val="20"/>
                <w:lang w:eastAsia="pl-PL"/>
              </w:rPr>
            </w:pPr>
            <w:r>
              <w:rPr>
                <w:color w:val="000000"/>
                <w:sz w:val="20"/>
                <w:lang w:eastAsia="pl-PL"/>
              </w:rPr>
              <w:t>Z prawem do zasiłku</w:t>
            </w:r>
          </w:p>
        </w:tc>
        <w:tc>
          <w:tcPr>
            <w:tcW w:w="1020" w:type="dxa"/>
            <w:noWrap/>
          </w:tcPr>
          <w:p w:rsidR="00EF4EB3" w:rsidRDefault="00EF4EB3">
            <w:pPr>
              <w:spacing w:after="0"/>
              <w:jc w:val="center"/>
              <w:rPr>
                <w:color w:val="000000"/>
                <w:sz w:val="20"/>
                <w:lang w:eastAsia="pl-PL"/>
              </w:rPr>
            </w:pPr>
            <w:r>
              <w:rPr>
                <w:color w:val="000000"/>
                <w:sz w:val="20"/>
                <w:lang w:eastAsia="pl-PL"/>
              </w:rPr>
              <w:t>137</w:t>
            </w:r>
          </w:p>
        </w:tc>
        <w:tc>
          <w:tcPr>
            <w:tcW w:w="1000" w:type="dxa"/>
            <w:noWrap/>
          </w:tcPr>
          <w:p w:rsidR="00EF4EB3" w:rsidRDefault="00EF4EB3">
            <w:pPr>
              <w:spacing w:after="0"/>
              <w:jc w:val="center"/>
              <w:rPr>
                <w:color w:val="000000"/>
                <w:sz w:val="20"/>
                <w:lang w:eastAsia="pl-PL"/>
              </w:rPr>
            </w:pPr>
            <w:r>
              <w:rPr>
                <w:color w:val="000000"/>
                <w:sz w:val="20"/>
                <w:lang w:eastAsia="pl-PL"/>
              </w:rPr>
              <w:t>99</w:t>
            </w:r>
          </w:p>
        </w:tc>
        <w:tc>
          <w:tcPr>
            <w:tcW w:w="1000" w:type="dxa"/>
            <w:noWrap/>
          </w:tcPr>
          <w:p w:rsidR="00EF4EB3" w:rsidRDefault="00EF4EB3">
            <w:pPr>
              <w:spacing w:after="0"/>
              <w:jc w:val="center"/>
              <w:rPr>
                <w:color w:val="000000"/>
                <w:sz w:val="20"/>
                <w:lang w:eastAsia="pl-PL"/>
              </w:rPr>
            </w:pPr>
            <w:r>
              <w:rPr>
                <w:color w:val="000000"/>
                <w:sz w:val="20"/>
                <w:lang w:eastAsia="pl-PL"/>
              </w:rPr>
              <w:t>86</w:t>
            </w:r>
          </w:p>
        </w:tc>
      </w:tr>
      <w:tr w:rsidR="00EF4EB3" w:rsidTr="00197D1F">
        <w:trPr>
          <w:trHeight w:val="300"/>
          <w:jc w:val="center"/>
        </w:trPr>
        <w:tc>
          <w:tcPr>
            <w:tcW w:w="5260" w:type="dxa"/>
            <w:noWrap/>
          </w:tcPr>
          <w:p w:rsidR="00EF4EB3" w:rsidRDefault="00EF4EB3">
            <w:pPr>
              <w:spacing w:after="0"/>
              <w:jc w:val="left"/>
              <w:rPr>
                <w:color w:val="000000"/>
                <w:sz w:val="20"/>
                <w:lang w:eastAsia="pl-PL"/>
              </w:rPr>
            </w:pPr>
            <w:r>
              <w:rPr>
                <w:color w:val="000000"/>
                <w:sz w:val="20"/>
                <w:lang w:eastAsia="pl-PL"/>
              </w:rPr>
              <w:t>Bezrobotni do 25 r oku życia</w:t>
            </w:r>
          </w:p>
        </w:tc>
        <w:tc>
          <w:tcPr>
            <w:tcW w:w="1020" w:type="dxa"/>
            <w:noWrap/>
          </w:tcPr>
          <w:p w:rsidR="00EF4EB3" w:rsidRDefault="00EF4EB3">
            <w:pPr>
              <w:spacing w:after="0"/>
              <w:jc w:val="center"/>
              <w:rPr>
                <w:color w:val="000000"/>
                <w:sz w:val="20"/>
                <w:lang w:eastAsia="pl-PL"/>
              </w:rPr>
            </w:pPr>
            <w:r>
              <w:rPr>
                <w:color w:val="000000"/>
                <w:sz w:val="20"/>
                <w:lang w:eastAsia="pl-PL"/>
              </w:rPr>
              <w:t>157</w:t>
            </w:r>
          </w:p>
        </w:tc>
        <w:tc>
          <w:tcPr>
            <w:tcW w:w="1000" w:type="dxa"/>
            <w:noWrap/>
          </w:tcPr>
          <w:p w:rsidR="00EF4EB3" w:rsidRDefault="00EF4EB3">
            <w:pPr>
              <w:spacing w:after="0"/>
              <w:jc w:val="center"/>
              <w:rPr>
                <w:color w:val="000000"/>
                <w:sz w:val="20"/>
                <w:lang w:eastAsia="pl-PL"/>
              </w:rPr>
            </w:pPr>
            <w:r>
              <w:rPr>
                <w:color w:val="000000"/>
                <w:sz w:val="20"/>
                <w:lang w:eastAsia="pl-PL"/>
              </w:rPr>
              <w:t>119</w:t>
            </w:r>
          </w:p>
        </w:tc>
        <w:tc>
          <w:tcPr>
            <w:tcW w:w="1000" w:type="dxa"/>
            <w:noWrap/>
          </w:tcPr>
          <w:p w:rsidR="00EF4EB3" w:rsidRDefault="00EF4EB3">
            <w:pPr>
              <w:spacing w:after="0"/>
              <w:jc w:val="center"/>
              <w:rPr>
                <w:color w:val="000000"/>
                <w:sz w:val="20"/>
                <w:lang w:eastAsia="pl-PL"/>
              </w:rPr>
            </w:pPr>
            <w:r>
              <w:rPr>
                <w:color w:val="000000"/>
                <w:sz w:val="20"/>
                <w:lang w:eastAsia="pl-PL"/>
              </w:rPr>
              <w:t>84</w:t>
            </w:r>
          </w:p>
        </w:tc>
      </w:tr>
      <w:tr w:rsidR="00EF4EB3" w:rsidTr="00197D1F">
        <w:trPr>
          <w:trHeight w:val="248"/>
          <w:jc w:val="center"/>
        </w:trPr>
        <w:tc>
          <w:tcPr>
            <w:tcW w:w="5260" w:type="dxa"/>
            <w:noWrap/>
          </w:tcPr>
          <w:p w:rsidR="00EF4EB3" w:rsidRDefault="00EF4EB3">
            <w:pPr>
              <w:spacing w:after="0"/>
              <w:jc w:val="left"/>
              <w:rPr>
                <w:color w:val="000000"/>
                <w:sz w:val="20"/>
                <w:lang w:eastAsia="pl-PL"/>
              </w:rPr>
            </w:pPr>
            <w:r>
              <w:rPr>
                <w:color w:val="000000"/>
                <w:sz w:val="20"/>
                <w:lang w:eastAsia="pl-PL"/>
              </w:rPr>
              <w:t>Bezrobotni powyżej 50 roku życia</w:t>
            </w:r>
          </w:p>
        </w:tc>
        <w:tc>
          <w:tcPr>
            <w:tcW w:w="1020" w:type="dxa"/>
            <w:noWrap/>
          </w:tcPr>
          <w:p w:rsidR="00EF4EB3" w:rsidRDefault="00EF4EB3">
            <w:pPr>
              <w:spacing w:after="0"/>
              <w:jc w:val="center"/>
              <w:rPr>
                <w:color w:val="000000"/>
                <w:sz w:val="20"/>
                <w:lang w:eastAsia="pl-PL"/>
              </w:rPr>
            </w:pPr>
            <w:r>
              <w:rPr>
                <w:color w:val="000000"/>
                <w:sz w:val="20"/>
                <w:lang w:eastAsia="pl-PL"/>
              </w:rPr>
              <w:t>159</w:t>
            </w:r>
          </w:p>
        </w:tc>
        <w:tc>
          <w:tcPr>
            <w:tcW w:w="1000" w:type="dxa"/>
            <w:noWrap/>
          </w:tcPr>
          <w:p w:rsidR="00EF4EB3" w:rsidRDefault="00EF4EB3">
            <w:pPr>
              <w:spacing w:after="0"/>
              <w:jc w:val="center"/>
              <w:rPr>
                <w:color w:val="000000"/>
                <w:sz w:val="20"/>
                <w:lang w:eastAsia="pl-PL"/>
              </w:rPr>
            </w:pPr>
            <w:r>
              <w:rPr>
                <w:color w:val="000000"/>
                <w:sz w:val="20"/>
                <w:lang w:eastAsia="pl-PL"/>
              </w:rPr>
              <w:t>139</w:t>
            </w:r>
          </w:p>
        </w:tc>
        <w:tc>
          <w:tcPr>
            <w:tcW w:w="1000" w:type="dxa"/>
            <w:noWrap/>
          </w:tcPr>
          <w:p w:rsidR="00EF4EB3" w:rsidRDefault="00EF4EB3">
            <w:pPr>
              <w:spacing w:after="0"/>
              <w:jc w:val="center"/>
              <w:rPr>
                <w:color w:val="000000"/>
                <w:sz w:val="20"/>
                <w:lang w:eastAsia="pl-PL"/>
              </w:rPr>
            </w:pPr>
            <w:r>
              <w:rPr>
                <w:color w:val="000000"/>
                <w:sz w:val="20"/>
                <w:lang w:eastAsia="pl-PL"/>
              </w:rPr>
              <w:t>129</w:t>
            </w:r>
          </w:p>
        </w:tc>
      </w:tr>
      <w:tr w:rsidR="00EF4EB3" w:rsidTr="00197D1F">
        <w:trPr>
          <w:trHeight w:val="300"/>
          <w:jc w:val="center"/>
        </w:trPr>
        <w:tc>
          <w:tcPr>
            <w:tcW w:w="5260" w:type="dxa"/>
            <w:noWrap/>
          </w:tcPr>
          <w:p w:rsidR="00EF4EB3" w:rsidRDefault="00EF4EB3">
            <w:pPr>
              <w:spacing w:after="0"/>
              <w:jc w:val="left"/>
              <w:rPr>
                <w:color w:val="000000"/>
                <w:sz w:val="20"/>
                <w:lang w:eastAsia="pl-PL"/>
              </w:rPr>
            </w:pPr>
            <w:r>
              <w:rPr>
                <w:color w:val="000000"/>
                <w:sz w:val="20"/>
                <w:lang w:eastAsia="pl-PL"/>
              </w:rPr>
              <w:t>Niepełnosprawni</w:t>
            </w:r>
          </w:p>
        </w:tc>
        <w:tc>
          <w:tcPr>
            <w:tcW w:w="1020" w:type="dxa"/>
            <w:noWrap/>
          </w:tcPr>
          <w:p w:rsidR="00EF4EB3" w:rsidRDefault="00EF4EB3">
            <w:pPr>
              <w:spacing w:after="0"/>
              <w:jc w:val="center"/>
              <w:rPr>
                <w:color w:val="000000"/>
                <w:sz w:val="20"/>
                <w:lang w:eastAsia="pl-PL"/>
              </w:rPr>
            </w:pPr>
            <w:r>
              <w:rPr>
                <w:color w:val="000000"/>
                <w:sz w:val="20"/>
                <w:lang w:eastAsia="pl-PL"/>
              </w:rPr>
              <w:t>28</w:t>
            </w:r>
          </w:p>
        </w:tc>
        <w:tc>
          <w:tcPr>
            <w:tcW w:w="1000" w:type="dxa"/>
            <w:noWrap/>
          </w:tcPr>
          <w:p w:rsidR="00EF4EB3" w:rsidRDefault="00EF4EB3">
            <w:pPr>
              <w:spacing w:after="0"/>
              <w:jc w:val="center"/>
              <w:rPr>
                <w:color w:val="000000"/>
                <w:sz w:val="20"/>
                <w:lang w:eastAsia="pl-PL"/>
              </w:rPr>
            </w:pPr>
            <w:r>
              <w:rPr>
                <w:color w:val="000000"/>
                <w:sz w:val="20"/>
                <w:lang w:eastAsia="pl-PL"/>
              </w:rPr>
              <w:t>28</w:t>
            </w:r>
          </w:p>
        </w:tc>
        <w:tc>
          <w:tcPr>
            <w:tcW w:w="1000" w:type="dxa"/>
            <w:noWrap/>
          </w:tcPr>
          <w:p w:rsidR="00EF4EB3" w:rsidRDefault="00EF4EB3">
            <w:pPr>
              <w:spacing w:after="0"/>
              <w:jc w:val="center"/>
              <w:rPr>
                <w:color w:val="000000"/>
                <w:sz w:val="20"/>
                <w:lang w:eastAsia="pl-PL"/>
              </w:rPr>
            </w:pPr>
            <w:r>
              <w:rPr>
                <w:color w:val="000000"/>
                <w:sz w:val="20"/>
                <w:lang w:eastAsia="pl-PL"/>
              </w:rPr>
              <w:t>18</w:t>
            </w:r>
          </w:p>
        </w:tc>
      </w:tr>
      <w:tr w:rsidR="00EF4EB3" w:rsidTr="00197D1F">
        <w:trPr>
          <w:trHeight w:val="300"/>
          <w:jc w:val="center"/>
        </w:trPr>
        <w:tc>
          <w:tcPr>
            <w:tcW w:w="5260" w:type="dxa"/>
            <w:noWrap/>
          </w:tcPr>
          <w:p w:rsidR="00EF4EB3" w:rsidRDefault="00EF4EB3">
            <w:pPr>
              <w:spacing w:after="0"/>
              <w:jc w:val="left"/>
              <w:rPr>
                <w:color w:val="000000"/>
                <w:sz w:val="20"/>
                <w:lang w:eastAsia="pl-PL"/>
              </w:rPr>
            </w:pPr>
            <w:r>
              <w:rPr>
                <w:color w:val="000000"/>
                <w:sz w:val="20"/>
                <w:lang w:eastAsia="pl-PL"/>
              </w:rPr>
              <w:t>Bez kwalifikacji zawodowych</w:t>
            </w:r>
          </w:p>
        </w:tc>
        <w:tc>
          <w:tcPr>
            <w:tcW w:w="1020" w:type="dxa"/>
            <w:noWrap/>
          </w:tcPr>
          <w:p w:rsidR="00EF4EB3" w:rsidRDefault="00EF4EB3">
            <w:pPr>
              <w:spacing w:after="0"/>
              <w:jc w:val="center"/>
              <w:rPr>
                <w:color w:val="000000"/>
                <w:sz w:val="20"/>
                <w:lang w:eastAsia="pl-PL"/>
              </w:rPr>
            </w:pPr>
            <w:r>
              <w:rPr>
                <w:color w:val="000000"/>
                <w:sz w:val="20"/>
                <w:lang w:eastAsia="pl-PL"/>
              </w:rPr>
              <w:t>225</w:t>
            </w:r>
          </w:p>
        </w:tc>
        <w:tc>
          <w:tcPr>
            <w:tcW w:w="1000" w:type="dxa"/>
            <w:noWrap/>
          </w:tcPr>
          <w:p w:rsidR="00EF4EB3" w:rsidRDefault="00EF4EB3">
            <w:pPr>
              <w:spacing w:after="0"/>
              <w:jc w:val="center"/>
              <w:rPr>
                <w:color w:val="000000"/>
                <w:sz w:val="20"/>
                <w:lang w:eastAsia="pl-PL"/>
              </w:rPr>
            </w:pPr>
            <w:r>
              <w:rPr>
                <w:color w:val="000000"/>
                <w:sz w:val="20"/>
                <w:lang w:eastAsia="pl-PL"/>
              </w:rPr>
              <w:t>194</w:t>
            </w:r>
          </w:p>
        </w:tc>
        <w:tc>
          <w:tcPr>
            <w:tcW w:w="1000" w:type="dxa"/>
            <w:noWrap/>
          </w:tcPr>
          <w:p w:rsidR="00EF4EB3" w:rsidRDefault="00EF4EB3">
            <w:pPr>
              <w:spacing w:after="0"/>
              <w:jc w:val="center"/>
              <w:rPr>
                <w:color w:val="000000"/>
                <w:sz w:val="20"/>
                <w:lang w:eastAsia="pl-PL"/>
              </w:rPr>
            </w:pPr>
            <w:r>
              <w:rPr>
                <w:color w:val="000000"/>
                <w:sz w:val="20"/>
                <w:lang w:eastAsia="pl-PL"/>
              </w:rPr>
              <w:t>166</w:t>
            </w:r>
          </w:p>
        </w:tc>
      </w:tr>
      <w:tr w:rsidR="00EF4EB3" w:rsidTr="00197D1F">
        <w:trPr>
          <w:trHeight w:val="300"/>
          <w:jc w:val="center"/>
        </w:trPr>
        <w:tc>
          <w:tcPr>
            <w:tcW w:w="5260" w:type="dxa"/>
            <w:noWrap/>
          </w:tcPr>
          <w:p w:rsidR="00EF4EB3" w:rsidRDefault="00EF4EB3">
            <w:pPr>
              <w:spacing w:after="0"/>
              <w:jc w:val="left"/>
              <w:rPr>
                <w:color w:val="000000"/>
                <w:sz w:val="20"/>
                <w:lang w:eastAsia="pl-PL"/>
              </w:rPr>
            </w:pPr>
            <w:r>
              <w:rPr>
                <w:color w:val="000000"/>
                <w:sz w:val="20"/>
                <w:lang w:eastAsia="pl-PL"/>
              </w:rPr>
              <w:t>Bez doświadczenia zawodowego</w:t>
            </w:r>
          </w:p>
        </w:tc>
        <w:tc>
          <w:tcPr>
            <w:tcW w:w="1020" w:type="dxa"/>
            <w:noWrap/>
          </w:tcPr>
          <w:p w:rsidR="00EF4EB3" w:rsidRDefault="00EF4EB3">
            <w:pPr>
              <w:spacing w:after="0"/>
              <w:jc w:val="center"/>
              <w:rPr>
                <w:color w:val="000000"/>
                <w:sz w:val="20"/>
                <w:lang w:eastAsia="pl-PL"/>
              </w:rPr>
            </w:pPr>
            <w:r>
              <w:rPr>
                <w:color w:val="000000"/>
                <w:sz w:val="20"/>
                <w:lang w:eastAsia="pl-PL"/>
              </w:rPr>
              <w:t>164</w:t>
            </w:r>
          </w:p>
        </w:tc>
        <w:tc>
          <w:tcPr>
            <w:tcW w:w="1000" w:type="dxa"/>
            <w:noWrap/>
          </w:tcPr>
          <w:p w:rsidR="00EF4EB3" w:rsidRDefault="00EF4EB3">
            <w:pPr>
              <w:spacing w:after="0"/>
              <w:jc w:val="center"/>
              <w:rPr>
                <w:color w:val="000000"/>
                <w:sz w:val="20"/>
                <w:lang w:eastAsia="pl-PL"/>
              </w:rPr>
            </w:pPr>
            <w:r>
              <w:rPr>
                <w:color w:val="000000"/>
                <w:sz w:val="20"/>
                <w:lang w:eastAsia="pl-PL"/>
              </w:rPr>
              <w:t>143</w:t>
            </w:r>
          </w:p>
        </w:tc>
        <w:tc>
          <w:tcPr>
            <w:tcW w:w="1000" w:type="dxa"/>
            <w:noWrap/>
          </w:tcPr>
          <w:p w:rsidR="00EF4EB3" w:rsidRDefault="00EF4EB3">
            <w:pPr>
              <w:spacing w:after="0"/>
              <w:jc w:val="center"/>
              <w:rPr>
                <w:color w:val="000000"/>
                <w:sz w:val="20"/>
                <w:lang w:eastAsia="pl-PL"/>
              </w:rPr>
            </w:pPr>
            <w:r>
              <w:rPr>
                <w:color w:val="000000"/>
                <w:sz w:val="20"/>
                <w:lang w:eastAsia="pl-PL"/>
              </w:rPr>
              <w:t>109</w:t>
            </w:r>
          </w:p>
        </w:tc>
      </w:tr>
    </w:tbl>
    <w:p w:rsidR="00EF4EB3" w:rsidRDefault="00EF4EB3" w:rsidP="00197D1F">
      <w:pPr>
        <w:pStyle w:val="Caption"/>
      </w:pPr>
      <w:r>
        <w:t>Źródło: opracowanie własne na podstawie danych PUP.</w:t>
      </w:r>
    </w:p>
    <w:p w:rsidR="00EF4EB3" w:rsidRDefault="00EF4EB3" w:rsidP="00197D1F">
      <w:pPr>
        <w:rPr>
          <w:szCs w:val="24"/>
          <w:highlight w:val="yellow"/>
        </w:rPr>
      </w:pPr>
      <w:r>
        <w:rPr>
          <w:szCs w:val="24"/>
        </w:rPr>
        <w:t xml:space="preserve">W szczególnie trudnej sytuacji na rynku pracy są osoby długotrwale bezrobotne, których czas pozostawania w rejestrach urzędu pracy wydłuża się, a różnego rodzaju formy aktywizacji nie przynoszą spodziewanych efektów. Osoby te w 2015 roku stanowiły aż 55,8% bezrobotnych z terenu Gminy, a ich odsetek w porównaniu do 2013 roku wzrósł o 5,7 punktu procentowego. Na problem długotrwałego bezrobocia składa się najczęściej wiele czynników i barier utrudniających znalezienie zatrudnienia, takich jak brak lub niedostateczne kwalifikacje zawodowe, brak doświadczenia zawodowego, niepełnosprawność lub starszy wiek. </w:t>
      </w:r>
    </w:p>
    <w:p w:rsidR="00EF4EB3" w:rsidRDefault="00EF4EB3" w:rsidP="00197D1F">
      <w:r>
        <w:t xml:space="preserve">W Gminie Lidzbark Warmiński w analizowanym okresie prawie jedna trzecia (31,6%) bezrobotnych nie posiadała kwalifikacji zawodowych, bądź ich kwalifikacje były niewystarczające w odniesieniu do zapotrzebowania rynku pracy; 24,6% stanowili bezrobotni powyżej 50 roku życia, natomiast 20,8% to bezrobotni bez doświadczenia zawodowego. Niepełnosprawność charakteryzowała jedynie 3,4% bezrobotnych, jednak warto pamiętać, że ich aktywizacja zawodowa jest utrudniona ze względu na ograniczoną mobilność, rodzaj </w:t>
      </w:r>
      <w:r>
        <w:br/>
        <w:t xml:space="preserve">i stopień niepełnosprawności, a także bariery zewnętrzne w prywatnych mieszkaniach </w:t>
      </w:r>
      <w:r>
        <w:br/>
        <w:t>i przestrzeni publicznej – architektoniczne czy komunikacyjne. Dlatego osoby te wymagają szczególnego wsparcia.</w:t>
      </w:r>
    </w:p>
    <w:p w:rsidR="00EF4EB3" w:rsidRDefault="00EF4EB3" w:rsidP="00197D1F">
      <w:r>
        <w:t>Bezrobotnych z terenu Gminy Lidzbark Warmiński charakteryzuje niskie wykształcenie. Według stanu na dzień 31 grudnia 2015 roku aż 34,5% zarejestrowanych zakończyło edukację formalną na poziomie gimnazjalnym bądź niższym, natomiast 34,5% posiadało wykształcenie zasadnicze zawodowe. W dalszej kolejności należy wskazać wykształcenie policealne i średnie zawodowe (17,5%), ogólnokształcące (7,2%) oraz wyższe (5,0%).</w:t>
      </w:r>
    </w:p>
    <w:p w:rsidR="00EF4EB3" w:rsidRDefault="00EF4EB3" w:rsidP="00197D1F">
      <w:pPr>
        <w:spacing w:before="120"/>
        <w:jc w:val="center"/>
        <w:rPr>
          <w:rStyle w:val="Strong"/>
          <w:b/>
          <w:bCs/>
        </w:rPr>
      </w:pPr>
      <w:r>
        <w:rPr>
          <w:noProof/>
          <w:lang w:eastAsia="pl-PL"/>
        </w:rPr>
        <w:pict>
          <v:shape id="Wykres 37" o:spid="_x0000_s1026" type="#_x0000_t75" style="position:absolute;left:0;text-align:left;margin-left:-1.2pt;margin-top:18.35pt;width:444.5pt;height:151.7pt;z-index:251658240;visibility:visible;mso-wrap-distance-bottom:.67pt" o:gfxdata="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">
            <v:imagedata r:id="rId52" o:title=""/>
            <o:lock v:ext="edit" aspectratio="f"/>
            <w10:wrap type="square" side="right"/>
          </v:shape>
        </w:pict>
      </w:r>
      <w:r>
        <w:rPr>
          <w:rStyle w:val="Strong"/>
          <w:b/>
          <w:bCs/>
        </w:rPr>
        <w:t xml:space="preserve">Wykres </w:t>
      </w:r>
      <w:r>
        <w:rPr>
          <w:rStyle w:val="Strong"/>
          <w:b/>
          <w:bCs/>
        </w:rPr>
        <w:fldChar w:fldCharType="begin"/>
      </w:r>
      <w:r>
        <w:rPr>
          <w:rStyle w:val="Strong"/>
          <w:b/>
          <w:bCs/>
        </w:rPr>
        <w:instrText xml:space="preserve"> SEQ Wykres \* ARABIC </w:instrText>
      </w:r>
      <w:r>
        <w:rPr>
          <w:rStyle w:val="Strong"/>
          <w:b/>
          <w:bCs/>
        </w:rPr>
        <w:fldChar w:fldCharType="separate"/>
      </w:r>
      <w:r>
        <w:rPr>
          <w:rStyle w:val="Strong"/>
          <w:b/>
          <w:bCs/>
          <w:noProof/>
        </w:rPr>
        <w:t>6</w:t>
      </w:r>
      <w:r>
        <w:rPr>
          <w:rStyle w:val="Strong"/>
          <w:b/>
          <w:bCs/>
        </w:rPr>
        <w:fldChar w:fldCharType="end"/>
      </w:r>
      <w:r>
        <w:rPr>
          <w:rStyle w:val="Strong"/>
          <w:b/>
          <w:bCs/>
        </w:rPr>
        <w:t>. Bezrobotni z terenu Gminy Lidzbark Warmiński według wykształcenia (31 grudnia 2015)</w:t>
      </w:r>
    </w:p>
    <w:p w:rsidR="00EF4EB3" w:rsidRDefault="00EF4EB3" w:rsidP="00197D1F">
      <w:pPr>
        <w:pStyle w:val="Caption"/>
      </w:pPr>
      <w:r>
        <w:t>Źródło: opracowanie własne na podstawie danych PUP.</w:t>
      </w:r>
    </w:p>
    <w:p w:rsidR="00EF4EB3" w:rsidRDefault="00EF4EB3" w:rsidP="00197D1F">
      <w:pPr>
        <w:rPr>
          <w:szCs w:val="24"/>
        </w:rPr>
      </w:pPr>
      <w:r>
        <w:rPr>
          <w:szCs w:val="24"/>
        </w:rPr>
        <w:t xml:space="preserve">W szczególny sposób bezrobocie wywiera wpływ na życie młodych osób, w wieku potencjalnie najwyższej aktywności zawodowej, największej mobilności oraz silnej motywacji do podjęcia zatrudnienia. Niejednokrotnie bowiem warunkują oni swoje decyzje życiowe, takie jak założenie rodziny, posiadanie dzieci, kupno mieszkania, zdobyciem odpowiedniego zatrudnienia. Tymczasem warmińsko-mazurski rynek pracy należy do najtrudniejszych </w:t>
      </w:r>
      <w:r>
        <w:rPr>
          <w:szCs w:val="24"/>
        </w:rPr>
        <w:br/>
        <w:t xml:space="preserve">w kraju, a ukończenie studiów wyższych czy szeregu kursów nie gwarantuje znalezienia satysfakcjonującej pracy. W świetle danych PUP w Lidzbarku Warmińskim, na koniec 2015 roku wśród zarejestrowanych bezrobotnych z terenu Gminy było 165 osób do 30 roku życia, które stanowiły 31,4% ogółu oraz aż 235 osób, które nie ukończyły jeszcze 34 lat (44,8%). </w:t>
      </w:r>
    </w:p>
    <w:p w:rsidR="00EF4EB3" w:rsidRDefault="00EF4EB3" w:rsidP="00197D1F">
      <w:pPr>
        <w:rPr>
          <w:szCs w:val="24"/>
        </w:rPr>
      </w:pPr>
      <w:r>
        <w:t xml:space="preserve">Wraz z nowelizacją ustawy o promocji zatrudnienia i instytucjach rynku pracy, na powiatowe urzędy pracy został nałożony obowiązek ustalenia dla każdego bezrobotnego, niezwłocznie po rejestracji, profilu pomocy, oznaczającego właściwy ze względu na jego potrzeby zakres form pomocy. Na koniec 2015 roku liczba bezrobotnych z ustalonym profilem pomocy wyniosła 488, z czego: </w:t>
      </w:r>
    </w:p>
    <w:p w:rsidR="00EF4EB3" w:rsidRDefault="00EF4EB3" w:rsidP="00197D1F">
      <w:pPr>
        <w:numPr>
          <w:ilvl w:val="0"/>
          <w:numId w:val="13"/>
        </w:numPr>
      </w:pPr>
      <w:r>
        <w:rPr>
          <w:i/>
        </w:rPr>
        <w:t>profil I</w:t>
      </w:r>
      <w:r>
        <w:t xml:space="preserve"> oznaczający pośrednictwo pracy i w uzasadnionych przypadkach poradnictwo zawodowe i inne formy pomocy ustalono dla 5 osób; </w:t>
      </w:r>
    </w:p>
    <w:p w:rsidR="00EF4EB3" w:rsidRDefault="00EF4EB3" w:rsidP="00197D1F">
      <w:pPr>
        <w:numPr>
          <w:ilvl w:val="0"/>
          <w:numId w:val="13"/>
        </w:numPr>
      </w:pPr>
      <w:r>
        <w:rPr>
          <w:i/>
        </w:rPr>
        <w:t>profil II</w:t>
      </w:r>
      <w:r>
        <w:t xml:space="preserve"> wskazujący na usługi i instrumenty rynku pracy, działania aktywizacyjne oraz inne formy z wyłączeniem Programu Aktywizacja i Integracja – dla 370 osób;</w:t>
      </w:r>
    </w:p>
    <w:p w:rsidR="00EF4EB3" w:rsidRDefault="00EF4EB3" w:rsidP="00197D1F">
      <w:pPr>
        <w:numPr>
          <w:ilvl w:val="0"/>
          <w:numId w:val="13"/>
        </w:numPr>
      </w:pPr>
      <w:r>
        <w:rPr>
          <w:i/>
        </w:rPr>
        <w:t>profil III</w:t>
      </w:r>
      <w:r>
        <w:t xml:space="preserve"> oznaczający Program Aktywizacja i Integracja, działania aktywizacyjne zlecone przez urząd pracy, programy specjalne, skierowanie do zatrudnienia wspieranego u pracodawcy lub podjęcia pracy w spółdzielni socjalnej zakładanej przez osoby prawne oraz w uzasadnionych przypadkach poradnictwo zawodowe – dla 113 osób. </w:t>
      </w:r>
    </w:p>
    <w:p w:rsidR="00EF4EB3" w:rsidRDefault="00EF4EB3" w:rsidP="00197D1F">
      <w:r>
        <w:t>W świetle powyższych danych, okazuje się, że większość bezrobotnych będzie wymagała podejmowania szeregu działań w kierunku ich aktywizacji, natomiast jedynie 5 osób, stanowiących 0,01% bezrobotnych z ustalonym profilem, ma dużą szansę na znalezienie zatrudnienia w krótkim czasie.</w:t>
      </w:r>
    </w:p>
    <w:p w:rsidR="00EF4EB3" w:rsidRDefault="00EF4EB3" w:rsidP="00197D1F">
      <w:pPr>
        <w:pStyle w:val="Heading2"/>
      </w:pPr>
      <w:bookmarkStart w:id="17" w:name="_Toc455144232"/>
      <w:r>
        <w:t>2.3. Niewydolność i dysfunkcje rodzin</w:t>
      </w:r>
      <w:bookmarkEnd w:id="17"/>
    </w:p>
    <w:p w:rsidR="00EF4EB3" w:rsidRDefault="00EF4EB3" w:rsidP="00197D1F">
      <w:r>
        <w:t>Rodzina stanowi podstawową i naturalną grupą społeczną, na której opiera się funkcjonowanie całego społeczeństwa. To w niej rodzą się i wychowują dzieci, a także są zaspokajane różnorodne potrzeby jej członków, zarówno te podstawowe (np. wyżywienie, ubranie, schronienie), jak i wyższego rzędu (akceptacja, miłość, szacunek, rozwój zainteresowań i zdolności). Rodzina wypełnia szereg funkcji, m.in. opiekuńczą, wychowawczą, materialno-ekonomiczną oraz emocjonalno-ekspresyjną.</w:t>
      </w:r>
    </w:p>
    <w:p w:rsidR="00EF4EB3" w:rsidRDefault="00EF4EB3" w:rsidP="00197D1F">
      <w:r>
        <w:t xml:space="preserve">W opinii pracowników służb społecznych Gminy Lidzbark Warmiński, podstawowym problemem rodzin jest niewydolność opiekuńczo-wychowawcza. Pojawia się ona najczęściej w środowiskach wieloproblemowych, doświadczających bezrobocia, ubóstwa materialnego, czy złych warunków mieszkaniowych, stanowiąc wynik niskiego poziomu wykształcenia, bezradności w prowadzeniu gospodarstwa domowego, niskich aspiracji życiowych, a także niechęci wobec instytucji oferujących pomoc i wsparcie. Z drugiej jednak strony, problemy pojawiają się także w rodzinach posiadających dobre warunki finansowe i mieszkaniowe, </w:t>
      </w:r>
      <w:r>
        <w:br/>
        <w:t xml:space="preserve">a wynikają głównie ze zbyt dużych aspiracji i oczekiwań rodziców wobec dzieci oraz konsumpcyjnego stylu życia. </w:t>
      </w:r>
    </w:p>
    <w:p w:rsidR="00EF4EB3" w:rsidRDefault="00EF4EB3" w:rsidP="00197D1F">
      <w:r>
        <w:t xml:space="preserve">Bezradność w sprawach opiekuńczo-wychowawczych i prowadzenia gospodarstwa domowego stanowi czwarty w kolejności powód udzielania świadczeń pomocy społecznej mieszkańcom Gminy Lidzbark Warmiński. W 2015 roku z tego tytułu pomoc otrzymało 78 rodzin, w których żyło 396 osób, natomiast w 2013 roku – 103 rodziny z 479 osobami. </w:t>
      </w:r>
    </w:p>
    <w:p w:rsidR="00EF4EB3" w:rsidRDefault="00EF4EB3" w:rsidP="00197D1F">
      <w:r>
        <w:t xml:space="preserve">Poważnym przejawem dysfunkcji rodziny jest ponadto przemoc w rodzinie. W świetle </w:t>
      </w:r>
      <w:r>
        <w:br/>
        <w:t xml:space="preserve">art. 2 ust. 2 ustawy o przeciwdziałaniu przemocy w rodzinie, oznacza ona jednorazowe albo powtarzające się umyślne działanie lub zaniechanie naruszające prawa lub dobra osobiste osób najbliższych, a także innych osób wspólnie zamieszkujących lub gospodarujących, </w:t>
      </w:r>
      <w:r>
        <w:br/>
        <w:t>w szczególności narażające te osoby na niebezpieczeństwo utraty życia, zdrowia, naruszające ich godność, nietykalność cielesną, wolność, w tym seksualną, powodujące szkody na ich zdrowiu fizycznym lub psychicznym, a także wywołujące cierpienia i krzywdy moralne u osób dotkniętych przemocą. Może ona przyjmować różnorodne formy, w tym m.in. fizyczną, seksualną, psychiczną, ekonomiczną i materialną.</w:t>
      </w:r>
    </w:p>
    <w:p w:rsidR="00EF4EB3" w:rsidRDefault="00EF4EB3" w:rsidP="00197D1F">
      <w:r>
        <w:t xml:space="preserve">Stosowanie przemocy przez jednego z członków rodziny destabilizuje funkcjonowanie całego systemu rodzinnego. Jej skutkiem mogą być nie tylko bezpośrednie szkody w sferze zdrowia fizycznego i psychicznego, ale także długotrwałe negatywne konsekwencje dla rozwoju dzieci. Specyfika tego zjawiska powoduje, iż jest ono trudne do rozpoznania. Niejednokrotnie ofiary trzymają je w tajemnicy ze względu na związek emocjonalny ze sprawcą, obawę przed ostracyzmem społecznym, brak wiary w możliwość zmiany sytuacji czy traktowanie przemocy jako prywatnej sprawy rodziny. </w:t>
      </w:r>
    </w:p>
    <w:p w:rsidR="00EF4EB3" w:rsidRDefault="00EF4EB3" w:rsidP="00197D1F">
      <w:r>
        <w:t xml:space="preserve">Specyfika zjawiska przemocy w rodzinie powoduje, że zbadanie go wymaga analizy danych </w:t>
      </w:r>
      <w:r>
        <w:br/>
        <w:t>i informacji z różnych źródeł. W świetle statystyk GOPS w Lidzbarku Warmińskim w 2015 roku z pomocy społecznej z tytułu przemocy w rodzinie korzystało 5 rodzin, w których żyło 26 osób, w 2014 roku ich liczba wynosiła 7 (38 osób), natomiast w 2013 roku – 20 (60 osób).</w:t>
      </w:r>
    </w:p>
    <w:p w:rsidR="00EF4EB3" w:rsidRDefault="00EF4EB3" w:rsidP="00197D1F">
      <w:r>
        <w:t xml:space="preserve">W przypadku, gdy w rodzinie wystąpi zjawisko przemocy, może zostać wszczęta procedura Niebieskiej Karty. Służy ona rozpoznaniu zaburzeń życia rodzinnego wywołanych przemocą, ułożeniu planu pomocy oraz podjęciu działań interwencyjnych. Do jej realizacji zobligowani są przedstawiciele policji, pomocy społecznej, ochrony zdrowia, oświaty i GKRPA. W 2015 roku do Zespołu Interdyscyplinarnego wpłynęło 25 Niebieskich Kart, przy czym 20 zostało założonych przez funkcjonariuszy policji, 3 przez pracowników socjalnych, a 2 przez pedagogów szkolnych. Z danych Zespołu wynika, że sprawcami przemocy byli przeważnie mężczyźni – mężowie, konkubenci czy dorośli synowie, a jej ofiarami głównie kobiety – żony, konkubiny, matki, dorosłe córki, jednak również dorośli synowie i małe dzieci. Czynnikiem towarzyszącym przemocy w większości przypadków (20) okazywał się alkohol, w pozostałych natomiast konflikty małżeńskie, ataki złości czy choroby psychiczne. W porównaniu do 2014 roku liczba założonych Niebieskich Kart wzrosła o jedną. </w:t>
      </w:r>
    </w:p>
    <w:p w:rsidR="00EF4EB3" w:rsidRDefault="00EF4EB3" w:rsidP="00197D1F">
      <w:pPr>
        <w:pStyle w:val="Heading2"/>
      </w:pPr>
      <w:bookmarkStart w:id="18" w:name="_Toc455144233"/>
      <w:r>
        <w:t>2.4. Uzależnienia</w:t>
      </w:r>
      <w:bookmarkEnd w:id="18"/>
    </w:p>
    <w:p w:rsidR="00EF4EB3" w:rsidRDefault="00EF4EB3" w:rsidP="00197D1F">
      <w:r>
        <w:t xml:space="preserve">W świetle definicji Światowej Organizacji Zdrowia, uzależnienie rozumiane jest jako stan psychiczny i fizyczny, który wynika z interakcji organizmu z substancja psychoaktywną. Charakteryzuje się on zmianami zachowania oraz koniecznością przyjmowania substancji </w:t>
      </w:r>
      <w:r>
        <w:br/>
        <w:t xml:space="preserve">w sposób okresowy bądź ciągły – w celu doświadczania jej wpływu bądź uniknięcia objawów towarzyszących jej brakowi w organizmie. </w:t>
      </w:r>
    </w:p>
    <w:p w:rsidR="00EF4EB3" w:rsidRDefault="00EF4EB3" w:rsidP="00197D1F">
      <w:r>
        <w:t xml:space="preserve">Uzależnienie w kontekście dysfunkcji społecznych należy jednak rozumieć szerzej i dwojako – jako silną i nabytą potrzebę zażywania konkretnych substancji takich jak alkohol (alkoholizm), narkotyki (narkomania) czy lekarstwa (lekomania); bądź wykonywania określonych czynności, jak np. uprawianie hazardu, oglądanie telewizji, korzystanie </w:t>
      </w:r>
      <w:r>
        <w:br/>
        <w:t xml:space="preserve">z Internetu, robienie zakupów, granie w gry komputerowe. W obu tych wymiarach uzależnienie może przynieść negatywne konsekwencje, zaburzając prawidłowe funkcjonowanie psychiczne, fizyczne i społeczne. Niejednokrotnie prowadzi nie tylko do utraty zdrowia, ale także do wykluczenia społecznego, przestępczości oraz problemów </w:t>
      </w:r>
      <w:r>
        <w:br/>
        <w:t>i dysfunkcji w rodzinie.</w:t>
      </w:r>
    </w:p>
    <w:p w:rsidR="00EF4EB3" w:rsidRDefault="00EF4EB3" w:rsidP="00197D1F">
      <w:r>
        <w:t xml:space="preserve">Podobnie jak w przypadku przemocy w rodzinie, również specyfika problemu uzależnień powoduje, że jest ono trudne do zbadania. W świetle statystyk GOPS w Lidzbarku Warmińskim w 2015 roku z pomocy społecznej z tytułu alkoholizmu skorzystało 25 rodzin </w:t>
      </w:r>
      <w:r>
        <w:br/>
        <w:t xml:space="preserve">(74 osoby), natomiast z tytułu narkomanii nikt. W porównaniu do dominujących powodów udzielania świadczeń skala w tym przypadku jest niewielka. Nie wiadomo jednak czy problem nie występuje </w:t>
      </w:r>
      <w:r>
        <w:rPr>
          <w:i/>
        </w:rPr>
        <w:t>pod płaszczykiem</w:t>
      </w:r>
      <w:r>
        <w:t xml:space="preserve"> innych powodów korzystania z pomocy. Niejednokrotnie bowiem bezrobocie czy ubóstwo stanowią jedynie </w:t>
      </w:r>
      <w:r>
        <w:rPr>
          <w:i/>
        </w:rPr>
        <w:t>wierzchołek góry lodowej</w:t>
      </w:r>
      <w:r>
        <w:t xml:space="preserve">, poniżej którego znajdują się nieujawniane dysfunkcje, takie jak alkoholizm, narkomania czy przemoc </w:t>
      </w:r>
      <w:r>
        <w:br/>
        <w:t>w rodzinie.</w:t>
      </w:r>
    </w:p>
    <w:p w:rsidR="00EF4EB3" w:rsidRDefault="00EF4EB3" w:rsidP="00197D1F"/>
    <w:p w:rsidR="00EF4EB3" w:rsidRDefault="00EF4EB3" w:rsidP="00197D1F">
      <w:pPr>
        <w:pStyle w:val="Caption"/>
        <w:jc w:val="center"/>
        <w:rPr>
          <w:rStyle w:val="Strong"/>
          <w:b/>
          <w:bCs/>
          <w:i w:val="0"/>
        </w:rPr>
      </w:pPr>
      <w:r>
        <w:rPr>
          <w:rStyle w:val="Strong"/>
          <w:b/>
          <w:bCs/>
          <w:i w:val="0"/>
        </w:rPr>
        <w:t xml:space="preserve">Wykres </w:t>
      </w:r>
      <w:r>
        <w:rPr>
          <w:rStyle w:val="Strong"/>
          <w:b/>
          <w:bCs/>
          <w:i w:val="0"/>
        </w:rPr>
        <w:fldChar w:fldCharType="begin"/>
      </w:r>
      <w:r>
        <w:rPr>
          <w:rStyle w:val="Strong"/>
          <w:b/>
          <w:bCs/>
          <w:i w:val="0"/>
        </w:rPr>
        <w:instrText xml:space="preserve"> SEQ Wykres \* ARABIC </w:instrText>
      </w:r>
      <w:r>
        <w:rPr>
          <w:rStyle w:val="Strong"/>
          <w:b/>
          <w:bCs/>
          <w:i w:val="0"/>
        </w:rPr>
        <w:fldChar w:fldCharType="separate"/>
      </w:r>
      <w:r>
        <w:rPr>
          <w:rStyle w:val="Strong"/>
          <w:b/>
          <w:bCs/>
          <w:i w:val="0"/>
          <w:noProof/>
        </w:rPr>
        <w:t>7</w:t>
      </w:r>
      <w:r>
        <w:rPr>
          <w:rStyle w:val="Strong"/>
          <w:b/>
          <w:bCs/>
          <w:i w:val="0"/>
        </w:rPr>
        <w:fldChar w:fldCharType="end"/>
      </w:r>
      <w:r>
        <w:rPr>
          <w:rStyle w:val="Strong"/>
          <w:b/>
          <w:bCs/>
          <w:i w:val="0"/>
        </w:rPr>
        <w:t>. Wybrane dane dotyczące działalności GKRPA w latach 2013-2015</w:t>
      </w:r>
    </w:p>
    <w:p w:rsidR="00EF4EB3" w:rsidRDefault="00EF4EB3" w:rsidP="00197D1F">
      <w:pPr>
        <w:pStyle w:val="Caption"/>
      </w:pPr>
      <w:r w:rsidRPr="00C87BAB">
        <w:rPr>
          <w:noProof/>
          <w:lang w:eastAsia="pl-PL"/>
        </w:rPr>
        <w:pict>
          <v:shape id="Wykres 6" o:spid="_x0000_i1031" type="#_x0000_t75" style="width:459pt;height:131.25pt;visibility:visible" o:gfxdata="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">
            <v:imagedata r:id="rId53" o:title="" croptop="-1541f" cropbottom="-2736f" cropleft="-789f" cropright="-9085f"/>
            <o:lock v:ext="edit" aspectratio="f"/>
          </v:shape>
        </w:pict>
      </w:r>
      <w:r>
        <w:t>Źródło: opracowanie własne na podstawie danych GKRPA.</w:t>
      </w:r>
    </w:p>
    <w:p w:rsidR="00EF4EB3" w:rsidRDefault="00EF4EB3" w:rsidP="00197D1F">
      <w:r>
        <w:t xml:space="preserve">Istotnym uzupełnieniem są informacje Gminnej Komisji Rozwiązywania Problemów Alkoholowych. W 2015 roku wpłynęło do niej 41 wniosków w sprawie skierowania na leczenie odwykowe osób nadużywających alkohol. GKRPA skierowała 20 osób na badanie przez lekarza biegłego w celu wydania opinii w przedmiocie uzależnień od alkoholu </w:t>
      </w:r>
      <w:r>
        <w:br/>
        <w:t xml:space="preserve">i wskazania zakładu leczniczego oraz złożyła 26 wniosków do Sądu o wydanie postanowienia o leczeniu odwykowym. W okresie 2013-2015 łączna liczba wniosków, które wpłynęły do GKRPA wyniosła 141, natomiast liczba wniosków do Sądu – 65. </w:t>
      </w:r>
    </w:p>
    <w:p w:rsidR="00EF4EB3" w:rsidRDefault="00EF4EB3" w:rsidP="00197D1F">
      <w:r>
        <w:t>Oficjalne rejestry nie pokazują skali oraz istotności problemu. Picie alkoholu w Polsce traktowane jest jako element wieloletniej tradycji, która na stałe zagościła w naszej kulturze. Tymczasem negatywne wzorce wyniesione z domu lub środowiska lokalnego, łatwa dostępność używek oraz przyzwolenie społeczne na spożywanie alkoholu (np. w formie rozrywki, jako środek na rozładowanie frustracji i agresji) powodują, iż alkoholizm jest często „dziedziczony” w rodzinach. Nałóg dotyka nie tylko dorosłych, ale również młodzież i dzieci, uszczupla budżet domowy, ma destrukcyjny wpływ na życie rodzinne, co w konsekwencji prowadzi do marginalizacji, a nawet wykluczenia społecznego.</w:t>
      </w:r>
    </w:p>
    <w:p w:rsidR="00EF4EB3" w:rsidRDefault="00EF4EB3" w:rsidP="00197D1F"/>
    <w:p w:rsidR="00EF4EB3" w:rsidRDefault="00EF4EB3" w:rsidP="00197D1F">
      <w:pPr>
        <w:pStyle w:val="Heading1"/>
        <w:jc w:val="left"/>
      </w:pPr>
      <w:r>
        <w:rPr>
          <w:b w:val="0"/>
        </w:rPr>
        <w:br w:type="page"/>
      </w:r>
      <w:bookmarkStart w:id="19" w:name="_Toc455144234"/>
      <w:r>
        <w:t>3. Problemy i potrzeby mieszkańców w świetle badań społecznych</w:t>
      </w:r>
      <w:bookmarkEnd w:id="19"/>
    </w:p>
    <w:p w:rsidR="00EF4EB3" w:rsidRDefault="00EF4EB3" w:rsidP="00197D1F">
      <w:pPr>
        <w:pStyle w:val="Heading2"/>
      </w:pPr>
      <w:bookmarkStart w:id="20" w:name="_Toc455144235"/>
      <w:r>
        <w:t>3.1. Charakterystyka respondentów</w:t>
      </w:r>
      <w:bookmarkEnd w:id="20"/>
    </w:p>
    <w:p w:rsidR="00EF4EB3" w:rsidRDefault="00EF4EB3" w:rsidP="00197D1F">
      <w:r>
        <w:t xml:space="preserve">W badaniu ankietowym przeprowadzonym na potrzeby opracowania strategii rozwiązywania problemów społecznych wzięło udział 80 osób od 15 roku życia wzwyż (62 kobiety i 18 mężczyzn) oraz 83 uczniów jednego z gimnazjów (43 dziewczęta i 40 chłopców). Szczegółowe informacje metryczkowe przedstawione poniżej dotyczą jedynie dorosłych respondentów. </w:t>
      </w:r>
    </w:p>
    <w:p w:rsidR="00EF4EB3" w:rsidRDefault="00EF4EB3" w:rsidP="00197D1F">
      <w:r>
        <w:t>Biorąc pod uwagę wiek badanych mieszkańców Gminy Lidzbark Warmiński, największą ich część stanowiły osoby w przedziale od 45 do 59 lat (40,0%), a w dalszej kolejności 30-44 lata (36,3%), 15-29 lat (18,8%) oraz od 60 lat wzwyż (5,0%). Przeważają więc osoby w wieku aktywności zawodowej.</w:t>
      </w:r>
    </w:p>
    <w:p w:rsidR="00EF4EB3" w:rsidRDefault="00EF4EB3" w:rsidP="00197D1F">
      <w:pPr>
        <w:pStyle w:val="Caption"/>
        <w:jc w:val="center"/>
        <w:rPr>
          <w:rStyle w:val="Strong"/>
          <w:b/>
          <w:bCs/>
          <w:i w:val="0"/>
        </w:rPr>
      </w:pPr>
      <w:r>
        <w:rPr>
          <w:rStyle w:val="Strong"/>
          <w:b/>
          <w:bCs/>
          <w:i w:val="0"/>
        </w:rPr>
        <w:t xml:space="preserve">Wykres </w:t>
      </w:r>
      <w:r>
        <w:rPr>
          <w:rStyle w:val="Strong"/>
          <w:b/>
          <w:bCs/>
          <w:i w:val="0"/>
        </w:rPr>
        <w:fldChar w:fldCharType="begin"/>
      </w:r>
      <w:r>
        <w:rPr>
          <w:rStyle w:val="Strong"/>
          <w:b/>
          <w:bCs/>
          <w:i w:val="0"/>
        </w:rPr>
        <w:instrText xml:space="preserve"> SEQ Wykres \* ARABIC </w:instrText>
      </w:r>
      <w:r>
        <w:rPr>
          <w:rStyle w:val="Strong"/>
          <w:b/>
          <w:bCs/>
          <w:i w:val="0"/>
        </w:rPr>
        <w:fldChar w:fldCharType="separate"/>
      </w:r>
      <w:r>
        <w:rPr>
          <w:rStyle w:val="Strong"/>
          <w:b/>
          <w:bCs/>
          <w:i w:val="0"/>
          <w:noProof/>
        </w:rPr>
        <w:t>8</w:t>
      </w:r>
      <w:r>
        <w:rPr>
          <w:rStyle w:val="Strong"/>
          <w:b/>
          <w:bCs/>
          <w:i w:val="0"/>
        </w:rPr>
        <w:fldChar w:fldCharType="end"/>
      </w:r>
      <w:r>
        <w:rPr>
          <w:rStyle w:val="Strong"/>
          <w:b/>
          <w:bCs/>
          <w:i w:val="0"/>
        </w:rPr>
        <w:t>. Respondenci badania ankietowego według wieku (n=80)</w:t>
      </w:r>
    </w:p>
    <w:p w:rsidR="00EF4EB3" w:rsidRDefault="00EF4EB3" w:rsidP="00197D1F">
      <w:pPr>
        <w:pStyle w:val="Caption"/>
      </w:pPr>
      <w:r w:rsidRPr="00C87BAB">
        <w:rPr>
          <w:noProof/>
          <w:lang w:eastAsia="pl-PL"/>
        </w:rPr>
        <w:pict>
          <v:shape id="Wykres 5" o:spid="_x0000_i1032" type="#_x0000_t75" style="width:452.25pt;height:124.5pt;visibility:visible" o:gfxdata="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">
            <v:imagedata r:id="rId54" o:title="" cropbottom="-185f" cropright="-14f"/>
            <o:lock v:ext="edit" aspectratio="f"/>
          </v:shape>
        </w:pict>
      </w:r>
      <w:r>
        <w:t>Źródło: opracowanie własne.</w:t>
      </w:r>
    </w:p>
    <w:p w:rsidR="00EF4EB3" w:rsidRDefault="00EF4EB3" w:rsidP="00197D1F">
      <w:r>
        <w:t xml:space="preserve">Czynnikiem różnicującym respondentów jest ich wykształcenie. Największy odsetek, sięgający 27,5% to osoby, które ukończyły szkołę zasadniczą zawodową; 26,3% posiada wykształcenie gimnazjalne bądź niższe, natomiast 25,0% legitymuje się dyplomem ukończenia wyższej uczelni. </w:t>
      </w:r>
    </w:p>
    <w:p w:rsidR="00EF4EB3" w:rsidRDefault="00EF4EB3" w:rsidP="00197D1F">
      <w:pPr>
        <w:pStyle w:val="Caption"/>
        <w:keepNext/>
        <w:jc w:val="center"/>
        <w:rPr>
          <w:rStyle w:val="Strong"/>
          <w:b/>
          <w:bCs/>
          <w:i w:val="0"/>
        </w:rPr>
      </w:pPr>
      <w:r>
        <w:rPr>
          <w:rStyle w:val="Strong"/>
          <w:b/>
          <w:bCs/>
          <w:i w:val="0"/>
        </w:rPr>
        <w:t xml:space="preserve">Tabela </w:t>
      </w:r>
      <w:r>
        <w:rPr>
          <w:rStyle w:val="Strong"/>
          <w:b/>
          <w:bCs/>
          <w:i w:val="0"/>
        </w:rPr>
        <w:fldChar w:fldCharType="begin"/>
      </w:r>
      <w:r>
        <w:rPr>
          <w:rStyle w:val="Strong"/>
          <w:b/>
          <w:bCs/>
          <w:i w:val="0"/>
        </w:rPr>
        <w:instrText xml:space="preserve"> SEQ Tabela \* ARABIC </w:instrText>
      </w:r>
      <w:r>
        <w:rPr>
          <w:rStyle w:val="Strong"/>
          <w:b/>
          <w:bCs/>
          <w:i w:val="0"/>
        </w:rPr>
        <w:fldChar w:fldCharType="separate"/>
      </w:r>
      <w:r>
        <w:rPr>
          <w:rStyle w:val="Strong"/>
          <w:b/>
          <w:bCs/>
          <w:i w:val="0"/>
          <w:noProof/>
        </w:rPr>
        <w:t>8</w:t>
      </w:r>
      <w:r>
        <w:rPr>
          <w:rStyle w:val="Strong"/>
          <w:b/>
          <w:bCs/>
          <w:i w:val="0"/>
        </w:rPr>
        <w:fldChar w:fldCharType="end"/>
      </w:r>
      <w:r>
        <w:rPr>
          <w:rStyle w:val="Strong"/>
          <w:b/>
          <w:bCs/>
          <w:i w:val="0"/>
        </w:rPr>
        <w:t>. Respondenci według statusu zawodowego i wykształcenia</w:t>
      </w:r>
    </w:p>
    <w:tbl>
      <w:tblPr>
        <w:tblW w:w="7281"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3603"/>
        <w:gridCol w:w="1805"/>
        <w:gridCol w:w="1873"/>
      </w:tblGrid>
      <w:tr w:rsidR="00EF4EB3" w:rsidTr="00197D1F">
        <w:trPr>
          <w:trHeight w:val="261"/>
          <w:jc w:val="center"/>
        </w:trPr>
        <w:tc>
          <w:tcPr>
            <w:tcW w:w="3603" w:type="dxa"/>
          </w:tcPr>
          <w:p w:rsidR="00EF4EB3" w:rsidRDefault="00EF4EB3">
            <w:pPr>
              <w:spacing w:after="0"/>
              <w:jc w:val="center"/>
              <w:rPr>
                <w:color w:val="000000"/>
                <w:szCs w:val="20"/>
                <w:lang w:eastAsia="pl-PL"/>
              </w:rPr>
            </w:pPr>
            <w:r>
              <w:rPr>
                <w:b/>
                <w:bCs/>
                <w:color w:val="000000"/>
                <w:sz w:val="20"/>
                <w:szCs w:val="20"/>
                <w:lang w:eastAsia="pl-PL"/>
              </w:rPr>
              <w:t>Wyszczególnienie</w:t>
            </w:r>
          </w:p>
        </w:tc>
        <w:tc>
          <w:tcPr>
            <w:tcW w:w="1805" w:type="dxa"/>
            <w:noWrap/>
          </w:tcPr>
          <w:p w:rsidR="00EF4EB3" w:rsidRDefault="00EF4EB3">
            <w:pPr>
              <w:spacing w:after="0"/>
              <w:jc w:val="center"/>
              <w:rPr>
                <w:b/>
                <w:color w:val="000000"/>
                <w:sz w:val="20"/>
                <w:szCs w:val="20"/>
                <w:lang w:eastAsia="pl-PL"/>
              </w:rPr>
            </w:pPr>
            <w:r>
              <w:rPr>
                <w:b/>
                <w:color w:val="000000"/>
                <w:sz w:val="20"/>
                <w:szCs w:val="20"/>
                <w:lang w:eastAsia="pl-PL"/>
              </w:rPr>
              <w:t>Liczba</w:t>
            </w:r>
          </w:p>
        </w:tc>
        <w:tc>
          <w:tcPr>
            <w:tcW w:w="1873" w:type="dxa"/>
            <w:noWrap/>
          </w:tcPr>
          <w:p w:rsidR="00EF4EB3" w:rsidRDefault="00EF4EB3">
            <w:pPr>
              <w:spacing w:after="0"/>
              <w:jc w:val="center"/>
              <w:rPr>
                <w:b/>
                <w:color w:val="000000"/>
                <w:sz w:val="20"/>
                <w:szCs w:val="20"/>
                <w:lang w:eastAsia="pl-PL"/>
              </w:rPr>
            </w:pPr>
            <w:r>
              <w:rPr>
                <w:b/>
                <w:color w:val="000000"/>
                <w:sz w:val="20"/>
                <w:szCs w:val="20"/>
                <w:lang w:eastAsia="pl-PL"/>
              </w:rPr>
              <w:t>%</w:t>
            </w:r>
          </w:p>
        </w:tc>
      </w:tr>
      <w:tr w:rsidR="00EF4EB3" w:rsidTr="00197D1F">
        <w:trPr>
          <w:trHeight w:val="261"/>
          <w:jc w:val="center"/>
        </w:trPr>
        <w:tc>
          <w:tcPr>
            <w:tcW w:w="7281" w:type="dxa"/>
            <w:gridSpan w:val="3"/>
            <w:noWrap/>
          </w:tcPr>
          <w:p w:rsidR="00EF4EB3" w:rsidRDefault="00EF4EB3">
            <w:pPr>
              <w:spacing w:after="0"/>
              <w:jc w:val="center"/>
              <w:rPr>
                <w:b/>
                <w:color w:val="000000"/>
                <w:sz w:val="20"/>
                <w:szCs w:val="20"/>
                <w:lang w:eastAsia="pl-PL"/>
              </w:rPr>
            </w:pPr>
            <w:r>
              <w:rPr>
                <w:b/>
                <w:color w:val="000000"/>
                <w:sz w:val="20"/>
                <w:szCs w:val="20"/>
                <w:lang w:eastAsia="pl-PL"/>
              </w:rPr>
              <w:t>Status edukacyjny i zawodowy</w:t>
            </w:r>
          </w:p>
        </w:tc>
      </w:tr>
      <w:tr w:rsidR="00EF4EB3" w:rsidTr="00197D1F">
        <w:trPr>
          <w:trHeight w:val="241"/>
          <w:jc w:val="center"/>
        </w:trPr>
        <w:tc>
          <w:tcPr>
            <w:tcW w:w="3603" w:type="dxa"/>
            <w:noWrap/>
          </w:tcPr>
          <w:p w:rsidR="00EF4EB3" w:rsidRDefault="00EF4EB3">
            <w:pPr>
              <w:spacing w:after="0"/>
              <w:rPr>
                <w:b/>
                <w:bCs/>
                <w:color w:val="000000"/>
                <w:sz w:val="20"/>
                <w:szCs w:val="20"/>
                <w:lang w:eastAsia="pl-PL"/>
              </w:rPr>
            </w:pPr>
            <w:r>
              <w:rPr>
                <w:bCs/>
                <w:color w:val="000000"/>
                <w:sz w:val="20"/>
                <w:szCs w:val="20"/>
                <w:lang w:eastAsia="pl-PL"/>
              </w:rPr>
              <w:t>Student</w:t>
            </w:r>
          </w:p>
        </w:tc>
        <w:tc>
          <w:tcPr>
            <w:tcW w:w="1805" w:type="dxa"/>
            <w:noWrap/>
          </w:tcPr>
          <w:p w:rsidR="00EF4EB3" w:rsidRDefault="00EF4EB3">
            <w:pPr>
              <w:spacing w:after="0"/>
              <w:jc w:val="center"/>
              <w:rPr>
                <w:color w:val="000000"/>
                <w:sz w:val="20"/>
                <w:szCs w:val="20"/>
                <w:lang w:eastAsia="pl-PL"/>
              </w:rPr>
            </w:pPr>
            <w:r>
              <w:rPr>
                <w:color w:val="000000"/>
                <w:sz w:val="20"/>
                <w:szCs w:val="20"/>
              </w:rPr>
              <w:t>2</w:t>
            </w:r>
          </w:p>
        </w:tc>
        <w:tc>
          <w:tcPr>
            <w:tcW w:w="1873" w:type="dxa"/>
            <w:noWrap/>
          </w:tcPr>
          <w:p w:rsidR="00EF4EB3" w:rsidRDefault="00EF4EB3">
            <w:pPr>
              <w:spacing w:after="0"/>
              <w:jc w:val="center"/>
              <w:rPr>
                <w:color w:val="000000"/>
                <w:sz w:val="20"/>
                <w:szCs w:val="20"/>
              </w:rPr>
            </w:pPr>
            <w:r>
              <w:rPr>
                <w:color w:val="000000"/>
                <w:sz w:val="20"/>
                <w:szCs w:val="20"/>
              </w:rPr>
              <w:t>2,5%</w:t>
            </w:r>
          </w:p>
        </w:tc>
      </w:tr>
      <w:tr w:rsidR="00EF4EB3" w:rsidTr="00197D1F">
        <w:trPr>
          <w:trHeight w:val="261"/>
          <w:jc w:val="center"/>
        </w:trPr>
        <w:tc>
          <w:tcPr>
            <w:tcW w:w="3603" w:type="dxa"/>
            <w:noWrap/>
          </w:tcPr>
          <w:p w:rsidR="00EF4EB3" w:rsidRDefault="00EF4EB3">
            <w:pPr>
              <w:spacing w:after="0"/>
              <w:rPr>
                <w:b/>
                <w:bCs/>
                <w:color w:val="000000"/>
                <w:sz w:val="20"/>
                <w:szCs w:val="20"/>
                <w:lang w:eastAsia="pl-PL"/>
              </w:rPr>
            </w:pPr>
            <w:r>
              <w:rPr>
                <w:bCs/>
                <w:color w:val="000000"/>
                <w:sz w:val="20"/>
                <w:szCs w:val="20"/>
                <w:lang w:eastAsia="pl-PL"/>
              </w:rPr>
              <w:t>Pracownik najemny</w:t>
            </w:r>
          </w:p>
        </w:tc>
        <w:tc>
          <w:tcPr>
            <w:tcW w:w="1805" w:type="dxa"/>
            <w:noWrap/>
          </w:tcPr>
          <w:p w:rsidR="00EF4EB3" w:rsidRDefault="00EF4EB3">
            <w:pPr>
              <w:spacing w:after="0"/>
              <w:jc w:val="center"/>
              <w:rPr>
                <w:color w:val="000000"/>
                <w:sz w:val="20"/>
                <w:szCs w:val="20"/>
              </w:rPr>
            </w:pPr>
            <w:r>
              <w:rPr>
                <w:color w:val="000000"/>
                <w:sz w:val="20"/>
                <w:szCs w:val="20"/>
              </w:rPr>
              <w:t>31</w:t>
            </w:r>
          </w:p>
        </w:tc>
        <w:tc>
          <w:tcPr>
            <w:tcW w:w="1873" w:type="dxa"/>
            <w:noWrap/>
          </w:tcPr>
          <w:p w:rsidR="00EF4EB3" w:rsidRDefault="00EF4EB3">
            <w:pPr>
              <w:spacing w:after="0"/>
              <w:jc w:val="center"/>
              <w:rPr>
                <w:color w:val="000000"/>
                <w:sz w:val="20"/>
                <w:szCs w:val="20"/>
              </w:rPr>
            </w:pPr>
            <w:r>
              <w:rPr>
                <w:color w:val="000000"/>
                <w:sz w:val="20"/>
                <w:szCs w:val="20"/>
              </w:rPr>
              <w:t>38,8%</w:t>
            </w:r>
          </w:p>
        </w:tc>
      </w:tr>
      <w:tr w:rsidR="00EF4EB3" w:rsidTr="00197D1F">
        <w:trPr>
          <w:trHeight w:val="261"/>
          <w:jc w:val="center"/>
        </w:trPr>
        <w:tc>
          <w:tcPr>
            <w:tcW w:w="3603" w:type="dxa"/>
            <w:noWrap/>
          </w:tcPr>
          <w:p w:rsidR="00EF4EB3" w:rsidRDefault="00EF4EB3">
            <w:pPr>
              <w:spacing w:after="0"/>
              <w:rPr>
                <w:b/>
                <w:bCs/>
                <w:color w:val="000000"/>
                <w:sz w:val="20"/>
                <w:szCs w:val="20"/>
                <w:lang w:eastAsia="pl-PL"/>
              </w:rPr>
            </w:pPr>
            <w:r>
              <w:rPr>
                <w:bCs/>
                <w:color w:val="000000"/>
                <w:sz w:val="20"/>
                <w:szCs w:val="20"/>
                <w:lang w:eastAsia="pl-PL"/>
              </w:rPr>
              <w:t>Własna działalność gospodarcza</w:t>
            </w:r>
          </w:p>
        </w:tc>
        <w:tc>
          <w:tcPr>
            <w:tcW w:w="1805" w:type="dxa"/>
            <w:noWrap/>
          </w:tcPr>
          <w:p w:rsidR="00EF4EB3" w:rsidRDefault="00EF4EB3">
            <w:pPr>
              <w:spacing w:after="0"/>
              <w:jc w:val="center"/>
              <w:rPr>
                <w:color w:val="000000"/>
                <w:sz w:val="20"/>
                <w:szCs w:val="20"/>
              </w:rPr>
            </w:pPr>
            <w:r>
              <w:rPr>
                <w:color w:val="000000"/>
                <w:sz w:val="20"/>
                <w:szCs w:val="20"/>
              </w:rPr>
              <w:t>4</w:t>
            </w:r>
          </w:p>
        </w:tc>
        <w:tc>
          <w:tcPr>
            <w:tcW w:w="1873" w:type="dxa"/>
            <w:noWrap/>
          </w:tcPr>
          <w:p w:rsidR="00EF4EB3" w:rsidRDefault="00EF4EB3">
            <w:pPr>
              <w:spacing w:after="0"/>
              <w:jc w:val="center"/>
              <w:rPr>
                <w:color w:val="000000"/>
                <w:sz w:val="20"/>
                <w:szCs w:val="20"/>
              </w:rPr>
            </w:pPr>
            <w:r>
              <w:rPr>
                <w:color w:val="000000"/>
                <w:sz w:val="20"/>
                <w:szCs w:val="20"/>
              </w:rPr>
              <w:t>5,0%</w:t>
            </w:r>
          </w:p>
        </w:tc>
      </w:tr>
      <w:tr w:rsidR="00EF4EB3" w:rsidTr="00197D1F">
        <w:trPr>
          <w:trHeight w:val="261"/>
          <w:jc w:val="center"/>
        </w:trPr>
        <w:tc>
          <w:tcPr>
            <w:tcW w:w="3603" w:type="dxa"/>
            <w:noWrap/>
          </w:tcPr>
          <w:p w:rsidR="00EF4EB3" w:rsidRDefault="00EF4EB3">
            <w:pPr>
              <w:spacing w:after="0"/>
              <w:rPr>
                <w:b/>
                <w:bCs/>
                <w:color w:val="000000"/>
                <w:sz w:val="20"/>
                <w:szCs w:val="20"/>
                <w:lang w:eastAsia="pl-PL"/>
              </w:rPr>
            </w:pPr>
            <w:r>
              <w:rPr>
                <w:bCs/>
                <w:color w:val="000000"/>
                <w:sz w:val="20"/>
                <w:szCs w:val="20"/>
                <w:lang w:eastAsia="pl-PL"/>
              </w:rPr>
              <w:t>Emeryt(ka)/rencista(ka)</w:t>
            </w:r>
          </w:p>
        </w:tc>
        <w:tc>
          <w:tcPr>
            <w:tcW w:w="1805" w:type="dxa"/>
            <w:noWrap/>
          </w:tcPr>
          <w:p w:rsidR="00EF4EB3" w:rsidRDefault="00EF4EB3">
            <w:pPr>
              <w:spacing w:after="0"/>
              <w:jc w:val="center"/>
              <w:rPr>
                <w:color w:val="000000"/>
                <w:sz w:val="20"/>
                <w:szCs w:val="20"/>
              </w:rPr>
            </w:pPr>
            <w:r>
              <w:rPr>
                <w:color w:val="000000"/>
                <w:sz w:val="20"/>
                <w:szCs w:val="20"/>
              </w:rPr>
              <w:t>10</w:t>
            </w:r>
          </w:p>
        </w:tc>
        <w:tc>
          <w:tcPr>
            <w:tcW w:w="1873" w:type="dxa"/>
            <w:noWrap/>
          </w:tcPr>
          <w:p w:rsidR="00EF4EB3" w:rsidRDefault="00EF4EB3">
            <w:pPr>
              <w:spacing w:after="0"/>
              <w:jc w:val="center"/>
              <w:rPr>
                <w:color w:val="000000"/>
                <w:sz w:val="20"/>
                <w:szCs w:val="20"/>
              </w:rPr>
            </w:pPr>
            <w:r>
              <w:rPr>
                <w:color w:val="000000"/>
                <w:sz w:val="20"/>
                <w:szCs w:val="20"/>
              </w:rPr>
              <w:t>12,5%</w:t>
            </w:r>
          </w:p>
        </w:tc>
      </w:tr>
      <w:tr w:rsidR="00EF4EB3" w:rsidTr="00197D1F">
        <w:trPr>
          <w:trHeight w:val="261"/>
          <w:jc w:val="center"/>
        </w:trPr>
        <w:tc>
          <w:tcPr>
            <w:tcW w:w="3603" w:type="dxa"/>
            <w:noWrap/>
          </w:tcPr>
          <w:p w:rsidR="00EF4EB3" w:rsidRDefault="00EF4EB3">
            <w:pPr>
              <w:spacing w:after="0"/>
              <w:rPr>
                <w:b/>
                <w:bCs/>
                <w:color w:val="000000"/>
                <w:sz w:val="20"/>
                <w:szCs w:val="20"/>
                <w:lang w:eastAsia="pl-PL"/>
              </w:rPr>
            </w:pPr>
            <w:r>
              <w:rPr>
                <w:bCs/>
                <w:color w:val="000000"/>
                <w:sz w:val="20"/>
                <w:szCs w:val="20"/>
                <w:lang w:eastAsia="pl-PL"/>
              </w:rPr>
              <w:t>Rolnik</w:t>
            </w:r>
          </w:p>
        </w:tc>
        <w:tc>
          <w:tcPr>
            <w:tcW w:w="1805" w:type="dxa"/>
            <w:noWrap/>
          </w:tcPr>
          <w:p w:rsidR="00EF4EB3" w:rsidRDefault="00EF4EB3">
            <w:pPr>
              <w:spacing w:after="0"/>
              <w:jc w:val="center"/>
              <w:rPr>
                <w:color w:val="000000"/>
                <w:sz w:val="20"/>
                <w:szCs w:val="20"/>
              </w:rPr>
            </w:pPr>
            <w:r>
              <w:rPr>
                <w:color w:val="000000"/>
                <w:sz w:val="20"/>
                <w:szCs w:val="20"/>
              </w:rPr>
              <w:t>5</w:t>
            </w:r>
          </w:p>
        </w:tc>
        <w:tc>
          <w:tcPr>
            <w:tcW w:w="1873" w:type="dxa"/>
            <w:noWrap/>
          </w:tcPr>
          <w:p w:rsidR="00EF4EB3" w:rsidRDefault="00EF4EB3">
            <w:pPr>
              <w:spacing w:after="0"/>
              <w:jc w:val="center"/>
              <w:rPr>
                <w:color w:val="000000"/>
                <w:sz w:val="20"/>
                <w:szCs w:val="20"/>
              </w:rPr>
            </w:pPr>
            <w:r>
              <w:rPr>
                <w:color w:val="000000"/>
                <w:sz w:val="20"/>
                <w:szCs w:val="20"/>
              </w:rPr>
              <w:t>6,3%</w:t>
            </w:r>
          </w:p>
        </w:tc>
      </w:tr>
      <w:tr w:rsidR="00EF4EB3" w:rsidTr="00197D1F">
        <w:trPr>
          <w:trHeight w:val="261"/>
          <w:jc w:val="center"/>
        </w:trPr>
        <w:tc>
          <w:tcPr>
            <w:tcW w:w="3603" w:type="dxa"/>
            <w:noWrap/>
          </w:tcPr>
          <w:p w:rsidR="00EF4EB3" w:rsidRDefault="00EF4EB3">
            <w:pPr>
              <w:spacing w:after="0"/>
              <w:rPr>
                <w:b/>
                <w:bCs/>
                <w:color w:val="000000"/>
                <w:sz w:val="20"/>
                <w:szCs w:val="20"/>
                <w:lang w:eastAsia="pl-PL"/>
              </w:rPr>
            </w:pPr>
            <w:r>
              <w:rPr>
                <w:bCs/>
                <w:color w:val="000000"/>
                <w:sz w:val="20"/>
                <w:szCs w:val="20"/>
                <w:lang w:eastAsia="pl-PL"/>
              </w:rPr>
              <w:t>Niepracujący/a - bezrobotny/a</w:t>
            </w:r>
          </w:p>
        </w:tc>
        <w:tc>
          <w:tcPr>
            <w:tcW w:w="1805" w:type="dxa"/>
            <w:noWrap/>
          </w:tcPr>
          <w:p w:rsidR="00EF4EB3" w:rsidRDefault="00EF4EB3">
            <w:pPr>
              <w:spacing w:after="0"/>
              <w:jc w:val="center"/>
              <w:rPr>
                <w:color w:val="000000"/>
                <w:sz w:val="20"/>
                <w:szCs w:val="20"/>
              </w:rPr>
            </w:pPr>
            <w:r>
              <w:rPr>
                <w:color w:val="000000"/>
                <w:sz w:val="20"/>
                <w:szCs w:val="20"/>
              </w:rPr>
              <w:t>28</w:t>
            </w:r>
          </w:p>
        </w:tc>
        <w:tc>
          <w:tcPr>
            <w:tcW w:w="1873" w:type="dxa"/>
            <w:noWrap/>
          </w:tcPr>
          <w:p w:rsidR="00EF4EB3" w:rsidRDefault="00EF4EB3">
            <w:pPr>
              <w:spacing w:after="0"/>
              <w:jc w:val="center"/>
              <w:rPr>
                <w:color w:val="000000"/>
                <w:sz w:val="20"/>
                <w:szCs w:val="20"/>
              </w:rPr>
            </w:pPr>
            <w:r>
              <w:rPr>
                <w:color w:val="000000"/>
                <w:sz w:val="20"/>
                <w:szCs w:val="20"/>
              </w:rPr>
              <w:t>35,0%</w:t>
            </w:r>
          </w:p>
        </w:tc>
      </w:tr>
      <w:tr w:rsidR="00EF4EB3" w:rsidTr="00197D1F">
        <w:trPr>
          <w:trHeight w:val="261"/>
          <w:jc w:val="center"/>
        </w:trPr>
        <w:tc>
          <w:tcPr>
            <w:tcW w:w="3603" w:type="dxa"/>
            <w:noWrap/>
          </w:tcPr>
          <w:p w:rsidR="00EF4EB3" w:rsidRDefault="00EF4EB3">
            <w:pPr>
              <w:spacing w:after="0"/>
              <w:jc w:val="left"/>
              <w:rPr>
                <w:b/>
                <w:bCs/>
                <w:color w:val="000000"/>
                <w:sz w:val="20"/>
                <w:szCs w:val="20"/>
                <w:lang w:eastAsia="pl-PL"/>
              </w:rPr>
            </w:pPr>
            <w:r>
              <w:rPr>
                <w:b/>
                <w:bCs/>
                <w:color w:val="000000"/>
                <w:sz w:val="20"/>
                <w:szCs w:val="20"/>
                <w:lang w:eastAsia="pl-PL"/>
              </w:rPr>
              <w:t>Razem</w:t>
            </w:r>
          </w:p>
        </w:tc>
        <w:tc>
          <w:tcPr>
            <w:tcW w:w="1805" w:type="dxa"/>
            <w:noWrap/>
          </w:tcPr>
          <w:p w:rsidR="00EF4EB3" w:rsidRDefault="00EF4EB3">
            <w:pPr>
              <w:spacing w:after="0"/>
              <w:jc w:val="center"/>
              <w:rPr>
                <w:b/>
                <w:color w:val="000000"/>
                <w:sz w:val="20"/>
                <w:szCs w:val="20"/>
                <w:lang w:eastAsia="pl-PL"/>
              </w:rPr>
            </w:pPr>
            <w:r>
              <w:rPr>
                <w:b/>
                <w:color w:val="000000"/>
                <w:sz w:val="20"/>
                <w:szCs w:val="20"/>
                <w:lang w:eastAsia="pl-PL"/>
              </w:rPr>
              <w:t>80</w:t>
            </w:r>
          </w:p>
        </w:tc>
        <w:tc>
          <w:tcPr>
            <w:tcW w:w="1873" w:type="dxa"/>
            <w:noWrap/>
          </w:tcPr>
          <w:p w:rsidR="00EF4EB3" w:rsidRDefault="00EF4EB3">
            <w:pPr>
              <w:spacing w:after="0"/>
              <w:jc w:val="center"/>
              <w:rPr>
                <w:b/>
                <w:color w:val="000000"/>
                <w:sz w:val="20"/>
                <w:szCs w:val="20"/>
                <w:lang w:eastAsia="pl-PL"/>
              </w:rPr>
            </w:pPr>
            <w:r>
              <w:rPr>
                <w:b/>
                <w:color w:val="000000"/>
                <w:sz w:val="20"/>
                <w:szCs w:val="20"/>
                <w:lang w:eastAsia="pl-PL"/>
              </w:rPr>
              <w:t>100,0%</w:t>
            </w:r>
          </w:p>
        </w:tc>
      </w:tr>
      <w:tr w:rsidR="00EF4EB3" w:rsidTr="00197D1F">
        <w:trPr>
          <w:trHeight w:val="261"/>
          <w:jc w:val="center"/>
        </w:trPr>
        <w:tc>
          <w:tcPr>
            <w:tcW w:w="7281" w:type="dxa"/>
            <w:gridSpan w:val="3"/>
            <w:noWrap/>
          </w:tcPr>
          <w:p w:rsidR="00EF4EB3" w:rsidRDefault="00EF4EB3">
            <w:pPr>
              <w:spacing w:after="0"/>
              <w:jc w:val="center"/>
              <w:rPr>
                <w:b/>
                <w:color w:val="000000"/>
                <w:sz w:val="20"/>
                <w:szCs w:val="20"/>
                <w:lang w:eastAsia="pl-PL"/>
              </w:rPr>
            </w:pPr>
            <w:r>
              <w:rPr>
                <w:b/>
                <w:color w:val="000000"/>
                <w:sz w:val="20"/>
                <w:szCs w:val="20"/>
                <w:lang w:eastAsia="pl-PL"/>
              </w:rPr>
              <w:t>Wykształcenie</w:t>
            </w:r>
          </w:p>
        </w:tc>
      </w:tr>
      <w:tr w:rsidR="00EF4EB3" w:rsidTr="00197D1F">
        <w:trPr>
          <w:trHeight w:val="261"/>
          <w:jc w:val="center"/>
        </w:trPr>
        <w:tc>
          <w:tcPr>
            <w:tcW w:w="3603" w:type="dxa"/>
            <w:noWrap/>
          </w:tcPr>
          <w:p w:rsidR="00EF4EB3" w:rsidRDefault="00EF4EB3">
            <w:pPr>
              <w:spacing w:after="0"/>
              <w:rPr>
                <w:b/>
                <w:bCs/>
                <w:color w:val="000000"/>
                <w:sz w:val="20"/>
                <w:szCs w:val="20"/>
                <w:lang w:eastAsia="pl-PL"/>
              </w:rPr>
            </w:pPr>
            <w:r>
              <w:rPr>
                <w:bCs/>
                <w:color w:val="000000"/>
                <w:sz w:val="20"/>
                <w:szCs w:val="20"/>
                <w:lang w:eastAsia="pl-PL"/>
              </w:rPr>
              <w:t>Wyższe</w:t>
            </w:r>
          </w:p>
        </w:tc>
        <w:tc>
          <w:tcPr>
            <w:tcW w:w="1805" w:type="dxa"/>
            <w:noWrap/>
          </w:tcPr>
          <w:p w:rsidR="00EF4EB3" w:rsidRDefault="00EF4EB3">
            <w:pPr>
              <w:spacing w:after="0"/>
              <w:jc w:val="center"/>
              <w:rPr>
                <w:color w:val="000000"/>
                <w:sz w:val="20"/>
                <w:szCs w:val="20"/>
                <w:lang w:eastAsia="pl-PL"/>
              </w:rPr>
            </w:pPr>
            <w:r>
              <w:rPr>
                <w:color w:val="000000"/>
                <w:sz w:val="20"/>
                <w:szCs w:val="20"/>
              </w:rPr>
              <w:t>20</w:t>
            </w:r>
          </w:p>
        </w:tc>
        <w:tc>
          <w:tcPr>
            <w:tcW w:w="1873" w:type="dxa"/>
            <w:noWrap/>
          </w:tcPr>
          <w:p w:rsidR="00EF4EB3" w:rsidRDefault="00EF4EB3">
            <w:pPr>
              <w:spacing w:after="0"/>
              <w:jc w:val="center"/>
              <w:rPr>
                <w:color w:val="000000"/>
                <w:sz w:val="20"/>
                <w:szCs w:val="20"/>
              </w:rPr>
            </w:pPr>
            <w:r>
              <w:rPr>
                <w:color w:val="000000"/>
                <w:sz w:val="20"/>
                <w:szCs w:val="20"/>
              </w:rPr>
              <w:t>25,0%</w:t>
            </w:r>
          </w:p>
        </w:tc>
      </w:tr>
      <w:tr w:rsidR="00EF4EB3" w:rsidTr="00197D1F">
        <w:trPr>
          <w:trHeight w:val="261"/>
          <w:jc w:val="center"/>
        </w:trPr>
        <w:tc>
          <w:tcPr>
            <w:tcW w:w="3603" w:type="dxa"/>
            <w:noWrap/>
          </w:tcPr>
          <w:p w:rsidR="00EF4EB3" w:rsidRDefault="00EF4EB3">
            <w:pPr>
              <w:spacing w:after="0"/>
              <w:rPr>
                <w:b/>
                <w:bCs/>
                <w:color w:val="000000"/>
                <w:sz w:val="20"/>
                <w:szCs w:val="20"/>
                <w:lang w:eastAsia="pl-PL"/>
              </w:rPr>
            </w:pPr>
            <w:r>
              <w:rPr>
                <w:bCs/>
                <w:color w:val="000000"/>
                <w:sz w:val="20"/>
                <w:szCs w:val="20"/>
                <w:lang w:eastAsia="pl-PL"/>
              </w:rPr>
              <w:t xml:space="preserve">Policealne </w:t>
            </w:r>
          </w:p>
        </w:tc>
        <w:tc>
          <w:tcPr>
            <w:tcW w:w="1805" w:type="dxa"/>
            <w:noWrap/>
          </w:tcPr>
          <w:p w:rsidR="00EF4EB3" w:rsidRDefault="00EF4EB3">
            <w:pPr>
              <w:spacing w:after="0"/>
              <w:jc w:val="center"/>
              <w:rPr>
                <w:color w:val="000000"/>
                <w:sz w:val="20"/>
                <w:szCs w:val="20"/>
              </w:rPr>
            </w:pPr>
            <w:r>
              <w:rPr>
                <w:color w:val="000000"/>
                <w:sz w:val="20"/>
                <w:szCs w:val="20"/>
              </w:rPr>
              <w:t>5</w:t>
            </w:r>
          </w:p>
        </w:tc>
        <w:tc>
          <w:tcPr>
            <w:tcW w:w="1873" w:type="dxa"/>
            <w:noWrap/>
          </w:tcPr>
          <w:p w:rsidR="00EF4EB3" w:rsidRDefault="00EF4EB3">
            <w:pPr>
              <w:spacing w:after="0"/>
              <w:jc w:val="center"/>
              <w:rPr>
                <w:color w:val="000000"/>
                <w:sz w:val="20"/>
                <w:szCs w:val="20"/>
              </w:rPr>
            </w:pPr>
            <w:r>
              <w:rPr>
                <w:color w:val="000000"/>
                <w:sz w:val="20"/>
                <w:szCs w:val="20"/>
              </w:rPr>
              <w:t>6,3%</w:t>
            </w:r>
          </w:p>
        </w:tc>
      </w:tr>
      <w:tr w:rsidR="00EF4EB3" w:rsidTr="00197D1F">
        <w:trPr>
          <w:trHeight w:val="261"/>
          <w:jc w:val="center"/>
        </w:trPr>
        <w:tc>
          <w:tcPr>
            <w:tcW w:w="3603" w:type="dxa"/>
            <w:noWrap/>
          </w:tcPr>
          <w:p w:rsidR="00EF4EB3" w:rsidRDefault="00EF4EB3">
            <w:pPr>
              <w:spacing w:after="0"/>
              <w:rPr>
                <w:b/>
                <w:bCs/>
                <w:color w:val="000000"/>
                <w:sz w:val="20"/>
                <w:szCs w:val="20"/>
                <w:lang w:eastAsia="pl-PL"/>
              </w:rPr>
            </w:pPr>
            <w:r>
              <w:rPr>
                <w:bCs/>
                <w:color w:val="000000"/>
                <w:sz w:val="20"/>
                <w:szCs w:val="20"/>
                <w:lang w:eastAsia="pl-PL"/>
              </w:rPr>
              <w:t xml:space="preserve">Średnie zawodowe </w:t>
            </w:r>
          </w:p>
        </w:tc>
        <w:tc>
          <w:tcPr>
            <w:tcW w:w="1805" w:type="dxa"/>
            <w:noWrap/>
          </w:tcPr>
          <w:p w:rsidR="00EF4EB3" w:rsidRDefault="00EF4EB3">
            <w:pPr>
              <w:spacing w:after="0"/>
              <w:jc w:val="center"/>
              <w:rPr>
                <w:color w:val="000000"/>
                <w:sz w:val="20"/>
                <w:szCs w:val="20"/>
              </w:rPr>
            </w:pPr>
            <w:r>
              <w:rPr>
                <w:color w:val="000000"/>
                <w:sz w:val="20"/>
                <w:szCs w:val="20"/>
              </w:rPr>
              <w:t>11</w:t>
            </w:r>
          </w:p>
        </w:tc>
        <w:tc>
          <w:tcPr>
            <w:tcW w:w="1873" w:type="dxa"/>
            <w:noWrap/>
          </w:tcPr>
          <w:p w:rsidR="00EF4EB3" w:rsidRDefault="00EF4EB3">
            <w:pPr>
              <w:spacing w:after="0"/>
              <w:jc w:val="center"/>
              <w:rPr>
                <w:color w:val="000000"/>
                <w:sz w:val="20"/>
                <w:szCs w:val="20"/>
              </w:rPr>
            </w:pPr>
            <w:r>
              <w:rPr>
                <w:color w:val="000000"/>
                <w:sz w:val="20"/>
                <w:szCs w:val="20"/>
              </w:rPr>
              <w:t>13,8%</w:t>
            </w:r>
          </w:p>
        </w:tc>
      </w:tr>
      <w:tr w:rsidR="00EF4EB3" w:rsidTr="00197D1F">
        <w:trPr>
          <w:trHeight w:val="261"/>
          <w:jc w:val="center"/>
        </w:trPr>
        <w:tc>
          <w:tcPr>
            <w:tcW w:w="3603" w:type="dxa"/>
            <w:noWrap/>
          </w:tcPr>
          <w:p w:rsidR="00EF4EB3" w:rsidRDefault="00EF4EB3">
            <w:pPr>
              <w:spacing w:after="0"/>
              <w:rPr>
                <w:b/>
                <w:bCs/>
                <w:color w:val="000000"/>
                <w:sz w:val="20"/>
                <w:szCs w:val="20"/>
                <w:lang w:eastAsia="pl-PL"/>
              </w:rPr>
            </w:pPr>
            <w:r>
              <w:rPr>
                <w:bCs/>
                <w:color w:val="000000"/>
                <w:sz w:val="20"/>
                <w:szCs w:val="20"/>
                <w:lang w:eastAsia="pl-PL"/>
              </w:rPr>
              <w:t>Średnie ogólnokształcące</w:t>
            </w:r>
          </w:p>
        </w:tc>
        <w:tc>
          <w:tcPr>
            <w:tcW w:w="1805" w:type="dxa"/>
            <w:noWrap/>
          </w:tcPr>
          <w:p w:rsidR="00EF4EB3" w:rsidRDefault="00EF4EB3">
            <w:pPr>
              <w:spacing w:after="0"/>
              <w:jc w:val="center"/>
              <w:rPr>
                <w:color w:val="000000"/>
                <w:sz w:val="20"/>
                <w:szCs w:val="20"/>
              </w:rPr>
            </w:pPr>
            <w:r>
              <w:rPr>
                <w:color w:val="000000"/>
                <w:sz w:val="20"/>
                <w:szCs w:val="20"/>
              </w:rPr>
              <w:t>1</w:t>
            </w:r>
          </w:p>
        </w:tc>
        <w:tc>
          <w:tcPr>
            <w:tcW w:w="1873" w:type="dxa"/>
            <w:noWrap/>
          </w:tcPr>
          <w:p w:rsidR="00EF4EB3" w:rsidRDefault="00EF4EB3">
            <w:pPr>
              <w:spacing w:after="0"/>
              <w:jc w:val="center"/>
              <w:rPr>
                <w:color w:val="000000"/>
                <w:sz w:val="20"/>
                <w:szCs w:val="20"/>
              </w:rPr>
            </w:pPr>
            <w:r>
              <w:rPr>
                <w:color w:val="000000"/>
                <w:sz w:val="20"/>
                <w:szCs w:val="20"/>
              </w:rPr>
              <w:t>1,3%</w:t>
            </w:r>
          </w:p>
        </w:tc>
      </w:tr>
      <w:tr w:rsidR="00EF4EB3" w:rsidTr="00197D1F">
        <w:trPr>
          <w:trHeight w:val="261"/>
          <w:jc w:val="center"/>
        </w:trPr>
        <w:tc>
          <w:tcPr>
            <w:tcW w:w="3603" w:type="dxa"/>
            <w:noWrap/>
          </w:tcPr>
          <w:p w:rsidR="00EF4EB3" w:rsidRDefault="00EF4EB3">
            <w:pPr>
              <w:spacing w:after="0"/>
              <w:rPr>
                <w:b/>
                <w:bCs/>
                <w:color w:val="000000"/>
                <w:sz w:val="20"/>
                <w:szCs w:val="20"/>
                <w:lang w:eastAsia="pl-PL"/>
              </w:rPr>
            </w:pPr>
            <w:r>
              <w:rPr>
                <w:bCs/>
                <w:color w:val="000000"/>
                <w:sz w:val="20"/>
                <w:szCs w:val="20"/>
                <w:lang w:eastAsia="pl-PL"/>
              </w:rPr>
              <w:t>Zasadnicze zawodowe</w:t>
            </w:r>
          </w:p>
        </w:tc>
        <w:tc>
          <w:tcPr>
            <w:tcW w:w="1805" w:type="dxa"/>
            <w:noWrap/>
          </w:tcPr>
          <w:p w:rsidR="00EF4EB3" w:rsidRDefault="00EF4EB3">
            <w:pPr>
              <w:spacing w:after="0"/>
              <w:jc w:val="center"/>
              <w:rPr>
                <w:color w:val="000000"/>
                <w:sz w:val="20"/>
                <w:szCs w:val="20"/>
              </w:rPr>
            </w:pPr>
            <w:r>
              <w:rPr>
                <w:color w:val="000000"/>
                <w:sz w:val="20"/>
                <w:szCs w:val="20"/>
              </w:rPr>
              <w:t>22</w:t>
            </w:r>
          </w:p>
        </w:tc>
        <w:tc>
          <w:tcPr>
            <w:tcW w:w="1873" w:type="dxa"/>
            <w:noWrap/>
          </w:tcPr>
          <w:p w:rsidR="00EF4EB3" w:rsidRDefault="00EF4EB3">
            <w:pPr>
              <w:spacing w:after="0"/>
              <w:jc w:val="center"/>
              <w:rPr>
                <w:color w:val="000000"/>
                <w:sz w:val="20"/>
                <w:szCs w:val="20"/>
              </w:rPr>
            </w:pPr>
            <w:r>
              <w:rPr>
                <w:color w:val="000000"/>
                <w:sz w:val="20"/>
                <w:szCs w:val="20"/>
              </w:rPr>
              <w:t>27,5%</w:t>
            </w:r>
          </w:p>
        </w:tc>
      </w:tr>
      <w:tr w:rsidR="00EF4EB3" w:rsidTr="00197D1F">
        <w:trPr>
          <w:trHeight w:val="261"/>
          <w:jc w:val="center"/>
        </w:trPr>
        <w:tc>
          <w:tcPr>
            <w:tcW w:w="3603" w:type="dxa"/>
            <w:noWrap/>
          </w:tcPr>
          <w:p w:rsidR="00EF4EB3" w:rsidRDefault="00EF4EB3">
            <w:pPr>
              <w:spacing w:after="0"/>
              <w:rPr>
                <w:b/>
                <w:bCs/>
                <w:color w:val="000000"/>
                <w:sz w:val="20"/>
                <w:szCs w:val="20"/>
                <w:lang w:eastAsia="pl-PL"/>
              </w:rPr>
            </w:pPr>
            <w:r>
              <w:rPr>
                <w:bCs/>
                <w:color w:val="000000"/>
                <w:sz w:val="20"/>
                <w:szCs w:val="20"/>
                <w:lang w:eastAsia="pl-PL"/>
              </w:rPr>
              <w:t>Gimnazjalne i niższe</w:t>
            </w:r>
          </w:p>
        </w:tc>
        <w:tc>
          <w:tcPr>
            <w:tcW w:w="1805" w:type="dxa"/>
            <w:noWrap/>
          </w:tcPr>
          <w:p w:rsidR="00EF4EB3" w:rsidRDefault="00EF4EB3">
            <w:pPr>
              <w:spacing w:after="0"/>
              <w:jc w:val="center"/>
              <w:rPr>
                <w:color w:val="000000"/>
                <w:sz w:val="20"/>
                <w:szCs w:val="20"/>
              </w:rPr>
            </w:pPr>
            <w:r>
              <w:rPr>
                <w:color w:val="000000"/>
                <w:sz w:val="20"/>
                <w:szCs w:val="20"/>
              </w:rPr>
              <w:t>21</w:t>
            </w:r>
          </w:p>
        </w:tc>
        <w:tc>
          <w:tcPr>
            <w:tcW w:w="1873" w:type="dxa"/>
            <w:noWrap/>
          </w:tcPr>
          <w:p w:rsidR="00EF4EB3" w:rsidRDefault="00EF4EB3">
            <w:pPr>
              <w:spacing w:after="0"/>
              <w:jc w:val="center"/>
              <w:rPr>
                <w:color w:val="000000"/>
                <w:sz w:val="20"/>
                <w:szCs w:val="20"/>
              </w:rPr>
            </w:pPr>
            <w:r>
              <w:rPr>
                <w:color w:val="000000"/>
                <w:sz w:val="20"/>
                <w:szCs w:val="20"/>
              </w:rPr>
              <w:t>26,3%</w:t>
            </w:r>
          </w:p>
        </w:tc>
      </w:tr>
      <w:tr w:rsidR="00EF4EB3" w:rsidTr="00197D1F">
        <w:trPr>
          <w:trHeight w:val="261"/>
          <w:jc w:val="center"/>
        </w:trPr>
        <w:tc>
          <w:tcPr>
            <w:tcW w:w="3603" w:type="dxa"/>
            <w:noWrap/>
          </w:tcPr>
          <w:p w:rsidR="00EF4EB3" w:rsidRDefault="00EF4EB3">
            <w:pPr>
              <w:spacing w:after="0"/>
              <w:jc w:val="left"/>
              <w:rPr>
                <w:b/>
                <w:bCs/>
                <w:color w:val="000000"/>
                <w:sz w:val="20"/>
                <w:szCs w:val="20"/>
                <w:lang w:eastAsia="pl-PL"/>
              </w:rPr>
            </w:pPr>
            <w:r>
              <w:rPr>
                <w:b/>
                <w:bCs/>
                <w:color w:val="000000"/>
                <w:sz w:val="20"/>
                <w:szCs w:val="20"/>
                <w:lang w:eastAsia="pl-PL"/>
              </w:rPr>
              <w:t>Razem</w:t>
            </w:r>
          </w:p>
        </w:tc>
        <w:tc>
          <w:tcPr>
            <w:tcW w:w="1805" w:type="dxa"/>
            <w:noWrap/>
          </w:tcPr>
          <w:p w:rsidR="00EF4EB3" w:rsidRDefault="00EF4EB3">
            <w:pPr>
              <w:spacing w:after="0"/>
              <w:jc w:val="center"/>
              <w:rPr>
                <w:b/>
                <w:color w:val="000000"/>
                <w:sz w:val="20"/>
                <w:szCs w:val="20"/>
                <w:lang w:eastAsia="pl-PL"/>
              </w:rPr>
            </w:pPr>
            <w:r>
              <w:rPr>
                <w:b/>
                <w:color w:val="000000"/>
                <w:sz w:val="20"/>
                <w:szCs w:val="20"/>
                <w:lang w:eastAsia="pl-PL"/>
              </w:rPr>
              <w:t>80</w:t>
            </w:r>
          </w:p>
        </w:tc>
        <w:tc>
          <w:tcPr>
            <w:tcW w:w="1873" w:type="dxa"/>
            <w:noWrap/>
          </w:tcPr>
          <w:p w:rsidR="00EF4EB3" w:rsidRDefault="00EF4EB3">
            <w:pPr>
              <w:spacing w:after="0"/>
              <w:jc w:val="center"/>
              <w:rPr>
                <w:b/>
                <w:color w:val="000000"/>
                <w:sz w:val="20"/>
                <w:szCs w:val="20"/>
                <w:lang w:eastAsia="pl-PL"/>
              </w:rPr>
            </w:pPr>
            <w:r>
              <w:rPr>
                <w:b/>
                <w:color w:val="000000"/>
                <w:sz w:val="20"/>
                <w:szCs w:val="20"/>
                <w:lang w:eastAsia="pl-PL"/>
              </w:rPr>
              <w:t>100,0%</w:t>
            </w:r>
          </w:p>
        </w:tc>
      </w:tr>
    </w:tbl>
    <w:p w:rsidR="00EF4EB3" w:rsidRDefault="00EF4EB3" w:rsidP="00197D1F">
      <w:pPr>
        <w:pStyle w:val="Caption"/>
      </w:pPr>
      <w:r>
        <w:t xml:space="preserve">Źródło: opracowanie własne. </w:t>
      </w:r>
    </w:p>
    <w:p w:rsidR="00EF4EB3" w:rsidRDefault="00EF4EB3" w:rsidP="00197D1F">
      <w:r>
        <w:t xml:space="preserve">Biorąc pod uwagę status na rynku pracy, okazuje się, że w przypadku połowy respondentów praca nie stanowi źródła ich dochodu – 35,0% badanych deklaruje brak zatrudnienia bądź status osoby bezrobotnej, 12,5% otrzymuje emeryturę bądź rentę, natomiast 2,5% jeszcze studiuje. Druga połowa badanych to osoby pracujące – 38,8% wykonuje pracę najemną, 6,3% to rolnicy, natomiast 5,0% prowadzi własną działalność gospodarczą. Ze świadczeń pomocy społecznej korzysta 47,5% respondentów, natomiast 52,5% deklaruje, że takiej pomocy nie otrzymuje. </w:t>
      </w:r>
    </w:p>
    <w:p w:rsidR="00EF4EB3" w:rsidRDefault="00EF4EB3" w:rsidP="00197D1F">
      <w:pPr>
        <w:pStyle w:val="Heading2"/>
      </w:pPr>
      <w:bookmarkStart w:id="21" w:name="_Toc455144236"/>
      <w:r>
        <w:t>3.2. Główne problemy i dysfunkcje społeczne</w:t>
      </w:r>
      <w:bookmarkEnd w:id="21"/>
    </w:p>
    <w:p w:rsidR="00EF4EB3" w:rsidRDefault="00EF4EB3" w:rsidP="00197D1F">
      <w:r>
        <w:t>Problem społeczny jest stanem rzeczywistości, ocenianym przez znaczną część społeczeństwa negatywnie jako rozdźwięk pomiędzy tym jak jest, a tym jak być powinno. Dysfunkcją natomiast określamy nieprzystosowanie do pełnienia określonych funkcji bądź nieprawidłowe funkcjonowanie danej struktury. Zarówno problem jak i dysfunkcja mają negatywny wydźwięk, zakłócają bowiem równowagę społeczną, mogą prowadzić do wykluczenia osób i rodzin, a przy tym są trudne do przezwyciężenia. Niejednokrotnie nakładają się na siebie, a także wzajemnie warunkują – dla przykładu brak zatrudnienia może być skutkiem choroby, niepełnosprawności, uzależnienia, a jednocześnie przyczyną trudności finansowych, przemocy w rodzinie i również uzależnienia, najczęściej w postaci alkoholizmu.</w:t>
      </w:r>
    </w:p>
    <w:p w:rsidR="00EF4EB3" w:rsidRDefault="00EF4EB3" w:rsidP="00197D1F">
      <w:r>
        <w:t xml:space="preserve">Z przeprowadzonych badań wynika, że respondenci borykają się przede wszystkim </w:t>
      </w:r>
      <w:r>
        <w:br/>
        <w:t xml:space="preserve">z trudnościami o podłożu finansowym. Wśród najczęściej wskazywanych problemów należy bowiem wymienić brak pieniędzy na bieżące wydatki (36,3% badanych), brak stałego zatrudnienia (33,8%), niewielkie zarobki, niską emeryturę bądź rentę (20,0%), a także związane z nimi zadłużenie rodziny w postaci kredytów i pożyczek (18,8%). Dość poważnym problemem w rodzinach respondentów okazuje się uzależnienie, które dotyka członków rodzin 23,8% badanych, choroba (20,0%) oraz niepełnosprawność (18,8%). Jedna piąta respondentów żyje w złych, w ich ocenie, warunkach mieszkaniowych. </w:t>
      </w:r>
    </w:p>
    <w:p w:rsidR="00EF4EB3" w:rsidRDefault="00EF4EB3" w:rsidP="00197D1F">
      <w:pPr>
        <w:pStyle w:val="Caption"/>
        <w:keepNext/>
        <w:jc w:val="center"/>
        <w:rPr>
          <w:rStyle w:val="Emphasis"/>
          <w:i w:val="0"/>
          <w:iCs w:val="0"/>
        </w:rPr>
      </w:pPr>
      <w:r>
        <w:rPr>
          <w:rStyle w:val="Emphasis"/>
          <w:i w:val="0"/>
          <w:iCs w:val="0"/>
        </w:rPr>
        <w:t xml:space="preserve">Tabela </w:t>
      </w:r>
      <w:r>
        <w:rPr>
          <w:rStyle w:val="Emphasis"/>
          <w:i w:val="0"/>
          <w:iCs w:val="0"/>
        </w:rPr>
        <w:fldChar w:fldCharType="begin"/>
      </w:r>
      <w:r>
        <w:rPr>
          <w:rStyle w:val="Emphasis"/>
          <w:i w:val="0"/>
          <w:iCs w:val="0"/>
        </w:rPr>
        <w:instrText xml:space="preserve"> SEQ Tabela \* ARABIC </w:instrText>
      </w:r>
      <w:r>
        <w:rPr>
          <w:rStyle w:val="Emphasis"/>
          <w:i w:val="0"/>
          <w:iCs w:val="0"/>
        </w:rPr>
        <w:fldChar w:fldCharType="separate"/>
      </w:r>
      <w:r>
        <w:rPr>
          <w:rStyle w:val="Emphasis"/>
          <w:i w:val="0"/>
          <w:iCs w:val="0"/>
          <w:noProof/>
        </w:rPr>
        <w:t>9</w:t>
      </w:r>
      <w:r>
        <w:rPr>
          <w:rStyle w:val="Emphasis"/>
          <w:i w:val="0"/>
          <w:iCs w:val="0"/>
        </w:rPr>
        <w:fldChar w:fldCharType="end"/>
      </w:r>
      <w:r>
        <w:rPr>
          <w:rStyle w:val="Emphasis"/>
          <w:i w:val="0"/>
          <w:iCs w:val="0"/>
        </w:rPr>
        <w:t>. Problemy i trudności życiowe doświadczane przez respondentów w ich rodzinach (n=80)</w:t>
      </w:r>
    </w:p>
    <w:tbl>
      <w:tblPr>
        <w:tblW w:w="8482"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6091"/>
        <w:gridCol w:w="960"/>
        <w:gridCol w:w="1431"/>
      </w:tblGrid>
      <w:tr w:rsidR="00EF4EB3" w:rsidTr="00197D1F">
        <w:trPr>
          <w:trHeight w:val="300"/>
          <w:jc w:val="center"/>
        </w:trPr>
        <w:tc>
          <w:tcPr>
            <w:tcW w:w="6091" w:type="dxa"/>
          </w:tcPr>
          <w:p w:rsidR="00EF4EB3" w:rsidRDefault="00EF4EB3" w:rsidP="009458EA">
            <w:pPr>
              <w:spacing w:after="0"/>
              <w:ind w:firstLineChars="200" w:firstLine="400"/>
              <w:jc w:val="center"/>
              <w:rPr>
                <w:bCs/>
                <w:color w:val="000000"/>
                <w:szCs w:val="20"/>
                <w:lang w:eastAsia="pl-PL"/>
              </w:rPr>
            </w:pPr>
            <w:r>
              <w:rPr>
                <w:b/>
                <w:bCs/>
                <w:color w:val="000000"/>
                <w:sz w:val="20"/>
                <w:szCs w:val="20"/>
                <w:lang w:eastAsia="pl-PL"/>
              </w:rPr>
              <w:t>Wyszczególnienie</w:t>
            </w:r>
          </w:p>
        </w:tc>
        <w:tc>
          <w:tcPr>
            <w:tcW w:w="960" w:type="dxa"/>
            <w:noWrap/>
          </w:tcPr>
          <w:p w:rsidR="00EF4EB3" w:rsidRDefault="00EF4EB3">
            <w:pPr>
              <w:spacing w:after="0"/>
              <w:jc w:val="center"/>
              <w:rPr>
                <w:b/>
                <w:bCs/>
                <w:color w:val="000000"/>
                <w:sz w:val="20"/>
                <w:szCs w:val="20"/>
                <w:lang w:eastAsia="pl-PL"/>
              </w:rPr>
            </w:pPr>
            <w:r>
              <w:rPr>
                <w:b/>
                <w:bCs/>
                <w:color w:val="000000"/>
                <w:sz w:val="20"/>
                <w:szCs w:val="20"/>
                <w:lang w:eastAsia="pl-PL"/>
              </w:rPr>
              <w:t>Liczba wskazań</w:t>
            </w:r>
          </w:p>
        </w:tc>
        <w:tc>
          <w:tcPr>
            <w:tcW w:w="1431" w:type="dxa"/>
            <w:noWrap/>
          </w:tcPr>
          <w:p w:rsidR="00EF4EB3" w:rsidRDefault="00EF4EB3">
            <w:pPr>
              <w:spacing w:after="0"/>
              <w:jc w:val="center"/>
              <w:rPr>
                <w:b/>
                <w:bCs/>
                <w:color w:val="000000"/>
                <w:sz w:val="20"/>
                <w:szCs w:val="20"/>
                <w:lang w:eastAsia="pl-PL"/>
              </w:rPr>
            </w:pPr>
            <w:r>
              <w:rPr>
                <w:b/>
                <w:bCs/>
                <w:color w:val="000000"/>
                <w:sz w:val="20"/>
                <w:szCs w:val="20"/>
                <w:lang w:eastAsia="pl-PL"/>
              </w:rPr>
              <w:t>% respondentów</w:t>
            </w:r>
          </w:p>
        </w:tc>
      </w:tr>
      <w:tr w:rsidR="00EF4EB3" w:rsidTr="00197D1F">
        <w:trPr>
          <w:trHeight w:val="300"/>
          <w:jc w:val="center"/>
        </w:trPr>
        <w:tc>
          <w:tcPr>
            <w:tcW w:w="6091" w:type="dxa"/>
          </w:tcPr>
          <w:p w:rsidR="00EF4EB3" w:rsidRDefault="00EF4EB3">
            <w:pPr>
              <w:spacing w:after="0"/>
              <w:jc w:val="left"/>
              <w:rPr>
                <w:color w:val="000000"/>
                <w:sz w:val="20"/>
                <w:szCs w:val="20"/>
                <w:lang w:eastAsia="pl-PL"/>
              </w:rPr>
            </w:pPr>
            <w:r>
              <w:rPr>
                <w:color w:val="000000"/>
                <w:sz w:val="20"/>
                <w:szCs w:val="20"/>
              </w:rPr>
              <w:t>Brak pieniędzy na bieżące wydatki</w:t>
            </w:r>
          </w:p>
        </w:tc>
        <w:tc>
          <w:tcPr>
            <w:tcW w:w="960" w:type="dxa"/>
          </w:tcPr>
          <w:p w:rsidR="00EF4EB3" w:rsidRDefault="00EF4EB3">
            <w:pPr>
              <w:spacing w:after="0"/>
              <w:jc w:val="center"/>
              <w:rPr>
                <w:color w:val="000000"/>
                <w:sz w:val="20"/>
                <w:szCs w:val="20"/>
              </w:rPr>
            </w:pPr>
            <w:r>
              <w:rPr>
                <w:color w:val="000000"/>
                <w:sz w:val="20"/>
                <w:szCs w:val="20"/>
              </w:rPr>
              <w:t>29</w:t>
            </w:r>
          </w:p>
        </w:tc>
        <w:tc>
          <w:tcPr>
            <w:tcW w:w="1431" w:type="dxa"/>
            <w:noWrap/>
          </w:tcPr>
          <w:p w:rsidR="00EF4EB3" w:rsidRDefault="00EF4EB3">
            <w:pPr>
              <w:spacing w:after="0"/>
              <w:jc w:val="center"/>
              <w:rPr>
                <w:color w:val="000000"/>
                <w:sz w:val="20"/>
                <w:szCs w:val="20"/>
              </w:rPr>
            </w:pPr>
            <w:r>
              <w:rPr>
                <w:color w:val="000000"/>
                <w:sz w:val="20"/>
                <w:szCs w:val="20"/>
              </w:rPr>
              <w:t>36,3%</w:t>
            </w:r>
          </w:p>
        </w:tc>
      </w:tr>
      <w:tr w:rsidR="00EF4EB3" w:rsidTr="00197D1F">
        <w:trPr>
          <w:trHeight w:val="300"/>
          <w:jc w:val="center"/>
        </w:trPr>
        <w:tc>
          <w:tcPr>
            <w:tcW w:w="6091" w:type="dxa"/>
          </w:tcPr>
          <w:p w:rsidR="00EF4EB3" w:rsidRDefault="00EF4EB3">
            <w:pPr>
              <w:spacing w:after="0"/>
              <w:jc w:val="left"/>
              <w:rPr>
                <w:color w:val="000000"/>
                <w:sz w:val="20"/>
                <w:szCs w:val="20"/>
              </w:rPr>
            </w:pPr>
            <w:r>
              <w:rPr>
                <w:color w:val="000000"/>
                <w:sz w:val="20"/>
                <w:szCs w:val="20"/>
              </w:rPr>
              <w:t>Brak stałego zatrudnienia</w:t>
            </w:r>
          </w:p>
        </w:tc>
        <w:tc>
          <w:tcPr>
            <w:tcW w:w="960" w:type="dxa"/>
          </w:tcPr>
          <w:p w:rsidR="00EF4EB3" w:rsidRDefault="00EF4EB3">
            <w:pPr>
              <w:spacing w:after="0"/>
              <w:jc w:val="center"/>
              <w:rPr>
                <w:color w:val="000000"/>
                <w:sz w:val="20"/>
                <w:szCs w:val="20"/>
              </w:rPr>
            </w:pPr>
            <w:r>
              <w:rPr>
                <w:color w:val="000000"/>
                <w:sz w:val="20"/>
                <w:szCs w:val="20"/>
              </w:rPr>
              <w:t>27</w:t>
            </w:r>
          </w:p>
        </w:tc>
        <w:tc>
          <w:tcPr>
            <w:tcW w:w="1431" w:type="dxa"/>
            <w:noWrap/>
          </w:tcPr>
          <w:p w:rsidR="00EF4EB3" w:rsidRDefault="00EF4EB3">
            <w:pPr>
              <w:spacing w:after="0"/>
              <w:jc w:val="center"/>
              <w:rPr>
                <w:color w:val="000000"/>
                <w:sz w:val="20"/>
                <w:szCs w:val="20"/>
              </w:rPr>
            </w:pPr>
            <w:r>
              <w:rPr>
                <w:color w:val="000000"/>
                <w:sz w:val="20"/>
                <w:szCs w:val="20"/>
              </w:rPr>
              <w:t>33,8%</w:t>
            </w:r>
          </w:p>
        </w:tc>
      </w:tr>
      <w:tr w:rsidR="00EF4EB3" w:rsidTr="00197D1F">
        <w:trPr>
          <w:trHeight w:val="300"/>
          <w:jc w:val="center"/>
        </w:trPr>
        <w:tc>
          <w:tcPr>
            <w:tcW w:w="6091" w:type="dxa"/>
          </w:tcPr>
          <w:p w:rsidR="00EF4EB3" w:rsidRDefault="00EF4EB3">
            <w:pPr>
              <w:spacing w:after="0"/>
              <w:jc w:val="left"/>
              <w:rPr>
                <w:color w:val="000000"/>
                <w:sz w:val="20"/>
                <w:szCs w:val="20"/>
              </w:rPr>
            </w:pPr>
            <w:r>
              <w:rPr>
                <w:color w:val="000000"/>
                <w:sz w:val="20"/>
                <w:szCs w:val="20"/>
              </w:rPr>
              <w:t>Uzależnienie członka rodziny</w:t>
            </w:r>
          </w:p>
        </w:tc>
        <w:tc>
          <w:tcPr>
            <w:tcW w:w="960" w:type="dxa"/>
          </w:tcPr>
          <w:p w:rsidR="00EF4EB3" w:rsidRDefault="00EF4EB3">
            <w:pPr>
              <w:spacing w:after="0"/>
              <w:jc w:val="center"/>
              <w:rPr>
                <w:color w:val="000000"/>
                <w:sz w:val="20"/>
                <w:szCs w:val="20"/>
              </w:rPr>
            </w:pPr>
            <w:r>
              <w:rPr>
                <w:color w:val="000000"/>
                <w:sz w:val="20"/>
                <w:szCs w:val="20"/>
              </w:rPr>
              <w:t>19</w:t>
            </w:r>
          </w:p>
        </w:tc>
        <w:tc>
          <w:tcPr>
            <w:tcW w:w="1431" w:type="dxa"/>
            <w:noWrap/>
          </w:tcPr>
          <w:p w:rsidR="00EF4EB3" w:rsidRDefault="00EF4EB3">
            <w:pPr>
              <w:spacing w:after="0"/>
              <w:jc w:val="center"/>
              <w:rPr>
                <w:color w:val="000000"/>
                <w:sz w:val="20"/>
                <w:szCs w:val="20"/>
              </w:rPr>
            </w:pPr>
            <w:r>
              <w:rPr>
                <w:color w:val="000000"/>
                <w:sz w:val="20"/>
                <w:szCs w:val="20"/>
              </w:rPr>
              <w:t>23,8%</w:t>
            </w:r>
          </w:p>
        </w:tc>
      </w:tr>
      <w:tr w:rsidR="00EF4EB3" w:rsidTr="00197D1F">
        <w:trPr>
          <w:trHeight w:val="300"/>
          <w:jc w:val="center"/>
        </w:trPr>
        <w:tc>
          <w:tcPr>
            <w:tcW w:w="6091" w:type="dxa"/>
          </w:tcPr>
          <w:p w:rsidR="00EF4EB3" w:rsidRDefault="00EF4EB3">
            <w:pPr>
              <w:spacing w:after="0"/>
              <w:jc w:val="left"/>
              <w:rPr>
                <w:color w:val="000000"/>
                <w:sz w:val="20"/>
                <w:szCs w:val="20"/>
              </w:rPr>
            </w:pPr>
            <w:r>
              <w:rPr>
                <w:color w:val="000000"/>
                <w:sz w:val="20"/>
                <w:szCs w:val="20"/>
              </w:rPr>
              <w:t>Niewielkie zarobki/niska emerytura bądź renta</w:t>
            </w:r>
          </w:p>
        </w:tc>
        <w:tc>
          <w:tcPr>
            <w:tcW w:w="960" w:type="dxa"/>
          </w:tcPr>
          <w:p w:rsidR="00EF4EB3" w:rsidRDefault="00EF4EB3">
            <w:pPr>
              <w:spacing w:after="0"/>
              <w:jc w:val="center"/>
              <w:rPr>
                <w:color w:val="000000"/>
                <w:sz w:val="20"/>
                <w:szCs w:val="20"/>
              </w:rPr>
            </w:pPr>
            <w:r>
              <w:rPr>
                <w:color w:val="000000"/>
                <w:sz w:val="20"/>
                <w:szCs w:val="20"/>
              </w:rPr>
              <w:t>16</w:t>
            </w:r>
          </w:p>
        </w:tc>
        <w:tc>
          <w:tcPr>
            <w:tcW w:w="1431" w:type="dxa"/>
            <w:noWrap/>
          </w:tcPr>
          <w:p w:rsidR="00EF4EB3" w:rsidRDefault="00EF4EB3">
            <w:pPr>
              <w:spacing w:after="0"/>
              <w:jc w:val="center"/>
              <w:rPr>
                <w:color w:val="000000"/>
                <w:sz w:val="20"/>
                <w:szCs w:val="20"/>
              </w:rPr>
            </w:pPr>
            <w:r>
              <w:rPr>
                <w:color w:val="000000"/>
                <w:sz w:val="20"/>
                <w:szCs w:val="20"/>
              </w:rPr>
              <w:t>20,0%</w:t>
            </w:r>
          </w:p>
        </w:tc>
      </w:tr>
      <w:tr w:rsidR="00EF4EB3" w:rsidTr="00197D1F">
        <w:trPr>
          <w:trHeight w:val="300"/>
          <w:jc w:val="center"/>
        </w:trPr>
        <w:tc>
          <w:tcPr>
            <w:tcW w:w="6091" w:type="dxa"/>
          </w:tcPr>
          <w:p w:rsidR="00EF4EB3" w:rsidRDefault="00EF4EB3">
            <w:pPr>
              <w:spacing w:after="0"/>
              <w:jc w:val="left"/>
              <w:rPr>
                <w:color w:val="000000"/>
                <w:sz w:val="20"/>
                <w:szCs w:val="20"/>
              </w:rPr>
            </w:pPr>
            <w:r>
              <w:rPr>
                <w:color w:val="000000"/>
                <w:sz w:val="20"/>
                <w:szCs w:val="20"/>
              </w:rPr>
              <w:t>Choroba</w:t>
            </w:r>
          </w:p>
        </w:tc>
        <w:tc>
          <w:tcPr>
            <w:tcW w:w="960" w:type="dxa"/>
          </w:tcPr>
          <w:p w:rsidR="00EF4EB3" w:rsidRDefault="00EF4EB3">
            <w:pPr>
              <w:spacing w:after="0"/>
              <w:jc w:val="center"/>
              <w:rPr>
                <w:color w:val="000000"/>
                <w:sz w:val="20"/>
                <w:szCs w:val="20"/>
              </w:rPr>
            </w:pPr>
            <w:r>
              <w:rPr>
                <w:color w:val="000000"/>
                <w:sz w:val="20"/>
                <w:szCs w:val="20"/>
              </w:rPr>
              <w:t>16</w:t>
            </w:r>
          </w:p>
        </w:tc>
        <w:tc>
          <w:tcPr>
            <w:tcW w:w="1431" w:type="dxa"/>
            <w:noWrap/>
          </w:tcPr>
          <w:p w:rsidR="00EF4EB3" w:rsidRDefault="00EF4EB3">
            <w:pPr>
              <w:spacing w:after="0"/>
              <w:jc w:val="center"/>
              <w:rPr>
                <w:color w:val="000000"/>
                <w:sz w:val="20"/>
                <w:szCs w:val="20"/>
              </w:rPr>
            </w:pPr>
            <w:r>
              <w:rPr>
                <w:color w:val="000000"/>
                <w:sz w:val="20"/>
                <w:szCs w:val="20"/>
              </w:rPr>
              <w:t>20,0%</w:t>
            </w:r>
          </w:p>
        </w:tc>
      </w:tr>
      <w:tr w:rsidR="00EF4EB3" w:rsidTr="00197D1F">
        <w:trPr>
          <w:trHeight w:val="300"/>
          <w:jc w:val="center"/>
        </w:trPr>
        <w:tc>
          <w:tcPr>
            <w:tcW w:w="6091" w:type="dxa"/>
          </w:tcPr>
          <w:p w:rsidR="00EF4EB3" w:rsidRDefault="00EF4EB3">
            <w:pPr>
              <w:spacing w:after="0"/>
              <w:jc w:val="left"/>
              <w:rPr>
                <w:color w:val="000000"/>
                <w:sz w:val="20"/>
                <w:szCs w:val="20"/>
              </w:rPr>
            </w:pPr>
            <w:r>
              <w:rPr>
                <w:color w:val="000000"/>
                <w:sz w:val="20"/>
                <w:szCs w:val="20"/>
              </w:rPr>
              <w:t>Złe warunki mieszkaniowe</w:t>
            </w:r>
          </w:p>
        </w:tc>
        <w:tc>
          <w:tcPr>
            <w:tcW w:w="960" w:type="dxa"/>
          </w:tcPr>
          <w:p w:rsidR="00EF4EB3" w:rsidRDefault="00EF4EB3">
            <w:pPr>
              <w:spacing w:after="0"/>
              <w:jc w:val="center"/>
              <w:rPr>
                <w:color w:val="000000"/>
                <w:sz w:val="20"/>
                <w:szCs w:val="20"/>
              </w:rPr>
            </w:pPr>
            <w:r>
              <w:rPr>
                <w:color w:val="000000"/>
                <w:sz w:val="20"/>
                <w:szCs w:val="20"/>
              </w:rPr>
              <w:t>16</w:t>
            </w:r>
          </w:p>
        </w:tc>
        <w:tc>
          <w:tcPr>
            <w:tcW w:w="1431" w:type="dxa"/>
            <w:noWrap/>
          </w:tcPr>
          <w:p w:rsidR="00EF4EB3" w:rsidRDefault="00EF4EB3">
            <w:pPr>
              <w:spacing w:after="0"/>
              <w:jc w:val="center"/>
              <w:rPr>
                <w:color w:val="000000"/>
                <w:sz w:val="20"/>
                <w:szCs w:val="20"/>
              </w:rPr>
            </w:pPr>
            <w:r>
              <w:rPr>
                <w:color w:val="000000"/>
                <w:sz w:val="20"/>
                <w:szCs w:val="20"/>
              </w:rPr>
              <w:t>20,0%</w:t>
            </w:r>
          </w:p>
        </w:tc>
      </w:tr>
      <w:tr w:rsidR="00EF4EB3" w:rsidTr="00197D1F">
        <w:trPr>
          <w:trHeight w:val="300"/>
          <w:jc w:val="center"/>
        </w:trPr>
        <w:tc>
          <w:tcPr>
            <w:tcW w:w="6091" w:type="dxa"/>
          </w:tcPr>
          <w:p w:rsidR="00EF4EB3" w:rsidRDefault="00EF4EB3">
            <w:pPr>
              <w:spacing w:after="0"/>
              <w:jc w:val="left"/>
              <w:rPr>
                <w:color w:val="000000"/>
                <w:sz w:val="20"/>
                <w:szCs w:val="20"/>
              </w:rPr>
            </w:pPr>
            <w:r>
              <w:rPr>
                <w:color w:val="000000"/>
                <w:sz w:val="20"/>
                <w:szCs w:val="20"/>
              </w:rPr>
              <w:t>Niepełnosprawność członka rodziny</w:t>
            </w:r>
          </w:p>
        </w:tc>
        <w:tc>
          <w:tcPr>
            <w:tcW w:w="960" w:type="dxa"/>
          </w:tcPr>
          <w:p w:rsidR="00EF4EB3" w:rsidRDefault="00EF4EB3">
            <w:pPr>
              <w:spacing w:after="0"/>
              <w:jc w:val="center"/>
              <w:rPr>
                <w:color w:val="000000"/>
                <w:sz w:val="20"/>
                <w:szCs w:val="20"/>
              </w:rPr>
            </w:pPr>
            <w:r>
              <w:rPr>
                <w:color w:val="000000"/>
                <w:sz w:val="20"/>
                <w:szCs w:val="20"/>
              </w:rPr>
              <w:t>15</w:t>
            </w:r>
          </w:p>
        </w:tc>
        <w:tc>
          <w:tcPr>
            <w:tcW w:w="1431" w:type="dxa"/>
            <w:noWrap/>
          </w:tcPr>
          <w:p w:rsidR="00EF4EB3" w:rsidRDefault="00EF4EB3">
            <w:pPr>
              <w:spacing w:after="0"/>
              <w:jc w:val="center"/>
              <w:rPr>
                <w:color w:val="000000"/>
                <w:sz w:val="20"/>
                <w:szCs w:val="20"/>
              </w:rPr>
            </w:pPr>
            <w:r>
              <w:rPr>
                <w:color w:val="000000"/>
                <w:sz w:val="20"/>
                <w:szCs w:val="20"/>
              </w:rPr>
              <w:t>18,8%</w:t>
            </w:r>
          </w:p>
        </w:tc>
      </w:tr>
      <w:tr w:rsidR="00EF4EB3" w:rsidTr="00197D1F">
        <w:trPr>
          <w:trHeight w:val="300"/>
          <w:jc w:val="center"/>
        </w:trPr>
        <w:tc>
          <w:tcPr>
            <w:tcW w:w="6091" w:type="dxa"/>
          </w:tcPr>
          <w:p w:rsidR="00EF4EB3" w:rsidRDefault="00EF4EB3">
            <w:pPr>
              <w:spacing w:after="0"/>
              <w:jc w:val="left"/>
              <w:rPr>
                <w:color w:val="000000"/>
                <w:sz w:val="20"/>
                <w:szCs w:val="20"/>
              </w:rPr>
            </w:pPr>
            <w:r>
              <w:rPr>
                <w:color w:val="000000"/>
                <w:sz w:val="20"/>
                <w:szCs w:val="20"/>
              </w:rPr>
              <w:t>Zadłużenie rodziny</w:t>
            </w:r>
          </w:p>
        </w:tc>
        <w:tc>
          <w:tcPr>
            <w:tcW w:w="960" w:type="dxa"/>
          </w:tcPr>
          <w:p w:rsidR="00EF4EB3" w:rsidRDefault="00EF4EB3">
            <w:pPr>
              <w:spacing w:after="0"/>
              <w:jc w:val="center"/>
              <w:rPr>
                <w:color w:val="000000"/>
                <w:sz w:val="20"/>
                <w:szCs w:val="20"/>
              </w:rPr>
            </w:pPr>
            <w:r>
              <w:rPr>
                <w:color w:val="000000"/>
                <w:sz w:val="20"/>
                <w:szCs w:val="20"/>
              </w:rPr>
              <w:t>15</w:t>
            </w:r>
          </w:p>
        </w:tc>
        <w:tc>
          <w:tcPr>
            <w:tcW w:w="1431" w:type="dxa"/>
            <w:noWrap/>
          </w:tcPr>
          <w:p w:rsidR="00EF4EB3" w:rsidRDefault="00EF4EB3">
            <w:pPr>
              <w:spacing w:after="0"/>
              <w:jc w:val="center"/>
              <w:rPr>
                <w:color w:val="000000"/>
                <w:sz w:val="20"/>
                <w:szCs w:val="20"/>
              </w:rPr>
            </w:pPr>
            <w:r>
              <w:rPr>
                <w:color w:val="000000"/>
                <w:sz w:val="20"/>
                <w:szCs w:val="20"/>
              </w:rPr>
              <w:t>18,8%</w:t>
            </w:r>
          </w:p>
        </w:tc>
      </w:tr>
      <w:tr w:rsidR="00EF4EB3" w:rsidTr="00197D1F">
        <w:trPr>
          <w:trHeight w:val="300"/>
          <w:jc w:val="center"/>
        </w:trPr>
        <w:tc>
          <w:tcPr>
            <w:tcW w:w="6091" w:type="dxa"/>
          </w:tcPr>
          <w:p w:rsidR="00EF4EB3" w:rsidRDefault="00EF4EB3">
            <w:pPr>
              <w:spacing w:after="0"/>
              <w:jc w:val="left"/>
              <w:rPr>
                <w:color w:val="000000"/>
                <w:sz w:val="20"/>
                <w:szCs w:val="20"/>
              </w:rPr>
            </w:pPr>
            <w:r>
              <w:rPr>
                <w:color w:val="000000"/>
                <w:sz w:val="20"/>
                <w:szCs w:val="20"/>
              </w:rPr>
              <w:t>Konflikty rodzinne/małżeńskie</w:t>
            </w:r>
          </w:p>
        </w:tc>
        <w:tc>
          <w:tcPr>
            <w:tcW w:w="960" w:type="dxa"/>
          </w:tcPr>
          <w:p w:rsidR="00EF4EB3" w:rsidRDefault="00EF4EB3">
            <w:pPr>
              <w:spacing w:after="0"/>
              <w:jc w:val="center"/>
              <w:rPr>
                <w:color w:val="000000"/>
                <w:sz w:val="20"/>
                <w:szCs w:val="20"/>
              </w:rPr>
            </w:pPr>
            <w:r>
              <w:rPr>
                <w:color w:val="000000"/>
                <w:sz w:val="20"/>
                <w:szCs w:val="20"/>
              </w:rPr>
              <w:t>10</w:t>
            </w:r>
          </w:p>
        </w:tc>
        <w:tc>
          <w:tcPr>
            <w:tcW w:w="1431" w:type="dxa"/>
            <w:noWrap/>
          </w:tcPr>
          <w:p w:rsidR="00EF4EB3" w:rsidRDefault="00EF4EB3">
            <w:pPr>
              <w:spacing w:after="0"/>
              <w:jc w:val="center"/>
              <w:rPr>
                <w:color w:val="000000"/>
                <w:sz w:val="20"/>
                <w:szCs w:val="20"/>
              </w:rPr>
            </w:pPr>
            <w:r>
              <w:rPr>
                <w:color w:val="000000"/>
                <w:sz w:val="20"/>
                <w:szCs w:val="20"/>
              </w:rPr>
              <w:t>12,5%</w:t>
            </w:r>
          </w:p>
        </w:tc>
      </w:tr>
      <w:tr w:rsidR="00EF4EB3" w:rsidTr="00197D1F">
        <w:trPr>
          <w:trHeight w:val="300"/>
          <w:jc w:val="center"/>
        </w:trPr>
        <w:tc>
          <w:tcPr>
            <w:tcW w:w="6091" w:type="dxa"/>
          </w:tcPr>
          <w:p w:rsidR="00EF4EB3" w:rsidRDefault="00EF4EB3">
            <w:pPr>
              <w:spacing w:after="0"/>
              <w:jc w:val="left"/>
              <w:rPr>
                <w:color w:val="000000"/>
                <w:sz w:val="20"/>
                <w:szCs w:val="20"/>
              </w:rPr>
            </w:pPr>
            <w:r>
              <w:rPr>
                <w:color w:val="000000"/>
                <w:sz w:val="20"/>
                <w:szCs w:val="20"/>
              </w:rPr>
              <w:t>Trudności wychowawcze i konflikty z dzieckiem</w:t>
            </w:r>
          </w:p>
        </w:tc>
        <w:tc>
          <w:tcPr>
            <w:tcW w:w="960" w:type="dxa"/>
          </w:tcPr>
          <w:p w:rsidR="00EF4EB3" w:rsidRDefault="00EF4EB3">
            <w:pPr>
              <w:spacing w:after="0"/>
              <w:jc w:val="center"/>
              <w:rPr>
                <w:color w:val="000000"/>
                <w:sz w:val="20"/>
                <w:szCs w:val="20"/>
              </w:rPr>
            </w:pPr>
            <w:r>
              <w:rPr>
                <w:color w:val="000000"/>
                <w:sz w:val="20"/>
                <w:szCs w:val="20"/>
              </w:rPr>
              <w:t>9</w:t>
            </w:r>
          </w:p>
        </w:tc>
        <w:tc>
          <w:tcPr>
            <w:tcW w:w="1431" w:type="dxa"/>
            <w:noWrap/>
          </w:tcPr>
          <w:p w:rsidR="00EF4EB3" w:rsidRDefault="00EF4EB3">
            <w:pPr>
              <w:spacing w:after="0"/>
              <w:jc w:val="center"/>
              <w:rPr>
                <w:color w:val="000000"/>
                <w:sz w:val="20"/>
                <w:szCs w:val="20"/>
              </w:rPr>
            </w:pPr>
            <w:r>
              <w:rPr>
                <w:color w:val="000000"/>
                <w:sz w:val="20"/>
                <w:szCs w:val="20"/>
              </w:rPr>
              <w:t>11,3%</w:t>
            </w:r>
          </w:p>
        </w:tc>
      </w:tr>
      <w:tr w:rsidR="00EF4EB3" w:rsidTr="00197D1F">
        <w:trPr>
          <w:trHeight w:val="300"/>
          <w:jc w:val="center"/>
        </w:trPr>
        <w:tc>
          <w:tcPr>
            <w:tcW w:w="6091" w:type="dxa"/>
          </w:tcPr>
          <w:p w:rsidR="00EF4EB3" w:rsidRDefault="00EF4EB3">
            <w:pPr>
              <w:spacing w:after="0"/>
              <w:jc w:val="left"/>
              <w:rPr>
                <w:color w:val="000000"/>
                <w:sz w:val="20"/>
                <w:szCs w:val="20"/>
              </w:rPr>
            </w:pPr>
            <w:r>
              <w:rPr>
                <w:color w:val="000000"/>
                <w:sz w:val="20"/>
                <w:szCs w:val="20"/>
              </w:rPr>
              <w:t>Konflikty z prawem członka rodziny</w:t>
            </w:r>
          </w:p>
        </w:tc>
        <w:tc>
          <w:tcPr>
            <w:tcW w:w="960" w:type="dxa"/>
          </w:tcPr>
          <w:p w:rsidR="00EF4EB3" w:rsidRDefault="00EF4EB3">
            <w:pPr>
              <w:spacing w:after="0"/>
              <w:jc w:val="center"/>
              <w:rPr>
                <w:color w:val="000000"/>
                <w:sz w:val="20"/>
                <w:szCs w:val="20"/>
              </w:rPr>
            </w:pPr>
            <w:r>
              <w:rPr>
                <w:color w:val="000000"/>
                <w:sz w:val="20"/>
                <w:szCs w:val="20"/>
              </w:rPr>
              <w:t>7</w:t>
            </w:r>
          </w:p>
        </w:tc>
        <w:tc>
          <w:tcPr>
            <w:tcW w:w="1431" w:type="dxa"/>
            <w:noWrap/>
          </w:tcPr>
          <w:p w:rsidR="00EF4EB3" w:rsidRDefault="00EF4EB3">
            <w:pPr>
              <w:spacing w:after="0"/>
              <w:jc w:val="center"/>
              <w:rPr>
                <w:color w:val="000000"/>
                <w:sz w:val="20"/>
                <w:szCs w:val="20"/>
              </w:rPr>
            </w:pPr>
            <w:r>
              <w:rPr>
                <w:color w:val="000000"/>
                <w:sz w:val="20"/>
                <w:szCs w:val="20"/>
              </w:rPr>
              <w:t>8,8%</w:t>
            </w:r>
          </w:p>
        </w:tc>
      </w:tr>
      <w:tr w:rsidR="00EF4EB3" w:rsidTr="00197D1F">
        <w:trPr>
          <w:trHeight w:val="221"/>
          <w:jc w:val="center"/>
        </w:trPr>
        <w:tc>
          <w:tcPr>
            <w:tcW w:w="6091" w:type="dxa"/>
          </w:tcPr>
          <w:p w:rsidR="00EF4EB3" w:rsidRDefault="00EF4EB3">
            <w:pPr>
              <w:spacing w:after="0"/>
              <w:jc w:val="left"/>
              <w:rPr>
                <w:color w:val="000000"/>
                <w:sz w:val="20"/>
                <w:szCs w:val="20"/>
              </w:rPr>
            </w:pPr>
            <w:r>
              <w:rPr>
                <w:color w:val="000000"/>
                <w:sz w:val="20"/>
                <w:szCs w:val="20"/>
              </w:rPr>
              <w:t>Niepewne szanse edukacyjne dzieci</w:t>
            </w:r>
          </w:p>
        </w:tc>
        <w:tc>
          <w:tcPr>
            <w:tcW w:w="960" w:type="dxa"/>
            <w:noWrap/>
          </w:tcPr>
          <w:p w:rsidR="00EF4EB3" w:rsidRDefault="00EF4EB3">
            <w:pPr>
              <w:spacing w:after="0"/>
              <w:jc w:val="center"/>
              <w:rPr>
                <w:color w:val="000000"/>
                <w:sz w:val="20"/>
                <w:szCs w:val="20"/>
              </w:rPr>
            </w:pPr>
            <w:r>
              <w:rPr>
                <w:color w:val="000000"/>
                <w:sz w:val="20"/>
                <w:szCs w:val="20"/>
              </w:rPr>
              <w:t>4</w:t>
            </w:r>
          </w:p>
        </w:tc>
        <w:tc>
          <w:tcPr>
            <w:tcW w:w="1431" w:type="dxa"/>
            <w:noWrap/>
          </w:tcPr>
          <w:p w:rsidR="00EF4EB3" w:rsidRDefault="00EF4EB3">
            <w:pPr>
              <w:spacing w:after="0"/>
              <w:jc w:val="center"/>
              <w:rPr>
                <w:color w:val="000000"/>
                <w:sz w:val="20"/>
                <w:szCs w:val="20"/>
              </w:rPr>
            </w:pPr>
            <w:r>
              <w:rPr>
                <w:color w:val="000000"/>
                <w:sz w:val="20"/>
                <w:szCs w:val="20"/>
              </w:rPr>
              <w:t>5,0%</w:t>
            </w:r>
          </w:p>
        </w:tc>
      </w:tr>
      <w:tr w:rsidR="00EF4EB3" w:rsidTr="00197D1F">
        <w:trPr>
          <w:trHeight w:val="300"/>
          <w:jc w:val="center"/>
        </w:trPr>
        <w:tc>
          <w:tcPr>
            <w:tcW w:w="6091" w:type="dxa"/>
          </w:tcPr>
          <w:p w:rsidR="00EF4EB3" w:rsidRDefault="00EF4EB3">
            <w:pPr>
              <w:spacing w:after="0"/>
              <w:jc w:val="left"/>
              <w:rPr>
                <w:color w:val="000000"/>
                <w:sz w:val="20"/>
                <w:szCs w:val="20"/>
              </w:rPr>
            </w:pPr>
            <w:r>
              <w:rPr>
                <w:color w:val="000000"/>
                <w:sz w:val="20"/>
                <w:szCs w:val="20"/>
              </w:rPr>
              <w:t>Długotrwała nieobecność partnera/partnerki związana z pracą podjętą np. za granicą</w:t>
            </w:r>
          </w:p>
        </w:tc>
        <w:tc>
          <w:tcPr>
            <w:tcW w:w="960" w:type="dxa"/>
          </w:tcPr>
          <w:p w:rsidR="00EF4EB3" w:rsidRDefault="00EF4EB3">
            <w:pPr>
              <w:spacing w:after="0"/>
              <w:jc w:val="center"/>
              <w:rPr>
                <w:color w:val="000000"/>
                <w:sz w:val="20"/>
                <w:szCs w:val="20"/>
              </w:rPr>
            </w:pPr>
            <w:r>
              <w:rPr>
                <w:color w:val="000000"/>
                <w:sz w:val="20"/>
                <w:szCs w:val="20"/>
              </w:rPr>
              <w:t>2</w:t>
            </w:r>
          </w:p>
        </w:tc>
        <w:tc>
          <w:tcPr>
            <w:tcW w:w="1431" w:type="dxa"/>
            <w:noWrap/>
          </w:tcPr>
          <w:p w:rsidR="00EF4EB3" w:rsidRDefault="00EF4EB3">
            <w:pPr>
              <w:spacing w:after="0"/>
              <w:jc w:val="center"/>
              <w:rPr>
                <w:color w:val="000000"/>
                <w:sz w:val="20"/>
                <w:szCs w:val="20"/>
              </w:rPr>
            </w:pPr>
            <w:r>
              <w:rPr>
                <w:color w:val="000000"/>
                <w:sz w:val="20"/>
                <w:szCs w:val="20"/>
              </w:rPr>
              <w:t>2,5%</w:t>
            </w:r>
          </w:p>
        </w:tc>
      </w:tr>
      <w:tr w:rsidR="00EF4EB3" w:rsidTr="00197D1F">
        <w:trPr>
          <w:trHeight w:val="300"/>
          <w:jc w:val="center"/>
        </w:trPr>
        <w:tc>
          <w:tcPr>
            <w:tcW w:w="6091" w:type="dxa"/>
          </w:tcPr>
          <w:p w:rsidR="00EF4EB3" w:rsidRDefault="00EF4EB3">
            <w:pPr>
              <w:spacing w:after="0"/>
              <w:jc w:val="left"/>
              <w:rPr>
                <w:color w:val="000000"/>
                <w:sz w:val="20"/>
                <w:szCs w:val="20"/>
              </w:rPr>
            </w:pPr>
            <w:r>
              <w:rPr>
                <w:color w:val="000000"/>
                <w:sz w:val="20"/>
                <w:szCs w:val="20"/>
              </w:rPr>
              <w:t>Inne (wielodzietność, samotne rodzicielstwo)</w:t>
            </w:r>
          </w:p>
        </w:tc>
        <w:tc>
          <w:tcPr>
            <w:tcW w:w="960" w:type="dxa"/>
          </w:tcPr>
          <w:p w:rsidR="00EF4EB3" w:rsidRDefault="00EF4EB3">
            <w:pPr>
              <w:spacing w:after="0"/>
              <w:jc w:val="center"/>
              <w:rPr>
                <w:color w:val="000000"/>
                <w:sz w:val="20"/>
                <w:szCs w:val="20"/>
              </w:rPr>
            </w:pPr>
            <w:r>
              <w:rPr>
                <w:color w:val="000000"/>
                <w:sz w:val="20"/>
                <w:szCs w:val="20"/>
              </w:rPr>
              <w:t>2</w:t>
            </w:r>
          </w:p>
        </w:tc>
        <w:tc>
          <w:tcPr>
            <w:tcW w:w="1431" w:type="dxa"/>
            <w:noWrap/>
          </w:tcPr>
          <w:p w:rsidR="00EF4EB3" w:rsidRDefault="00EF4EB3">
            <w:pPr>
              <w:spacing w:after="0"/>
              <w:jc w:val="center"/>
              <w:rPr>
                <w:color w:val="000000"/>
                <w:sz w:val="20"/>
                <w:szCs w:val="20"/>
              </w:rPr>
            </w:pPr>
            <w:r>
              <w:rPr>
                <w:color w:val="000000"/>
                <w:sz w:val="20"/>
                <w:szCs w:val="20"/>
              </w:rPr>
              <w:t>2,5%</w:t>
            </w:r>
          </w:p>
        </w:tc>
      </w:tr>
      <w:tr w:rsidR="00EF4EB3" w:rsidTr="00197D1F">
        <w:trPr>
          <w:trHeight w:val="300"/>
          <w:jc w:val="center"/>
        </w:trPr>
        <w:tc>
          <w:tcPr>
            <w:tcW w:w="6091" w:type="dxa"/>
          </w:tcPr>
          <w:p w:rsidR="00EF4EB3" w:rsidRDefault="00EF4EB3">
            <w:pPr>
              <w:spacing w:after="0"/>
              <w:jc w:val="left"/>
              <w:rPr>
                <w:color w:val="000000"/>
                <w:sz w:val="20"/>
                <w:szCs w:val="20"/>
              </w:rPr>
            </w:pPr>
            <w:r>
              <w:rPr>
                <w:color w:val="000000"/>
                <w:sz w:val="20"/>
                <w:szCs w:val="20"/>
              </w:rPr>
              <w:t>Moja rodzina nie doświadcza problemów/trudności życiowych</w:t>
            </w:r>
          </w:p>
        </w:tc>
        <w:tc>
          <w:tcPr>
            <w:tcW w:w="960" w:type="dxa"/>
          </w:tcPr>
          <w:p w:rsidR="00EF4EB3" w:rsidRDefault="00EF4EB3">
            <w:pPr>
              <w:spacing w:after="0"/>
              <w:jc w:val="center"/>
              <w:rPr>
                <w:color w:val="000000"/>
                <w:sz w:val="20"/>
                <w:szCs w:val="20"/>
              </w:rPr>
            </w:pPr>
            <w:r>
              <w:rPr>
                <w:color w:val="000000"/>
                <w:sz w:val="20"/>
                <w:szCs w:val="20"/>
              </w:rPr>
              <w:t>15</w:t>
            </w:r>
          </w:p>
        </w:tc>
        <w:tc>
          <w:tcPr>
            <w:tcW w:w="1431" w:type="dxa"/>
            <w:noWrap/>
          </w:tcPr>
          <w:p w:rsidR="00EF4EB3" w:rsidRDefault="00EF4EB3">
            <w:pPr>
              <w:spacing w:after="0"/>
              <w:jc w:val="center"/>
              <w:rPr>
                <w:color w:val="000000"/>
                <w:sz w:val="20"/>
                <w:szCs w:val="20"/>
              </w:rPr>
            </w:pPr>
            <w:r>
              <w:rPr>
                <w:color w:val="000000"/>
                <w:sz w:val="20"/>
                <w:szCs w:val="20"/>
              </w:rPr>
              <w:t>18,8%</w:t>
            </w:r>
          </w:p>
        </w:tc>
      </w:tr>
    </w:tbl>
    <w:p w:rsidR="00EF4EB3" w:rsidRDefault="00EF4EB3" w:rsidP="00197D1F">
      <w:pPr>
        <w:pStyle w:val="Caption"/>
      </w:pPr>
      <w:r>
        <w:t>Źródło: opracowanie własne.</w:t>
      </w:r>
    </w:p>
    <w:p w:rsidR="00EF4EB3" w:rsidRDefault="00EF4EB3" w:rsidP="00197D1F">
      <w:r>
        <w:t>Pozostałe ze wskazanych problemów i trudności życiowych rzadziej dotykają rodziny respondentów, jednak należy nadmienić, że 12,5% badanych wskazuje na konflikty rodzinne bądź małżeńskie; 11,3% na trudności wychowawcze i konflikty z dzieckiem; 8,8% na konflikty z prawem członka rodziny; natomiast 5,0% na niepewne szanse edukacyjne dzieci. W 2,5% przypadków jedno z partnerów pracuje za granicą, co wiąże się z długotrwałą nieobecnością w gospodarstwie domowym; natomiast po 1,25% wskazuje na wielodzietność i samotne rodzicielstwo.</w:t>
      </w:r>
    </w:p>
    <w:p w:rsidR="00EF4EB3" w:rsidRDefault="00EF4EB3" w:rsidP="00197D1F">
      <w:r>
        <w:t xml:space="preserve">Respondenci są podzieleni w kwestii bezpieczeństwa na terenie Gminy. Okazuje się bowiem, że 63,8% badanych mieszkańców zadeklarowało poczucie bezpieczeństwa, natomiast prawie jedna piąta (18,8%) twierdzi, że nie czuje się tu bezpiecznie. Zdania w tej kwestii nie wyraziło 17,5% respondentów. Poczucie braku bezpieczeństwa wiąże się przede wszystkim </w:t>
      </w:r>
      <w:r>
        <w:br/>
        <w:t xml:space="preserve">z łamaniem przez kierowców przepisów ruchu drogowego (44,3%) oraz naruszaniem prawa </w:t>
      </w:r>
      <w:r>
        <w:br/>
        <w:t xml:space="preserve">i porządku publicznego przez osoby pozostające pod wpływem środków odurzających takich jak alkohol czy narkotyki (41,4%). W dalszej kolejności respondenci wskazywali grupy młodzieży zakłócającej spokój na ulicach (18,6%), a także kradzieże, włamania i rozboje (12,9%). Pojedyncze odpowiedzi dotyczyły braku odpowiedniego oświetlenia miejscowości </w:t>
      </w:r>
      <w:r>
        <w:br/>
        <w:t>i bezpańskich psów.</w:t>
      </w:r>
    </w:p>
    <w:p w:rsidR="00EF4EB3" w:rsidRDefault="00EF4EB3" w:rsidP="00197D1F">
      <w:pPr>
        <w:pStyle w:val="Caption"/>
        <w:keepNext/>
        <w:jc w:val="center"/>
        <w:rPr>
          <w:rStyle w:val="Emphasis"/>
          <w:i w:val="0"/>
          <w:iCs w:val="0"/>
        </w:rPr>
      </w:pPr>
      <w:r>
        <w:rPr>
          <w:rStyle w:val="Emphasis"/>
          <w:i w:val="0"/>
          <w:iCs w:val="0"/>
        </w:rPr>
        <w:t xml:space="preserve">Tabela </w:t>
      </w:r>
      <w:r>
        <w:rPr>
          <w:rStyle w:val="Emphasis"/>
          <w:i w:val="0"/>
          <w:iCs w:val="0"/>
        </w:rPr>
        <w:fldChar w:fldCharType="begin"/>
      </w:r>
      <w:r>
        <w:rPr>
          <w:rStyle w:val="Emphasis"/>
          <w:i w:val="0"/>
          <w:iCs w:val="0"/>
        </w:rPr>
        <w:instrText xml:space="preserve"> SEQ Tabela \* ARABIC </w:instrText>
      </w:r>
      <w:r>
        <w:rPr>
          <w:rStyle w:val="Emphasis"/>
          <w:i w:val="0"/>
          <w:iCs w:val="0"/>
        </w:rPr>
        <w:fldChar w:fldCharType="separate"/>
      </w:r>
      <w:r>
        <w:rPr>
          <w:rStyle w:val="Emphasis"/>
          <w:i w:val="0"/>
          <w:iCs w:val="0"/>
          <w:noProof/>
        </w:rPr>
        <w:t>10</w:t>
      </w:r>
      <w:r>
        <w:rPr>
          <w:rStyle w:val="Emphasis"/>
          <w:i w:val="0"/>
          <w:iCs w:val="0"/>
        </w:rPr>
        <w:fldChar w:fldCharType="end"/>
      </w:r>
      <w:r>
        <w:rPr>
          <w:rStyle w:val="Emphasis"/>
          <w:i w:val="0"/>
          <w:iCs w:val="0"/>
        </w:rPr>
        <w:t>. Przyczyny poczucia braku bezpieczeństwa wśród respondentów (n=70)</w:t>
      </w:r>
    </w:p>
    <w:tbl>
      <w:tblPr>
        <w:tblW w:w="8162"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5778"/>
        <w:gridCol w:w="953"/>
        <w:gridCol w:w="1431"/>
      </w:tblGrid>
      <w:tr w:rsidR="00EF4EB3" w:rsidTr="00197D1F">
        <w:trPr>
          <w:trHeight w:val="300"/>
          <w:jc w:val="center"/>
        </w:trPr>
        <w:tc>
          <w:tcPr>
            <w:tcW w:w="5778" w:type="dxa"/>
            <w:noWrap/>
          </w:tcPr>
          <w:p w:rsidR="00EF4EB3" w:rsidRDefault="00EF4EB3">
            <w:pPr>
              <w:spacing w:after="0"/>
              <w:jc w:val="center"/>
              <w:rPr>
                <w:bCs/>
                <w:color w:val="000000"/>
                <w:szCs w:val="20"/>
                <w:lang w:eastAsia="pl-PL"/>
              </w:rPr>
            </w:pPr>
            <w:r>
              <w:rPr>
                <w:b/>
                <w:bCs/>
                <w:color w:val="000000"/>
                <w:sz w:val="20"/>
                <w:szCs w:val="20"/>
                <w:lang w:eastAsia="pl-PL"/>
              </w:rPr>
              <w:t>Wyszczególnienie</w:t>
            </w:r>
          </w:p>
        </w:tc>
        <w:tc>
          <w:tcPr>
            <w:tcW w:w="953" w:type="dxa"/>
            <w:noWrap/>
          </w:tcPr>
          <w:p w:rsidR="00EF4EB3" w:rsidRDefault="00EF4EB3">
            <w:pPr>
              <w:spacing w:after="0"/>
              <w:jc w:val="center"/>
              <w:rPr>
                <w:b/>
                <w:bCs/>
                <w:color w:val="000000"/>
                <w:sz w:val="20"/>
                <w:szCs w:val="20"/>
                <w:lang w:eastAsia="pl-PL"/>
              </w:rPr>
            </w:pPr>
            <w:r>
              <w:rPr>
                <w:b/>
                <w:bCs/>
                <w:color w:val="000000"/>
                <w:sz w:val="20"/>
                <w:szCs w:val="20"/>
                <w:lang w:eastAsia="pl-PL"/>
              </w:rPr>
              <w:t>Liczba wskazań</w:t>
            </w:r>
          </w:p>
        </w:tc>
        <w:tc>
          <w:tcPr>
            <w:tcW w:w="1431" w:type="dxa"/>
            <w:noWrap/>
          </w:tcPr>
          <w:p w:rsidR="00EF4EB3" w:rsidRDefault="00EF4EB3">
            <w:pPr>
              <w:spacing w:after="0"/>
              <w:jc w:val="center"/>
              <w:rPr>
                <w:b/>
                <w:bCs/>
                <w:color w:val="000000"/>
                <w:sz w:val="20"/>
                <w:szCs w:val="20"/>
                <w:lang w:eastAsia="pl-PL"/>
              </w:rPr>
            </w:pPr>
            <w:r>
              <w:rPr>
                <w:b/>
                <w:bCs/>
                <w:color w:val="000000"/>
                <w:sz w:val="20"/>
                <w:szCs w:val="20"/>
                <w:lang w:eastAsia="pl-PL"/>
              </w:rPr>
              <w:t>% respondentów</w:t>
            </w:r>
          </w:p>
        </w:tc>
      </w:tr>
      <w:tr w:rsidR="00EF4EB3" w:rsidTr="00197D1F">
        <w:trPr>
          <w:trHeight w:val="300"/>
          <w:jc w:val="center"/>
        </w:trPr>
        <w:tc>
          <w:tcPr>
            <w:tcW w:w="5778" w:type="dxa"/>
          </w:tcPr>
          <w:p w:rsidR="00EF4EB3" w:rsidRDefault="00EF4EB3">
            <w:pPr>
              <w:spacing w:after="0"/>
              <w:jc w:val="left"/>
              <w:rPr>
                <w:bCs/>
                <w:color w:val="000000"/>
                <w:sz w:val="20"/>
                <w:szCs w:val="20"/>
                <w:lang w:eastAsia="pl-PL"/>
              </w:rPr>
            </w:pPr>
            <w:r>
              <w:rPr>
                <w:bCs/>
                <w:color w:val="000000"/>
                <w:sz w:val="20"/>
                <w:szCs w:val="20"/>
                <w:lang w:eastAsia="pl-PL"/>
              </w:rPr>
              <w:t>Grupy młodzieży zakłócającej spokój na ulicach</w:t>
            </w:r>
          </w:p>
        </w:tc>
        <w:tc>
          <w:tcPr>
            <w:tcW w:w="953" w:type="dxa"/>
            <w:noWrap/>
          </w:tcPr>
          <w:p w:rsidR="00EF4EB3" w:rsidRDefault="00EF4EB3">
            <w:pPr>
              <w:spacing w:after="0"/>
              <w:jc w:val="center"/>
              <w:rPr>
                <w:color w:val="000000"/>
                <w:sz w:val="20"/>
                <w:szCs w:val="20"/>
                <w:lang w:eastAsia="pl-PL"/>
              </w:rPr>
            </w:pPr>
            <w:r>
              <w:rPr>
                <w:color w:val="000000"/>
                <w:sz w:val="20"/>
                <w:szCs w:val="20"/>
                <w:lang w:eastAsia="pl-PL"/>
              </w:rPr>
              <w:t>13</w:t>
            </w:r>
          </w:p>
        </w:tc>
        <w:tc>
          <w:tcPr>
            <w:tcW w:w="1431" w:type="dxa"/>
            <w:noWrap/>
          </w:tcPr>
          <w:p w:rsidR="00EF4EB3" w:rsidRDefault="00EF4EB3">
            <w:pPr>
              <w:spacing w:after="0"/>
              <w:jc w:val="center"/>
              <w:rPr>
                <w:color w:val="000000"/>
                <w:sz w:val="20"/>
                <w:szCs w:val="20"/>
                <w:lang w:eastAsia="pl-PL"/>
              </w:rPr>
            </w:pPr>
            <w:r>
              <w:rPr>
                <w:color w:val="000000"/>
                <w:sz w:val="20"/>
                <w:szCs w:val="20"/>
                <w:lang w:eastAsia="pl-PL"/>
              </w:rPr>
              <w:t>18,6%</w:t>
            </w:r>
          </w:p>
        </w:tc>
      </w:tr>
      <w:tr w:rsidR="00EF4EB3" w:rsidTr="00197D1F">
        <w:trPr>
          <w:trHeight w:val="300"/>
          <w:jc w:val="center"/>
        </w:trPr>
        <w:tc>
          <w:tcPr>
            <w:tcW w:w="5778" w:type="dxa"/>
          </w:tcPr>
          <w:p w:rsidR="00EF4EB3" w:rsidRDefault="00EF4EB3">
            <w:pPr>
              <w:spacing w:after="0"/>
              <w:jc w:val="left"/>
              <w:rPr>
                <w:bCs/>
                <w:color w:val="000000"/>
                <w:sz w:val="20"/>
                <w:szCs w:val="20"/>
                <w:lang w:eastAsia="pl-PL"/>
              </w:rPr>
            </w:pPr>
            <w:r>
              <w:rPr>
                <w:bCs/>
                <w:color w:val="000000"/>
                <w:sz w:val="20"/>
                <w:szCs w:val="20"/>
                <w:lang w:eastAsia="pl-PL"/>
              </w:rPr>
              <w:t>Naruszanie prawa i porządku publicznego przez osoby pozostające pod wpływem środków odurzających</w:t>
            </w:r>
          </w:p>
        </w:tc>
        <w:tc>
          <w:tcPr>
            <w:tcW w:w="953" w:type="dxa"/>
            <w:noWrap/>
          </w:tcPr>
          <w:p w:rsidR="00EF4EB3" w:rsidRDefault="00EF4EB3">
            <w:pPr>
              <w:spacing w:after="0"/>
              <w:jc w:val="center"/>
              <w:rPr>
                <w:color w:val="000000"/>
                <w:sz w:val="20"/>
                <w:szCs w:val="20"/>
                <w:lang w:eastAsia="pl-PL"/>
              </w:rPr>
            </w:pPr>
            <w:r>
              <w:rPr>
                <w:color w:val="000000"/>
                <w:sz w:val="20"/>
                <w:szCs w:val="20"/>
                <w:lang w:eastAsia="pl-PL"/>
              </w:rPr>
              <w:t>29</w:t>
            </w:r>
          </w:p>
        </w:tc>
        <w:tc>
          <w:tcPr>
            <w:tcW w:w="1431" w:type="dxa"/>
            <w:noWrap/>
          </w:tcPr>
          <w:p w:rsidR="00EF4EB3" w:rsidRDefault="00EF4EB3">
            <w:pPr>
              <w:spacing w:after="0"/>
              <w:jc w:val="center"/>
              <w:rPr>
                <w:color w:val="000000"/>
                <w:sz w:val="20"/>
                <w:szCs w:val="20"/>
                <w:lang w:eastAsia="pl-PL"/>
              </w:rPr>
            </w:pPr>
            <w:r>
              <w:rPr>
                <w:color w:val="000000"/>
                <w:sz w:val="20"/>
                <w:szCs w:val="20"/>
                <w:lang w:eastAsia="pl-PL"/>
              </w:rPr>
              <w:t>41,4%</w:t>
            </w:r>
          </w:p>
        </w:tc>
      </w:tr>
      <w:tr w:rsidR="00EF4EB3" w:rsidTr="00197D1F">
        <w:trPr>
          <w:trHeight w:val="300"/>
          <w:jc w:val="center"/>
        </w:trPr>
        <w:tc>
          <w:tcPr>
            <w:tcW w:w="5778" w:type="dxa"/>
          </w:tcPr>
          <w:p w:rsidR="00EF4EB3" w:rsidRDefault="00EF4EB3">
            <w:pPr>
              <w:spacing w:after="0"/>
              <w:jc w:val="left"/>
              <w:rPr>
                <w:bCs/>
                <w:color w:val="000000"/>
                <w:sz w:val="20"/>
                <w:szCs w:val="20"/>
                <w:lang w:eastAsia="pl-PL"/>
              </w:rPr>
            </w:pPr>
            <w:r>
              <w:rPr>
                <w:bCs/>
                <w:color w:val="000000"/>
                <w:sz w:val="20"/>
                <w:szCs w:val="20"/>
                <w:lang w:eastAsia="pl-PL"/>
              </w:rPr>
              <w:t>Kradzieże, włamania, rozboje</w:t>
            </w:r>
          </w:p>
        </w:tc>
        <w:tc>
          <w:tcPr>
            <w:tcW w:w="953" w:type="dxa"/>
            <w:noWrap/>
          </w:tcPr>
          <w:p w:rsidR="00EF4EB3" w:rsidRDefault="00EF4EB3">
            <w:pPr>
              <w:spacing w:after="0"/>
              <w:jc w:val="center"/>
              <w:rPr>
                <w:color w:val="000000"/>
                <w:sz w:val="20"/>
                <w:szCs w:val="20"/>
                <w:lang w:eastAsia="pl-PL"/>
              </w:rPr>
            </w:pPr>
            <w:r>
              <w:rPr>
                <w:color w:val="000000"/>
                <w:sz w:val="20"/>
                <w:szCs w:val="20"/>
                <w:lang w:eastAsia="pl-PL"/>
              </w:rPr>
              <w:t>9</w:t>
            </w:r>
          </w:p>
        </w:tc>
        <w:tc>
          <w:tcPr>
            <w:tcW w:w="1431" w:type="dxa"/>
            <w:noWrap/>
          </w:tcPr>
          <w:p w:rsidR="00EF4EB3" w:rsidRDefault="00EF4EB3">
            <w:pPr>
              <w:spacing w:after="0"/>
              <w:jc w:val="center"/>
              <w:rPr>
                <w:color w:val="000000"/>
                <w:sz w:val="20"/>
                <w:szCs w:val="20"/>
                <w:lang w:eastAsia="pl-PL"/>
              </w:rPr>
            </w:pPr>
            <w:r>
              <w:rPr>
                <w:color w:val="000000"/>
                <w:sz w:val="20"/>
                <w:szCs w:val="20"/>
                <w:lang w:eastAsia="pl-PL"/>
              </w:rPr>
              <w:t>12,9%</w:t>
            </w:r>
          </w:p>
        </w:tc>
      </w:tr>
      <w:tr w:rsidR="00EF4EB3" w:rsidTr="00197D1F">
        <w:trPr>
          <w:trHeight w:val="300"/>
          <w:jc w:val="center"/>
        </w:trPr>
        <w:tc>
          <w:tcPr>
            <w:tcW w:w="5778" w:type="dxa"/>
          </w:tcPr>
          <w:p w:rsidR="00EF4EB3" w:rsidRDefault="00EF4EB3">
            <w:pPr>
              <w:spacing w:after="0"/>
              <w:jc w:val="left"/>
              <w:rPr>
                <w:bCs/>
                <w:color w:val="000000"/>
                <w:sz w:val="20"/>
                <w:szCs w:val="20"/>
                <w:lang w:eastAsia="pl-PL"/>
              </w:rPr>
            </w:pPr>
            <w:r>
              <w:rPr>
                <w:bCs/>
                <w:color w:val="000000"/>
                <w:sz w:val="20"/>
                <w:szCs w:val="20"/>
                <w:lang w:eastAsia="pl-PL"/>
              </w:rPr>
              <w:t>Kierowcy łamiący przepisy ruchu drogowego</w:t>
            </w:r>
          </w:p>
        </w:tc>
        <w:tc>
          <w:tcPr>
            <w:tcW w:w="953" w:type="dxa"/>
            <w:noWrap/>
          </w:tcPr>
          <w:p w:rsidR="00EF4EB3" w:rsidRDefault="00EF4EB3">
            <w:pPr>
              <w:spacing w:after="0"/>
              <w:jc w:val="center"/>
              <w:rPr>
                <w:color w:val="000000"/>
                <w:sz w:val="20"/>
                <w:szCs w:val="20"/>
                <w:lang w:eastAsia="pl-PL"/>
              </w:rPr>
            </w:pPr>
            <w:r>
              <w:rPr>
                <w:color w:val="000000"/>
                <w:sz w:val="20"/>
                <w:szCs w:val="20"/>
                <w:lang w:eastAsia="pl-PL"/>
              </w:rPr>
              <w:t>31</w:t>
            </w:r>
          </w:p>
        </w:tc>
        <w:tc>
          <w:tcPr>
            <w:tcW w:w="1431" w:type="dxa"/>
            <w:noWrap/>
          </w:tcPr>
          <w:p w:rsidR="00EF4EB3" w:rsidRDefault="00EF4EB3">
            <w:pPr>
              <w:spacing w:after="0"/>
              <w:jc w:val="center"/>
              <w:rPr>
                <w:color w:val="000000"/>
                <w:sz w:val="20"/>
                <w:szCs w:val="20"/>
                <w:lang w:eastAsia="pl-PL"/>
              </w:rPr>
            </w:pPr>
            <w:r>
              <w:rPr>
                <w:color w:val="000000"/>
                <w:sz w:val="20"/>
                <w:szCs w:val="20"/>
                <w:lang w:eastAsia="pl-PL"/>
              </w:rPr>
              <w:t>44,3%</w:t>
            </w:r>
          </w:p>
        </w:tc>
      </w:tr>
      <w:tr w:rsidR="00EF4EB3" w:rsidTr="00197D1F">
        <w:trPr>
          <w:trHeight w:val="300"/>
          <w:jc w:val="center"/>
        </w:trPr>
        <w:tc>
          <w:tcPr>
            <w:tcW w:w="5778" w:type="dxa"/>
          </w:tcPr>
          <w:p w:rsidR="00EF4EB3" w:rsidRDefault="00EF4EB3">
            <w:pPr>
              <w:spacing w:after="0"/>
              <w:jc w:val="left"/>
              <w:rPr>
                <w:bCs/>
                <w:color w:val="000000"/>
                <w:sz w:val="20"/>
                <w:szCs w:val="20"/>
                <w:lang w:eastAsia="pl-PL"/>
              </w:rPr>
            </w:pPr>
            <w:r>
              <w:rPr>
                <w:bCs/>
                <w:color w:val="000000"/>
                <w:sz w:val="20"/>
                <w:szCs w:val="20"/>
                <w:lang w:eastAsia="pl-PL"/>
              </w:rPr>
              <w:t>Inne</w:t>
            </w:r>
          </w:p>
        </w:tc>
        <w:tc>
          <w:tcPr>
            <w:tcW w:w="953" w:type="dxa"/>
            <w:noWrap/>
          </w:tcPr>
          <w:p w:rsidR="00EF4EB3" w:rsidRDefault="00EF4EB3">
            <w:pPr>
              <w:spacing w:after="0"/>
              <w:jc w:val="center"/>
              <w:rPr>
                <w:color w:val="000000"/>
                <w:sz w:val="20"/>
                <w:szCs w:val="20"/>
                <w:lang w:eastAsia="pl-PL"/>
              </w:rPr>
            </w:pPr>
            <w:r>
              <w:rPr>
                <w:color w:val="000000"/>
                <w:sz w:val="20"/>
                <w:szCs w:val="20"/>
                <w:lang w:eastAsia="pl-PL"/>
              </w:rPr>
              <w:t>2</w:t>
            </w:r>
          </w:p>
        </w:tc>
        <w:tc>
          <w:tcPr>
            <w:tcW w:w="1431" w:type="dxa"/>
            <w:noWrap/>
          </w:tcPr>
          <w:p w:rsidR="00EF4EB3" w:rsidRDefault="00EF4EB3">
            <w:pPr>
              <w:spacing w:after="0"/>
              <w:jc w:val="center"/>
              <w:rPr>
                <w:color w:val="000000"/>
                <w:sz w:val="20"/>
                <w:szCs w:val="20"/>
                <w:lang w:eastAsia="pl-PL"/>
              </w:rPr>
            </w:pPr>
            <w:r>
              <w:rPr>
                <w:color w:val="000000"/>
                <w:sz w:val="20"/>
                <w:szCs w:val="20"/>
                <w:lang w:eastAsia="pl-PL"/>
              </w:rPr>
              <w:t>2,9%</w:t>
            </w:r>
          </w:p>
        </w:tc>
      </w:tr>
    </w:tbl>
    <w:p w:rsidR="00EF4EB3" w:rsidRDefault="00EF4EB3" w:rsidP="00197D1F">
      <w:pPr>
        <w:pStyle w:val="Caption"/>
      </w:pPr>
      <w:r>
        <w:t xml:space="preserve">Źródło: opracowanie własne. Uwaga: na pytanie o poczucie braku bezpieczeństwa odpowiadały osoby, które je odczuwają. Odsetek liczony jest w odniesieniu do respondentów, którzy odpowiedzieli na pytanie. </w:t>
      </w:r>
    </w:p>
    <w:p w:rsidR="00EF4EB3" w:rsidRDefault="00EF4EB3" w:rsidP="00197D1F">
      <w:r>
        <w:t xml:space="preserve">Na poczucie bezpieczeństwa bądź jego brak może wpływać skala dysfunkcji społecznych obserwowanych przez respondentów w ich najbliższym, sąsiedzkim otoczeniu. Aż 59,5% badanych zna osobiście osoby i rodziny dotknięte uzależnieniami, natomiast 30,4% słyszało </w:t>
      </w:r>
      <w:r>
        <w:br/>
        <w:t>o takich przypadkach. W odniesieniu do przemocy w rodzinie odsetki te wynoszą odpowiednio 32,5% i 40,0%.</w:t>
      </w:r>
    </w:p>
    <w:p w:rsidR="00EF4EB3" w:rsidRDefault="00EF4EB3" w:rsidP="00197D1F">
      <w:r>
        <w:t xml:space="preserve">Respondenci zostali poproszeni o identyfikację osób i grup społecznych, którym najtrudniej żyje się w Gminie Lidzbark Warmiński, czyli tych, które napotykają najwięcej barier </w:t>
      </w:r>
      <w:r>
        <w:br/>
        <w:t xml:space="preserve">w codziennym funkcjonowaniu, które w największym stopniu doświadczają skutków występujących problemów społecznych oraz które mają najmniejsze możliwości rozwoju </w:t>
      </w:r>
      <w:r>
        <w:br/>
        <w:t>i poprawy sytuacji. W świetle ich odpowiedzi, szczególnego wsparcia wymagają:</w:t>
      </w:r>
    </w:p>
    <w:p w:rsidR="00EF4EB3" w:rsidRDefault="00EF4EB3" w:rsidP="00197D1F">
      <w:pPr>
        <w:numPr>
          <w:ilvl w:val="0"/>
          <w:numId w:val="14"/>
        </w:numPr>
      </w:pPr>
      <w:r>
        <w:t>osoby starsze (w opinii 42,5% badanych);</w:t>
      </w:r>
    </w:p>
    <w:p w:rsidR="00EF4EB3" w:rsidRDefault="00EF4EB3" w:rsidP="00197D1F">
      <w:pPr>
        <w:numPr>
          <w:ilvl w:val="0"/>
          <w:numId w:val="14"/>
        </w:numPr>
      </w:pPr>
      <w:r>
        <w:t>osoby/rodziny dotknięte bezrobociem (40,0%);</w:t>
      </w:r>
    </w:p>
    <w:p w:rsidR="00EF4EB3" w:rsidRDefault="00EF4EB3" w:rsidP="00197D1F">
      <w:pPr>
        <w:numPr>
          <w:ilvl w:val="0"/>
          <w:numId w:val="14"/>
        </w:numPr>
      </w:pPr>
      <w:r>
        <w:t>osoby z niepełnosprawnościami i chorujące, w tym psychicznie (31,3%);</w:t>
      </w:r>
    </w:p>
    <w:p w:rsidR="00EF4EB3" w:rsidRDefault="00EF4EB3" w:rsidP="00197D1F">
      <w:pPr>
        <w:numPr>
          <w:ilvl w:val="0"/>
          <w:numId w:val="14"/>
        </w:numPr>
      </w:pPr>
      <w:r>
        <w:t>rodziny wielodzietne (30,0%);</w:t>
      </w:r>
    </w:p>
    <w:p w:rsidR="00EF4EB3" w:rsidRDefault="00EF4EB3" w:rsidP="00197D1F">
      <w:pPr>
        <w:numPr>
          <w:ilvl w:val="0"/>
          <w:numId w:val="14"/>
        </w:numPr>
      </w:pPr>
      <w:r>
        <w:t>osoby/rodziny dotknięte problemem uzależnienia (30,0%);</w:t>
      </w:r>
    </w:p>
    <w:p w:rsidR="00EF4EB3" w:rsidRDefault="00EF4EB3" w:rsidP="00197D1F">
      <w:pPr>
        <w:numPr>
          <w:ilvl w:val="0"/>
          <w:numId w:val="14"/>
        </w:numPr>
      </w:pPr>
      <w:r>
        <w:t>samotne matki/samotni ojcowie (28,8%);</w:t>
      </w:r>
    </w:p>
    <w:p w:rsidR="00EF4EB3" w:rsidRDefault="00EF4EB3" w:rsidP="00197D1F">
      <w:pPr>
        <w:numPr>
          <w:ilvl w:val="0"/>
          <w:numId w:val="14"/>
        </w:numPr>
      </w:pPr>
      <w:r>
        <w:t>osoby/rodziny ubogie (21,3%);</w:t>
      </w:r>
    </w:p>
    <w:p w:rsidR="00EF4EB3" w:rsidRDefault="00EF4EB3" w:rsidP="00197D1F">
      <w:pPr>
        <w:numPr>
          <w:ilvl w:val="0"/>
          <w:numId w:val="14"/>
        </w:numPr>
      </w:pPr>
      <w:r>
        <w:t>osoby/rodziny dotknięte problemem przemocy domowej (18,8%)</w:t>
      </w:r>
    </w:p>
    <w:p w:rsidR="00EF4EB3" w:rsidRDefault="00EF4EB3" w:rsidP="00197D1F">
      <w:pPr>
        <w:numPr>
          <w:ilvl w:val="0"/>
          <w:numId w:val="14"/>
        </w:numPr>
      </w:pPr>
      <w:r>
        <w:t>dzieci i młodzież (17,5%).</w:t>
      </w:r>
    </w:p>
    <w:p w:rsidR="00EF4EB3" w:rsidRDefault="00EF4EB3" w:rsidP="00197D1F">
      <w:r>
        <w:t>Badani mieszkańcy wybierali wskazane wyżej grupy z przedstawionej w ankiecie kafeterii pytań, jednak mieli możliwość dodania własnej propozycji. Okazuje się jednak, że wybrane odpowiedzi stanowią odzwierciedlenie dominujących procesów i problemów społecznych, takich jak starzenie się społeczeństwa, bezrobocie czy niepełnosprawność.</w:t>
      </w:r>
    </w:p>
    <w:p w:rsidR="00EF4EB3" w:rsidRDefault="00EF4EB3" w:rsidP="00197D1F">
      <w:pPr>
        <w:pStyle w:val="Heading2"/>
      </w:pPr>
      <w:bookmarkStart w:id="22" w:name="_Toc455144237"/>
      <w:r>
        <w:t>3.3. Integracja i aktywność społeczności lokalnej</w:t>
      </w:r>
      <w:bookmarkEnd w:id="22"/>
    </w:p>
    <w:p w:rsidR="00EF4EB3" w:rsidRDefault="00EF4EB3" w:rsidP="00197D1F">
      <w:r>
        <w:t xml:space="preserve">Wpływ na jakość życia mieszkańców Gminy, a także na przyjmowaną przez nich perspektywę w odniesieniu do dostrzeganych, w sąsiedzkim otoczeniu i własnych rodzinach, problemów </w:t>
      </w:r>
      <w:r>
        <w:br/>
        <w:t>i dysfunkcji może mieć stopień ich zaangażowania w życie lokalnej społeczności. Pozytywne więzi między mieszkańcami i wysoki stopień ich zintegrowania przekładają się bowiem na wzajemne wsparcie, pomoc oraz poczucie bezpieczeństwa. Tymczasem przeprowadzone badania wskazują na zgoła odmienny obraz. Większość respondentów (72,5%), poproszonych o ocenę poziomu integracji lokalnej społeczności, odpowiedziała na to pytanie wskazując na negatywne lub dość neutralne aspekty tego zagadnienia. Otóż:</w:t>
      </w:r>
    </w:p>
    <w:p w:rsidR="00EF4EB3" w:rsidRDefault="00EF4EB3" w:rsidP="00197D1F">
      <w:pPr>
        <w:pStyle w:val="ListParagraph"/>
        <w:numPr>
          <w:ilvl w:val="0"/>
          <w:numId w:val="15"/>
        </w:numPr>
      </w:pPr>
      <w:r>
        <w:t xml:space="preserve">według 11,3% badanych więzi pomiędzy mieszkańcami Gminy są luźne, a społeczność charakteryzuje wysoki poziom obojętności społecznej; </w:t>
      </w:r>
    </w:p>
    <w:p w:rsidR="00EF4EB3" w:rsidRDefault="00EF4EB3" w:rsidP="00197D1F">
      <w:pPr>
        <w:pStyle w:val="ListParagraph"/>
        <w:numPr>
          <w:ilvl w:val="0"/>
          <w:numId w:val="15"/>
        </w:numPr>
      </w:pPr>
      <w:r>
        <w:t>w opinii 26,3% respondentów mieszkańcy w małym stopniu identyfikują się ze społecznością i jej sprawami, a także nie wykazują zaangażowania społecznego;</w:t>
      </w:r>
    </w:p>
    <w:p w:rsidR="00EF4EB3" w:rsidRDefault="00EF4EB3" w:rsidP="00197D1F">
      <w:pPr>
        <w:pStyle w:val="ListParagraph"/>
        <w:numPr>
          <w:ilvl w:val="0"/>
          <w:numId w:val="15"/>
        </w:numPr>
      </w:pPr>
      <w:r>
        <w:t xml:space="preserve">35,0% badanych uważa, że więzi pomiędzy mieszkańcami są słabe, a przejawy wzajemnej pomocy i wspólnych działań nieliczne. </w:t>
      </w:r>
    </w:p>
    <w:p w:rsidR="00EF4EB3" w:rsidRDefault="00EF4EB3" w:rsidP="00197D1F">
      <w:r>
        <w:t>Pozytywny obraz integracji lokalnej społeczności wyłania się z odpowiedzi 27,5% respondentów, z których:</w:t>
      </w:r>
    </w:p>
    <w:p w:rsidR="00EF4EB3" w:rsidRDefault="00EF4EB3" w:rsidP="00197D1F">
      <w:pPr>
        <w:pStyle w:val="ListParagraph"/>
        <w:numPr>
          <w:ilvl w:val="0"/>
          <w:numId w:val="16"/>
        </w:numPr>
      </w:pPr>
      <w:r>
        <w:t>21,3% twierdzi, że występują pozytywne więzi między mieszkańcami, którzy podejmują wspólne działania w zakresie spraw społecznych;</w:t>
      </w:r>
    </w:p>
    <w:p w:rsidR="00EF4EB3" w:rsidRDefault="00EF4EB3" w:rsidP="00197D1F">
      <w:pPr>
        <w:pStyle w:val="ListParagraph"/>
        <w:numPr>
          <w:ilvl w:val="0"/>
          <w:numId w:val="16"/>
        </w:numPr>
      </w:pPr>
      <w:r>
        <w:t>5,0% uważa, że występują liczne przejawy samopomocy, społeczność jest zintegrowana, a mieszkańcy się z nią identyfikują;</w:t>
      </w:r>
    </w:p>
    <w:p w:rsidR="00EF4EB3" w:rsidRDefault="00EF4EB3" w:rsidP="00197D1F">
      <w:pPr>
        <w:pStyle w:val="ListParagraph"/>
        <w:numPr>
          <w:ilvl w:val="0"/>
          <w:numId w:val="16"/>
        </w:numPr>
      </w:pPr>
      <w:r>
        <w:t xml:space="preserve">1,3% deklaruje mocne zintegrowanie społeczności, bardzo częste wspólne działania </w:t>
      </w:r>
      <w:r>
        <w:br/>
        <w:t>i mocną identyfikację mieszkańców ze społecznością.</w:t>
      </w:r>
    </w:p>
    <w:p w:rsidR="00EF4EB3" w:rsidRDefault="00EF4EB3" w:rsidP="00197D1F">
      <w:pPr>
        <w:pStyle w:val="Caption"/>
        <w:keepNext/>
        <w:spacing w:before="120"/>
        <w:jc w:val="center"/>
        <w:rPr>
          <w:b/>
          <w:i w:val="0"/>
          <w:iCs w:val="0"/>
          <w:sz w:val="20"/>
          <w:highlight w:val="yellow"/>
        </w:rPr>
      </w:pPr>
      <w:r>
        <w:rPr>
          <w:rStyle w:val="Emphasis"/>
          <w:i w:val="0"/>
          <w:iCs w:val="0"/>
        </w:rPr>
        <w:t xml:space="preserve">Tabela </w:t>
      </w:r>
      <w:r>
        <w:rPr>
          <w:rStyle w:val="Emphasis"/>
          <w:i w:val="0"/>
          <w:iCs w:val="0"/>
        </w:rPr>
        <w:fldChar w:fldCharType="begin"/>
      </w:r>
      <w:r>
        <w:rPr>
          <w:rStyle w:val="Emphasis"/>
          <w:i w:val="0"/>
          <w:iCs w:val="0"/>
        </w:rPr>
        <w:instrText xml:space="preserve"> SEQ Tabela \* ARABIC </w:instrText>
      </w:r>
      <w:r>
        <w:rPr>
          <w:rStyle w:val="Emphasis"/>
          <w:i w:val="0"/>
          <w:iCs w:val="0"/>
        </w:rPr>
        <w:fldChar w:fldCharType="separate"/>
      </w:r>
      <w:r>
        <w:rPr>
          <w:rStyle w:val="Emphasis"/>
          <w:i w:val="0"/>
          <w:iCs w:val="0"/>
          <w:noProof/>
        </w:rPr>
        <w:t>11</w:t>
      </w:r>
      <w:r>
        <w:rPr>
          <w:rStyle w:val="Emphasis"/>
          <w:i w:val="0"/>
          <w:iCs w:val="0"/>
        </w:rPr>
        <w:fldChar w:fldCharType="end"/>
      </w:r>
      <w:r>
        <w:rPr>
          <w:rStyle w:val="Emphasis"/>
          <w:i w:val="0"/>
          <w:iCs w:val="0"/>
        </w:rPr>
        <w:t>. Zaangażowanie respondentów w życie lokalnej społeczności (n=80)</w:t>
      </w:r>
    </w:p>
    <w:tbl>
      <w:tblPr>
        <w:tblpPr w:leftFromText="141" w:rightFromText="141" w:vertAnchor="text" w:horzAnchor="margin" w:tblpXSpec="center" w:tblpY="47"/>
        <w:tblW w:w="861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6232"/>
        <w:gridCol w:w="953"/>
        <w:gridCol w:w="1431"/>
      </w:tblGrid>
      <w:tr w:rsidR="00EF4EB3" w:rsidTr="00197D1F">
        <w:trPr>
          <w:trHeight w:val="300"/>
        </w:trPr>
        <w:tc>
          <w:tcPr>
            <w:tcW w:w="6232" w:type="dxa"/>
            <w:noWrap/>
          </w:tcPr>
          <w:p w:rsidR="00EF4EB3" w:rsidRDefault="00EF4EB3">
            <w:pPr>
              <w:spacing w:after="0"/>
              <w:jc w:val="center"/>
              <w:rPr>
                <w:b/>
                <w:bCs/>
                <w:color w:val="000000"/>
                <w:sz w:val="20"/>
                <w:szCs w:val="20"/>
                <w:lang w:eastAsia="pl-PL"/>
              </w:rPr>
            </w:pPr>
            <w:r>
              <w:rPr>
                <w:b/>
                <w:bCs/>
                <w:color w:val="000000"/>
                <w:sz w:val="20"/>
                <w:szCs w:val="20"/>
                <w:lang w:eastAsia="pl-PL"/>
              </w:rPr>
              <w:t>Wyszczególnienie</w:t>
            </w:r>
          </w:p>
        </w:tc>
        <w:tc>
          <w:tcPr>
            <w:tcW w:w="953" w:type="dxa"/>
            <w:noWrap/>
          </w:tcPr>
          <w:p w:rsidR="00EF4EB3" w:rsidRDefault="00EF4EB3">
            <w:pPr>
              <w:spacing w:after="0"/>
              <w:jc w:val="center"/>
              <w:rPr>
                <w:b/>
                <w:bCs/>
                <w:color w:val="000000"/>
                <w:sz w:val="20"/>
                <w:szCs w:val="20"/>
                <w:lang w:eastAsia="pl-PL"/>
              </w:rPr>
            </w:pPr>
            <w:r>
              <w:rPr>
                <w:b/>
                <w:bCs/>
                <w:color w:val="000000"/>
                <w:sz w:val="20"/>
                <w:szCs w:val="20"/>
                <w:lang w:eastAsia="pl-PL"/>
              </w:rPr>
              <w:t>Liczba wskazań</w:t>
            </w:r>
          </w:p>
        </w:tc>
        <w:tc>
          <w:tcPr>
            <w:tcW w:w="1431" w:type="dxa"/>
            <w:noWrap/>
          </w:tcPr>
          <w:p w:rsidR="00EF4EB3" w:rsidRDefault="00EF4EB3">
            <w:pPr>
              <w:spacing w:after="0"/>
              <w:jc w:val="center"/>
              <w:rPr>
                <w:b/>
                <w:bCs/>
                <w:color w:val="000000"/>
                <w:sz w:val="20"/>
                <w:szCs w:val="20"/>
                <w:lang w:eastAsia="pl-PL"/>
              </w:rPr>
            </w:pPr>
            <w:r>
              <w:rPr>
                <w:b/>
                <w:bCs/>
                <w:color w:val="000000"/>
                <w:sz w:val="20"/>
                <w:szCs w:val="20"/>
                <w:lang w:eastAsia="pl-PL"/>
              </w:rPr>
              <w:t>% respondentów</w:t>
            </w:r>
          </w:p>
        </w:tc>
      </w:tr>
      <w:tr w:rsidR="00EF4EB3" w:rsidTr="00197D1F">
        <w:trPr>
          <w:trHeight w:val="300"/>
        </w:trPr>
        <w:tc>
          <w:tcPr>
            <w:tcW w:w="6232" w:type="dxa"/>
            <w:noWrap/>
          </w:tcPr>
          <w:p w:rsidR="00EF4EB3" w:rsidRDefault="00EF4EB3">
            <w:pPr>
              <w:spacing w:after="0"/>
              <w:jc w:val="left"/>
              <w:rPr>
                <w:color w:val="000000"/>
                <w:sz w:val="20"/>
                <w:szCs w:val="20"/>
                <w:lang w:eastAsia="pl-PL"/>
              </w:rPr>
            </w:pPr>
            <w:r>
              <w:rPr>
                <w:color w:val="000000"/>
                <w:sz w:val="20"/>
                <w:szCs w:val="20"/>
              </w:rPr>
              <w:t>Pełnienie funkcji społecznych</w:t>
            </w:r>
          </w:p>
        </w:tc>
        <w:tc>
          <w:tcPr>
            <w:tcW w:w="953" w:type="dxa"/>
            <w:noWrap/>
          </w:tcPr>
          <w:p w:rsidR="00EF4EB3" w:rsidRDefault="00EF4EB3">
            <w:pPr>
              <w:spacing w:after="0"/>
              <w:jc w:val="center"/>
              <w:rPr>
                <w:color w:val="000000"/>
                <w:sz w:val="20"/>
                <w:szCs w:val="20"/>
              </w:rPr>
            </w:pPr>
            <w:r>
              <w:rPr>
                <w:color w:val="000000"/>
                <w:sz w:val="20"/>
                <w:szCs w:val="20"/>
              </w:rPr>
              <w:t>3</w:t>
            </w:r>
          </w:p>
        </w:tc>
        <w:tc>
          <w:tcPr>
            <w:tcW w:w="1431" w:type="dxa"/>
            <w:noWrap/>
          </w:tcPr>
          <w:p w:rsidR="00EF4EB3" w:rsidRDefault="00EF4EB3">
            <w:pPr>
              <w:spacing w:after="0"/>
              <w:jc w:val="center"/>
              <w:rPr>
                <w:color w:val="000000"/>
                <w:sz w:val="20"/>
                <w:szCs w:val="20"/>
              </w:rPr>
            </w:pPr>
            <w:r>
              <w:rPr>
                <w:color w:val="000000"/>
                <w:sz w:val="20"/>
                <w:szCs w:val="20"/>
              </w:rPr>
              <w:t>3,8%</w:t>
            </w:r>
          </w:p>
        </w:tc>
      </w:tr>
      <w:tr w:rsidR="00EF4EB3" w:rsidTr="00197D1F">
        <w:trPr>
          <w:trHeight w:val="300"/>
        </w:trPr>
        <w:tc>
          <w:tcPr>
            <w:tcW w:w="6232" w:type="dxa"/>
            <w:noWrap/>
          </w:tcPr>
          <w:p w:rsidR="00EF4EB3" w:rsidRDefault="00EF4EB3">
            <w:pPr>
              <w:spacing w:after="0"/>
              <w:jc w:val="left"/>
              <w:rPr>
                <w:color w:val="000000"/>
                <w:sz w:val="20"/>
                <w:szCs w:val="20"/>
              </w:rPr>
            </w:pPr>
            <w:r>
              <w:rPr>
                <w:color w:val="000000"/>
                <w:sz w:val="20"/>
                <w:szCs w:val="20"/>
              </w:rPr>
              <w:t>Uczestnictwo w zebraniach wiejskich</w:t>
            </w:r>
          </w:p>
        </w:tc>
        <w:tc>
          <w:tcPr>
            <w:tcW w:w="953" w:type="dxa"/>
            <w:noWrap/>
          </w:tcPr>
          <w:p w:rsidR="00EF4EB3" w:rsidRDefault="00EF4EB3">
            <w:pPr>
              <w:spacing w:after="0"/>
              <w:jc w:val="center"/>
              <w:rPr>
                <w:color w:val="000000"/>
                <w:sz w:val="20"/>
                <w:szCs w:val="20"/>
              </w:rPr>
            </w:pPr>
            <w:r>
              <w:rPr>
                <w:color w:val="000000"/>
                <w:sz w:val="20"/>
                <w:szCs w:val="20"/>
              </w:rPr>
              <w:t>33</w:t>
            </w:r>
          </w:p>
        </w:tc>
        <w:tc>
          <w:tcPr>
            <w:tcW w:w="1431" w:type="dxa"/>
            <w:noWrap/>
          </w:tcPr>
          <w:p w:rsidR="00EF4EB3" w:rsidRDefault="00EF4EB3">
            <w:pPr>
              <w:spacing w:after="0"/>
              <w:jc w:val="center"/>
              <w:rPr>
                <w:color w:val="000000"/>
                <w:sz w:val="20"/>
                <w:szCs w:val="20"/>
              </w:rPr>
            </w:pPr>
            <w:r>
              <w:rPr>
                <w:color w:val="000000"/>
                <w:sz w:val="20"/>
                <w:szCs w:val="20"/>
              </w:rPr>
              <w:t>41,3%</w:t>
            </w:r>
          </w:p>
        </w:tc>
      </w:tr>
      <w:tr w:rsidR="00EF4EB3" w:rsidTr="00197D1F">
        <w:trPr>
          <w:trHeight w:val="300"/>
        </w:trPr>
        <w:tc>
          <w:tcPr>
            <w:tcW w:w="6232" w:type="dxa"/>
            <w:noWrap/>
          </w:tcPr>
          <w:p w:rsidR="00EF4EB3" w:rsidRDefault="00EF4EB3">
            <w:pPr>
              <w:spacing w:after="0"/>
              <w:jc w:val="left"/>
              <w:rPr>
                <w:color w:val="000000"/>
                <w:sz w:val="20"/>
                <w:szCs w:val="20"/>
              </w:rPr>
            </w:pPr>
            <w:r>
              <w:rPr>
                <w:color w:val="000000"/>
                <w:sz w:val="20"/>
                <w:szCs w:val="20"/>
              </w:rPr>
              <w:t>Udział w konsultacjach społecznych</w:t>
            </w:r>
          </w:p>
        </w:tc>
        <w:tc>
          <w:tcPr>
            <w:tcW w:w="953" w:type="dxa"/>
            <w:noWrap/>
          </w:tcPr>
          <w:p w:rsidR="00EF4EB3" w:rsidRDefault="00EF4EB3">
            <w:pPr>
              <w:spacing w:after="0"/>
              <w:jc w:val="center"/>
              <w:rPr>
                <w:color w:val="000000"/>
                <w:sz w:val="20"/>
                <w:szCs w:val="20"/>
              </w:rPr>
            </w:pPr>
            <w:r>
              <w:rPr>
                <w:color w:val="000000"/>
                <w:sz w:val="20"/>
                <w:szCs w:val="20"/>
              </w:rPr>
              <w:t>9</w:t>
            </w:r>
          </w:p>
        </w:tc>
        <w:tc>
          <w:tcPr>
            <w:tcW w:w="1431" w:type="dxa"/>
            <w:noWrap/>
          </w:tcPr>
          <w:p w:rsidR="00EF4EB3" w:rsidRDefault="00EF4EB3">
            <w:pPr>
              <w:spacing w:after="0"/>
              <w:jc w:val="center"/>
              <w:rPr>
                <w:color w:val="000000"/>
                <w:sz w:val="20"/>
                <w:szCs w:val="20"/>
              </w:rPr>
            </w:pPr>
            <w:r>
              <w:rPr>
                <w:color w:val="000000"/>
                <w:sz w:val="20"/>
                <w:szCs w:val="20"/>
              </w:rPr>
              <w:t>11,3%</w:t>
            </w:r>
          </w:p>
        </w:tc>
      </w:tr>
      <w:tr w:rsidR="00EF4EB3" w:rsidTr="00197D1F">
        <w:trPr>
          <w:trHeight w:val="300"/>
        </w:trPr>
        <w:tc>
          <w:tcPr>
            <w:tcW w:w="6232" w:type="dxa"/>
            <w:noWrap/>
          </w:tcPr>
          <w:p w:rsidR="00EF4EB3" w:rsidRDefault="00EF4EB3">
            <w:pPr>
              <w:spacing w:after="0"/>
              <w:jc w:val="left"/>
              <w:rPr>
                <w:color w:val="000000"/>
                <w:sz w:val="20"/>
                <w:szCs w:val="20"/>
              </w:rPr>
            </w:pPr>
            <w:r>
              <w:rPr>
                <w:color w:val="000000"/>
                <w:sz w:val="20"/>
                <w:szCs w:val="20"/>
              </w:rPr>
              <w:t>Pomoc przy organizacji imprez, akcji, wydarzeń lokalnych</w:t>
            </w:r>
          </w:p>
        </w:tc>
        <w:tc>
          <w:tcPr>
            <w:tcW w:w="953" w:type="dxa"/>
            <w:noWrap/>
          </w:tcPr>
          <w:p w:rsidR="00EF4EB3" w:rsidRDefault="00EF4EB3">
            <w:pPr>
              <w:spacing w:after="0"/>
              <w:jc w:val="center"/>
              <w:rPr>
                <w:color w:val="000000"/>
                <w:sz w:val="20"/>
                <w:szCs w:val="20"/>
              </w:rPr>
            </w:pPr>
            <w:r>
              <w:rPr>
                <w:color w:val="000000"/>
                <w:sz w:val="20"/>
                <w:szCs w:val="20"/>
              </w:rPr>
              <w:t>22</w:t>
            </w:r>
          </w:p>
        </w:tc>
        <w:tc>
          <w:tcPr>
            <w:tcW w:w="1431" w:type="dxa"/>
            <w:noWrap/>
          </w:tcPr>
          <w:p w:rsidR="00EF4EB3" w:rsidRDefault="00EF4EB3">
            <w:pPr>
              <w:spacing w:after="0"/>
              <w:jc w:val="center"/>
              <w:rPr>
                <w:color w:val="000000"/>
                <w:sz w:val="20"/>
                <w:szCs w:val="20"/>
              </w:rPr>
            </w:pPr>
            <w:r>
              <w:rPr>
                <w:color w:val="000000"/>
                <w:sz w:val="20"/>
                <w:szCs w:val="20"/>
              </w:rPr>
              <w:t>27,5%</w:t>
            </w:r>
          </w:p>
        </w:tc>
      </w:tr>
      <w:tr w:rsidR="00EF4EB3" w:rsidTr="00197D1F">
        <w:trPr>
          <w:trHeight w:val="300"/>
        </w:trPr>
        <w:tc>
          <w:tcPr>
            <w:tcW w:w="6232" w:type="dxa"/>
            <w:noWrap/>
          </w:tcPr>
          <w:p w:rsidR="00EF4EB3" w:rsidRDefault="00EF4EB3">
            <w:pPr>
              <w:spacing w:after="0"/>
              <w:jc w:val="left"/>
              <w:rPr>
                <w:color w:val="000000"/>
                <w:sz w:val="20"/>
                <w:szCs w:val="20"/>
              </w:rPr>
            </w:pPr>
            <w:r>
              <w:rPr>
                <w:color w:val="000000"/>
                <w:sz w:val="20"/>
                <w:szCs w:val="20"/>
              </w:rPr>
              <w:t>Wsparcie organizacji i inicjatyw społecznych</w:t>
            </w:r>
          </w:p>
        </w:tc>
        <w:tc>
          <w:tcPr>
            <w:tcW w:w="953" w:type="dxa"/>
            <w:noWrap/>
          </w:tcPr>
          <w:p w:rsidR="00EF4EB3" w:rsidRDefault="00EF4EB3">
            <w:pPr>
              <w:spacing w:after="0"/>
              <w:jc w:val="center"/>
              <w:rPr>
                <w:color w:val="000000"/>
                <w:sz w:val="20"/>
                <w:szCs w:val="20"/>
              </w:rPr>
            </w:pPr>
            <w:r>
              <w:rPr>
                <w:color w:val="000000"/>
                <w:sz w:val="20"/>
                <w:szCs w:val="20"/>
              </w:rPr>
              <w:t>6</w:t>
            </w:r>
          </w:p>
        </w:tc>
        <w:tc>
          <w:tcPr>
            <w:tcW w:w="1431" w:type="dxa"/>
            <w:noWrap/>
          </w:tcPr>
          <w:p w:rsidR="00EF4EB3" w:rsidRDefault="00EF4EB3">
            <w:pPr>
              <w:spacing w:after="0"/>
              <w:jc w:val="center"/>
              <w:rPr>
                <w:color w:val="000000"/>
                <w:sz w:val="20"/>
                <w:szCs w:val="20"/>
              </w:rPr>
            </w:pPr>
            <w:r>
              <w:rPr>
                <w:color w:val="000000"/>
                <w:sz w:val="20"/>
                <w:szCs w:val="20"/>
              </w:rPr>
              <w:t>7,5%</w:t>
            </w:r>
          </w:p>
        </w:tc>
      </w:tr>
      <w:tr w:rsidR="00EF4EB3" w:rsidTr="00197D1F">
        <w:trPr>
          <w:trHeight w:val="300"/>
        </w:trPr>
        <w:tc>
          <w:tcPr>
            <w:tcW w:w="6232" w:type="dxa"/>
            <w:noWrap/>
          </w:tcPr>
          <w:p w:rsidR="00EF4EB3" w:rsidRDefault="00EF4EB3">
            <w:pPr>
              <w:spacing w:after="0"/>
              <w:jc w:val="left"/>
              <w:rPr>
                <w:color w:val="000000"/>
                <w:sz w:val="20"/>
                <w:szCs w:val="20"/>
              </w:rPr>
            </w:pPr>
            <w:r>
              <w:rPr>
                <w:color w:val="000000"/>
                <w:sz w:val="20"/>
                <w:szCs w:val="20"/>
              </w:rPr>
              <w:t>Dbanie o estetykę i czystość najbliższego otoczenia</w:t>
            </w:r>
          </w:p>
        </w:tc>
        <w:tc>
          <w:tcPr>
            <w:tcW w:w="953" w:type="dxa"/>
            <w:noWrap/>
          </w:tcPr>
          <w:p w:rsidR="00EF4EB3" w:rsidRDefault="00EF4EB3">
            <w:pPr>
              <w:spacing w:after="0"/>
              <w:jc w:val="center"/>
              <w:rPr>
                <w:color w:val="000000"/>
                <w:sz w:val="20"/>
                <w:szCs w:val="20"/>
              </w:rPr>
            </w:pPr>
            <w:r>
              <w:rPr>
                <w:color w:val="000000"/>
                <w:sz w:val="20"/>
                <w:szCs w:val="20"/>
              </w:rPr>
              <w:t>42</w:t>
            </w:r>
          </w:p>
        </w:tc>
        <w:tc>
          <w:tcPr>
            <w:tcW w:w="1431" w:type="dxa"/>
            <w:noWrap/>
          </w:tcPr>
          <w:p w:rsidR="00EF4EB3" w:rsidRDefault="00EF4EB3">
            <w:pPr>
              <w:spacing w:after="0"/>
              <w:jc w:val="center"/>
              <w:rPr>
                <w:color w:val="000000"/>
                <w:sz w:val="20"/>
                <w:szCs w:val="20"/>
              </w:rPr>
            </w:pPr>
            <w:r>
              <w:rPr>
                <w:color w:val="000000"/>
                <w:sz w:val="20"/>
                <w:szCs w:val="20"/>
              </w:rPr>
              <w:t>52,5%</w:t>
            </w:r>
          </w:p>
        </w:tc>
      </w:tr>
      <w:tr w:rsidR="00EF4EB3" w:rsidTr="00197D1F">
        <w:trPr>
          <w:trHeight w:val="300"/>
        </w:trPr>
        <w:tc>
          <w:tcPr>
            <w:tcW w:w="6232" w:type="dxa"/>
            <w:noWrap/>
          </w:tcPr>
          <w:p w:rsidR="00EF4EB3" w:rsidRDefault="00EF4EB3">
            <w:pPr>
              <w:spacing w:after="0"/>
              <w:jc w:val="left"/>
              <w:rPr>
                <w:color w:val="000000"/>
                <w:sz w:val="20"/>
                <w:szCs w:val="20"/>
              </w:rPr>
            </w:pPr>
            <w:r>
              <w:rPr>
                <w:color w:val="000000"/>
                <w:sz w:val="20"/>
                <w:szCs w:val="20"/>
              </w:rPr>
              <w:t>Pomoc sąsiedzka</w:t>
            </w:r>
          </w:p>
        </w:tc>
        <w:tc>
          <w:tcPr>
            <w:tcW w:w="953" w:type="dxa"/>
            <w:noWrap/>
          </w:tcPr>
          <w:p w:rsidR="00EF4EB3" w:rsidRDefault="00EF4EB3">
            <w:pPr>
              <w:spacing w:after="0"/>
              <w:jc w:val="center"/>
              <w:rPr>
                <w:color w:val="000000"/>
                <w:sz w:val="20"/>
                <w:szCs w:val="20"/>
              </w:rPr>
            </w:pPr>
            <w:r>
              <w:rPr>
                <w:color w:val="000000"/>
                <w:sz w:val="20"/>
                <w:szCs w:val="20"/>
              </w:rPr>
              <w:t>39</w:t>
            </w:r>
          </w:p>
        </w:tc>
        <w:tc>
          <w:tcPr>
            <w:tcW w:w="1431" w:type="dxa"/>
            <w:noWrap/>
          </w:tcPr>
          <w:p w:rsidR="00EF4EB3" w:rsidRDefault="00EF4EB3">
            <w:pPr>
              <w:spacing w:after="0"/>
              <w:jc w:val="center"/>
              <w:rPr>
                <w:color w:val="000000"/>
                <w:sz w:val="20"/>
                <w:szCs w:val="20"/>
              </w:rPr>
            </w:pPr>
            <w:r>
              <w:rPr>
                <w:color w:val="000000"/>
                <w:sz w:val="20"/>
                <w:szCs w:val="20"/>
              </w:rPr>
              <w:t>48,8%</w:t>
            </w:r>
          </w:p>
        </w:tc>
      </w:tr>
      <w:tr w:rsidR="00EF4EB3" w:rsidTr="00197D1F">
        <w:trPr>
          <w:trHeight w:val="300"/>
        </w:trPr>
        <w:tc>
          <w:tcPr>
            <w:tcW w:w="6232" w:type="dxa"/>
            <w:noWrap/>
          </w:tcPr>
          <w:p w:rsidR="00EF4EB3" w:rsidRDefault="00EF4EB3">
            <w:pPr>
              <w:spacing w:after="0"/>
              <w:jc w:val="left"/>
              <w:rPr>
                <w:color w:val="000000"/>
                <w:sz w:val="20"/>
                <w:szCs w:val="20"/>
              </w:rPr>
            </w:pPr>
            <w:r>
              <w:rPr>
                <w:color w:val="000000"/>
                <w:sz w:val="20"/>
                <w:szCs w:val="20"/>
              </w:rPr>
              <w:t>Wolontariat na rzecz osób potrzebujących wsparcia</w:t>
            </w:r>
          </w:p>
        </w:tc>
        <w:tc>
          <w:tcPr>
            <w:tcW w:w="953" w:type="dxa"/>
            <w:noWrap/>
          </w:tcPr>
          <w:p w:rsidR="00EF4EB3" w:rsidRDefault="00EF4EB3">
            <w:pPr>
              <w:spacing w:after="0"/>
              <w:jc w:val="center"/>
              <w:rPr>
                <w:color w:val="000000"/>
                <w:sz w:val="20"/>
                <w:szCs w:val="20"/>
              </w:rPr>
            </w:pPr>
            <w:r>
              <w:rPr>
                <w:color w:val="000000"/>
                <w:sz w:val="20"/>
                <w:szCs w:val="20"/>
              </w:rPr>
              <w:t>5</w:t>
            </w:r>
          </w:p>
        </w:tc>
        <w:tc>
          <w:tcPr>
            <w:tcW w:w="1431" w:type="dxa"/>
            <w:noWrap/>
          </w:tcPr>
          <w:p w:rsidR="00EF4EB3" w:rsidRDefault="00EF4EB3">
            <w:pPr>
              <w:spacing w:after="0"/>
              <w:jc w:val="center"/>
              <w:rPr>
                <w:color w:val="000000"/>
                <w:sz w:val="20"/>
                <w:szCs w:val="20"/>
              </w:rPr>
            </w:pPr>
            <w:r>
              <w:rPr>
                <w:color w:val="000000"/>
                <w:sz w:val="20"/>
                <w:szCs w:val="20"/>
              </w:rPr>
              <w:t>6,3%</w:t>
            </w:r>
          </w:p>
        </w:tc>
      </w:tr>
      <w:tr w:rsidR="00EF4EB3" w:rsidTr="00197D1F">
        <w:trPr>
          <w:trHeight w:val="300"/>
        </w:trPr>
        <w:tc>
          <w:tcPr>
            <w:tcW w:w="6232" w:type="dxa"/>
            <w:noWrap/>
          </w:tcPr>
          <w:p w:rsidR="00EF4EB3" w:rsidRDefault="00EF4EB3">
            <w:pPr>
              <w:spacing w:after="0"/>
              <w:jc w:val="left"/>
              <w:rPr>
                <w:color w:val="000000"/>
                <w:sz w:val="20"/>
                <w:szCs w:val="20"/>
              </w:rPr>
            </w:pPr>
            <w:r>
              <w:rPr>
                <w:color w:val="000000"/>
                <w:sz w:val="20"/>
                <w:szCs w:val="20"/>
              </w:rPr>
              <w:t>W żaden sposób nie angażuję się w życie społeczności lokalnej</w:t>
            </w:r>
          </w:p>
        </w:tc>
        <w:tc>
          <w:tcPr>
            <w:tcW w:w="953" w:type="dxa"/>
            <w:noWrap/>
          </w:tcPr>
          <w:p w:rsidR="00EF4EB3" w:rsidRDefault="00EF4EB3">
            <w:pPr>
              <w:spacing w:after="0"/>
              <w:jc w:val="center"/>
              <w:rPr>
                <w:color w:val="000000"/>
                <w:sz w:val="20"/>
                <w:szCs w:val="20"/>
              </w:rPr>
            </w:pPr>
            <w:r>
              <w:rPr>
                <w:color w:val="000000"/>
                <w:sz w:val="20"/>
                <w:szCs w:val="20"/>
              </w:rPr>
              <w:t>16</w:t>
            </w:r>
          </w:p>
        </w:tc>
        <w:tc>
          <w:tcPr>
            <w:tcW w:w="1431" w:type="dxa"/>
            <w:noWrap/>
          </w:tcPr>
          <w:p w:rsidR="00EF4EB3" w:rsidRDefault="00EF4EB3">
            <w:pPr>
              <w:spacing w:after="0"/>
              <w:jc w:val="center"/>
              <w:rPr>
                <w:color w:val="000000"/>
                <w:sz w:val="20"/>
                <w:szCs w:val="20"/>
              </w:rPr>
            </w:pPr>
            <w:r>
              <w:rPr>
                <w:color w:val="000000"/>
                <w:sz w:val="20"/>
                <w:szCs w:val="20"/>
              </w:rPr>
              <w:t>20,0%</w:t>
            </w:r>
          </w:p>
        </w:tc>
      </w:tr>
    </w:tbl>
    <w:p w:rsidR="00EF4EB3" w:rsidRDefault="00EF4EB3" w:rsidP="00197D1F">
      <w:pPr>
        <w:pStyle w:val="Caption"/>
      </w:pPr>
      <w:r>
        <w:t>Źródło: opracowanie własne.</w:t>
      </w:r>
    </w:p>
    <w:p w:rsidR="00EF4EB3" w:rsidRDefault="00EF4EB3" w:rsidP="00197D1F">
      <w:r>
        <w:t xml:space="preserve">Niejako dopełnienie obrazu integracji i zaangażowania lokalnej społeczności stanowi obraz aktywności społecznej respondentów. Główne formy zaangażowania respondentów koncentrują się na ich najbliższym otoczeniu – 52,5% wskazuje na dbanie o estetykę </w:t>
      </w:r>
      <w:r>
        <w:br/>
        <w:t xml:space="preserve">i czystość najbliższego otoczenia, natomiast 48,8% na pomoc sąsiedzką. Dość wysoki jest odsetek osób, które deklarują uczestnictwo w zebraniach wiejskich (41,3%) oraz pomoc przy organizacji imprez, akcji i wydarzeń lokalnych (27,5%), natomiast mniejszy stanowią mieszkańcy biorący udział w konsultacjach społecznych (11,3%), wspierający organizacje </w:t>
      </w:r>
      <w:r>
        <w:br/>
        <w:t xml:space="preserve">i inicjatywy społeczne (7,5%) oraz pomagający innym poprzez wolontariat (6,3%). Jedna piąta badanych (20,0%) przyznała się, że w żaden sposób nie angażuje się w życie lokalnej społeczności. </w:t>
      </w:r>
    </w:p>
    <w:p w:rsidR="00EF4EB3" w:rsidRDefault="00EF4EB3" w:rsidP="00197D1F">
      <w:pPr>
        <w:pStyle w:val="Heading2"/>
      </w:pPr>
      <w:bookmarkStart w:id="23" w:name="_Toc455144238"/>
      <w:r>
        <w:t>3.2. Młodzież w środowisku rodzinnym i lokalnym</w:t>
      </w:r>
      <w:bookmarkEnd w:id="23"/>
    </w:p>
    <w:p w:rsidR="00EF4EB3" w:rsidRDefault="00EF4EB3" w:rsidP="00197D1F">
      <w:r>
        <w:t>Zapewnienie odpowiednich warunków do wykorzystania oraz rozwoju potencjału młodych ludzi stanowi jedno z najpoważniejszych wyzwań dla całego współczesnego świata. Z jednej strony kryzys gospodarczy spowodował zmniejszenie pewności i bezpieczeństwa przyszłości młodzieży, natomiast z drugiej strony, młodzi stanowią duży zasób w obliczu starzejącego się społeczeństwa</w:t>
      </w:r>
      <w:r>
        <w:rPr>
          <w:rStyle w:val="FootnoteReference"/>
        </w:rPr>
        <w:footnoteReference w:id="15"/>
      </w:r>
      <w:r>
        <w:t xml:space="preserve">. </w:t>
      </w:r>
    </w:p>
    <w:p w:rsidR="00EF4EB3" w:rsidRDefault="00EF4EB3" w:rsidP="00197D1F">
      <w:r>
        <w:t xml:space="preserve">Należy mieć również na uwadze, że współczesna młodzież, bardziej niż kilkanaście czy kilkadziesiąt lat temu, jest narażona na wpływ negatywnych zjawisk, takich jak przemoc czy uzależnienia, w tym również związane z rozwojem nowoczesnych technologii. Wyniki badań społecznych wskazują, że przemoc jest obecna w życiu młodych ludzi. Nieco mniej niż połowa respondentów (44,6%) deklaruje, że jej doświadczyła, natomiast 22,9% - że była jej sprawcą. Wśród głównych miejsc doświadczania przemocy uczniowie wymienili szkołę, następnie podwórko, dom i ulicę. </w:t>
      </w:r>
    </w:p>
    <w:p w:rsidR="00EF4EB3" w:rsidRDefault="00EF4EB3" w:rsidP="00197D1F">
      <w:pPr>
        <w:pStyle w:val="Caption"/>
        <w:spacing w:before="120"/>
        <w:jc w:val="center"/>
        <w:rPr>
          <w:rStyle w:val="Strong"/>
          <w:b/>
          <w:bCs/>
          <w:i w:val="0"/>
        </w:rPr>
      </w:pPr>
      <w:r>
        <w:rPr>
          <w:rStyle w:val="Strong"/>
          <w:b/>
          <w:bCs/>
          <w:i w:val="0"/>
        </w:rPr>
        <w:t xml:space="preserve">Wykres </w:t>
      </w:r>
      <w:r>
        <w:rPr>
          <w:rStyle w:val="Strong"/>
          <w:b/>
          <w:bCs/>
          <w:i w:val="0"/>
        </w:rPr>
        <w:fldChar w:fldCharType="begin"/>
      </w:r>
      <w:r>
        <w:rPr>
          <w:rStyle w:val="Strong"/>
          <w:b/>
          <w:bCs/>
          <w:i w:val="0"/>
        </w:rPr>
        <w:instrText xml:space="preserve"> SEQ Wykres \* ARABIC </w:instrText>
      </w:r>
      <w:r>
        <w:rPr>
          <w:rStyle w:val="Strong"/>
          <w:b/>
          <w:bCs/>
          <w:i w:val="0"/>
        </w:rPr>
        <w:fldChar w:fldCharType="separate"/>
      </w:r>
      <w:r>
        <w:rPr>
          <w:rStyle w:val="Strong"/>
          <w:b/>
          <w:bCs/>
          <w:i w:val="0"/>
          <w:noProof/>
        </w:rPr>
        <w:t>9</w:t>
      </w:r>
      <w:r>
        <w:rPr>
          <w:rStyle w:val="Strong"/>
          <w:b/>
          <w:bCs/>
          <w:i w:val="0"/>
        </w:rPr>
        <w:fldChar w:fldCharType="end"/>
      </w:r>
      <w:r>
        <w:rPr>
          <w:rStyle w:val="Strong"/>
          <w:b/>
          <w:bCs/>
          <w:i w:val="0"/>
        </w:rPr>
        <w:t>. Miejsce doświadczania przemocy przez młodzież (n=37)</w:t>
      </w:r>
    </w:p>
    <w:p w:rsidR="00EF4EB3" w:rsidRDefault="00EF4EB3" w:rsidP="00197D1F">
      <w:r w:rsidRPr="00C87BAB">
        <w:rPr>
          <w:noProof/>
          <w:lang w:eastAsia="pl-PL"/>
        </w:rPr>
        <w:object w:dxaOrig="8794" w:dyaOrig="3399">
          <v:shape id="Wykres 4" o:spid="_x0000_i1033" type="#_x0000_t75" style="width:449.25pt;height:183.75pt;visibility:visible" o:ole="">
            <v:imagedata r:id="rId55" o:title="" croptop="-2217f" cropbottom="-3046f" cropleft="-790f" cropright="-574f"/>
            <o:lock v:ext="edit" aspectratio="f"/>
          </v:shape>
          <o:OLEObject Type="Embed" ProgID="Excel.Chart.8" ShapeID="Wykres 4" DrawAspect="Content" ObjectID="_1533722037" r:id="rId56"/>
        </w:object>
      </w:r>
    </w:p>
    <w:p w:rsidR="00EF4EB3" w:rsidRDefault="00EF4EB3" w:rsidP="00197D1F">
      <w:pPr>
        <w:pStyle w:val="Caption"/>
        <w:rPr>
          <w:rStyle w:val="IntenseReference"/>
          <w:b w:val="0"/>
        </w:rPr>
      </w:pPr>
      <w:r>
        <w:rPr>
          <w:rStyle w:val="IntenseReference"/>
          <w:b w:val="0"/>
        </w:rPr>
        <w:t>Źródło: opracowanie własne.</w:t>
      </w:r>
      <w:r>
        <w:t xml:space="preserve"> Uwaga: odsetek respondentów został obliczony w odniesieniu do osób, które zadeklarowały, iż doświadczyły w życiu przemocy</w:t>
      </w:r>
    </w:p>
    <w:p w:rsidR="00EF4EB3" w:rsidRDefault="00EF4EB3" w:rsidP="00197D1F">
      <w:r>
        <w:t xml:space="preserve">Szczególną formą przemocy doświadczaną współcześnie przez młodzież jest tzw. cyberprzemoc, czyli przemoc z użyciem nowych technologii takich jak Internet czy aplikacje multimedialne. Spośród badanej młodzieży, 48,2% deklaruje, iż doświadcza bądź doświadczała cyberprzemocy; 26,5% wskazuje, że nigdy nie była ofiarą żadnej </w:t>
      </w:r>
      <w:r>
        <w:br/>
        <w:t xml:space="preserve">z wymienionych jej form, natomiast 25,3% twierdzi, że choć sama nigdy jej nie doświadczyła, to słyszała o takich przypadkach w swoim otoczeniu. </w:t>
      </w:r>
    </w:p>
    <w:p w:rsidR="00EF4EB3" w:rsidRDefault="00EF4EB3" w:rsidP="00197D1F">
      <w:pPr>
        <w:pStyle w:val="Caption"/>
        <w:spacing w:before="120"/>
        <w:jc w:val="center"/>
        <w:rPr>
          <w:rStyle w:val="Strong"/>
          <w:b/>
          <w:bCs/>
          <w:i w:val="0"/>
        </w:rPr>
      </w:pPr>
      <w:r>
        <w:rPr>
          <w:rStyle w:val="Strong"/>
          <w:b/>
          <w:bCs/>
          <w:i w:val="0"/>
        </w:rPr>
        <w:t xml:space="preserve">Tabela </w:t>
      </w:r>
      <w:r>
        <w:rPr>
          <w:rStyle w:val="Strong"/>
          <w:b/>
          <w:bCs/>
          <w:i w:val="0"/>
        </w:rPr>
        <w:fldChar w:fldCharType="begin"/>
      </w:r>
      <w:r>
        <w:rPr>
          <w:rStyle w:val="Strong"/>
          <w:b/>
          <w:bCs/>
          <w:i w:val="0"/>
        </w:rPr>
        <w:instrText xml:space="preserve"> SEQ Tabela \* ARABIC </w:instrText>
      </w:r>
      <w:r>
        <w:rPr>
          <w:rStyle w:val="Strong"/>
          <w:b/>
          <w:bCs/>
          <w:i w:val="0"/>
        </w:rPr>
        <w:fldChar w:fldCharType="separate"/>
      </w:r>
      <w:r>
        <w:rPr>
          <w:rStyle w:val="Strong"/>
          <w:b/>
          <w:bCs/>
          <w:i w:val="0"/>
          <w:noProof/>
        </w:rPr>
        <w:t>12</w:t>
      </w:r>
      <w:r>
        <w:rPr>
          <w:rStyle w:val="Strong"/>
          <w:b/>
          <w:bCs/>
          <w:i w:val="0"/>
        </w:rPr>
        <w:fldChar w:fldCharType="end"/>
      </w:r>
      <w:r>
        <w:rPr>
          <w:rStyle w:val="Strong"/>
          <w:b/>
          <w:bCs/>
          <w:i w:val="0"/>
        </w:rPr>
        <w:t>. Doświadczane przez młodzież formy cyberprzemocy (n=83)</w:t>
      </w:r>
    </w:p>
    <w:tbl>
      <w:tblPr>
        <w:tblW w:w="8514"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5949"/>
        <w:gridCol w:w="1134"/>
        <w:gridCol w:w="1431"/>
      </w:tblGrid>
      <w:tr w:rsidR="00EF4EB3" w:rsidTr="00197D1F">
        <w:trPr>
          <w:trHeight w:val="300"/>
          <w:jc w:val="center"/>
        </w:trPr>
        <w:tc>
          <w:tcPr>
            <w:tcW w:w="5949" w:type="dxa"/>
            <w:noWrap/>
            <w:vAlign w:val="center"/>
          </w:tcPr>
          <w:p w:rsidR="00EF4EB3" w:rsidRDefault="00EF4EB3">
            <w:pPr>
              <w:spacing w:after="0"/>
              <w:jc w:val="center"/>
              <w:rPr>
                <w:color w:val="000000"/>
                <w:lang w:eastAsia="pl-PL"/>
              </w:rPr>
            </w:pPr>
            <w:r>
              <w:rPr>
                <w:b/>
                <w:color w:val="000000"/>
                <w:sz w:val="20"/>
                <w:lang w:eastAsia="pl-PL"/>
              </w:rPr>
              <w:t>Wyszczególnienie</w:t>
            </w:r>
          </w:p>
        </w:tc>
        <w:tc>
          <w:tcPr>
            <w:tcW w:w="1134" w:type="dxa"/>
            <w:noWrap/>
            <w:vAlign w:val="center"/>
          </w:tcPr>
          <w:p w:rsidR="00EF4EB3" w:rsidRDefault="00EF4EB3">
            <w:pPr>
              <w:spacing w:after="0"/>
              <w:jc w:val="center"/>
              <w:rPr>
                <w:b/>
                <w:color w:val="000000"/>
                <w:sz w:val="20"/>
                <w:lang w:eastAsia="pl-PL"/>
              </w:rPr>
            </w:pPr>
            <w:r>
              <w:rPr>
                <w:b/>
                <w:color w:val="000000"/>
                <w:sz w:val="20"/>
                <w:lang w:eastAsia="pl-PL"/>
              </w:rPr>
              <w:t>Liczba wskazań</w:t>
            </w:r>
          </w:p>
        </w:tc>
        <w:tc>
          <w:tcPr>
            <w:tcW w:w="1431" w:type="dxa"/>
            <w:noWrap/>
            <w:vAlign w:val="center"/>
          </w:tcPr>
          <w:p w:rsidR="00EF4EB3" w:rsidRDefault="00EF4EB3">
            <w:pPr>
              <w:spacing w:after="0"/>
              <w:jc w:val="center"/>
              <w:rPr>
                <w:b/>
                <w:color w:val="000000"/>
                <w:sz w:val="20"/>
                <w:lang w:eastAsia="pl-PL"/>
              </w:rPr>
            </w:pPr>
            <w:r>
              <w:rPr>
                <w:b/>
                <w:color w:val="000000"/>
                <w:sz w:val="20"/>
                <w:lang w:eastAsia="pl-PL"/>
              </w:rPr>
              <w:t>% respondentów</w:t>
            </w:r>
          </w:p>
        </w:tc>
      </w:tr>
      <w:tr w:rsidR="00EF4EB3" w:rsidTr="00197D1F">
        <w:trPr>
          <w:trHeight w:val="300"/>
          <w:jc w:val="center"/>
        </w:trPr>
        <w:tc>
          <w:tcPr>
            <w:tcW w:w="5949" w:type="dxa"/>
          </w:tcPr>
          <w:p w:rsidR="00EF4EB3" w:rsidRDefault="00EF4EB3">
            <w:pPr>
              <w:spacing w:after="0"/>
              <w:jc w:val="left"/>
              <w:rPr>
                <w:color w:val="000000"/>
                <w:sz w:val="20"/>
                <w:szCs w:val="20"/>
                <w:lang w:eastAsia="pl-PL"/>
              </w:rPr>
            </w:pPr>
            <w:r>
              <w:rPr>
                <w:color w:val="000000"/>
                <w:sz w:val="20"/>
                <w:szCs w:val="20"/>
              </w:rPr>
              <w:t>Wyzywanie</w:t>
            </w:r>
          </w:p>
        </w:tc>
        <w:tc>
          <w:tcPr>
            <w:tcW w:w="1134" w:type="dxa"/>
            <w:noWrap/>
          </w:tcPr>
          <w:p w:rsidR="00EF4EB3" w:rsidRDefault="00EF4EB3">
            <w:pPr>
              <w:jc w:val="center"/>
              <w:rPr>
                <w:color w:val="000000"/>
                <w:sz w:val="20"/>
                <w:szCs w:val="20"/>
              </w:rPr>
            </w:pPr>
            <w:r>
              <w:rPr>
                <w:color w:val="000000"/>
                <w:sz w:val="20"/>
                <w:szCs w:val="20"/>
              </w:rPr>
              <w:t>32</w:t>
            </w:r>
          </w:p>
        </w:tc>
        <w:tc>
          <w:tcPr>
            <w:tcW w:w="1431" w:type="dxa"/>
            <w:noWrap/>
          </w:tcPr>
          <w:p w:rsidR="00EF4EB3" w:rsidRDefault="00EF4EB3">
            <w:pPr>
              <w:jc w:val="center"/>
              <w:rPr>
                <w:color w:val="000000"/>
                <w:sz w:val="20"/>
                <w:szCs w:val="20"/>
              </w:rPr>
            </w:pPr>
            <w:r>
              <w:rPr>
                <w:color w:val="000000"/>
                <w:sz w:val="20"/>
                <w:szCs w:val="20"/>
              </w:rPr>
              <w:t>80,0%</w:t>
            </w:r>
          </w:p>
        </w:tc>
      </w:tr>
      <w:tr w:rsidR="00EF4EB3" w:rsidTr="00197D1F">
        <w:trPr>
          <w:trHeight w:val="300"/>
          <w:jc w:val="center"/>
        </w:trPr>
        <w:tc>
          <w:tcPr>
            <w:tcW w:w="5949" w:type="dxa"/>
          </w:tcPr>
          <w:p w:rsidR="00EF4EB3" w:rsidRDefault="00EF4EB3">
            <w:pPr>
              <w:jc w:val="left"/>
              <w:rPr>
                <w:color w:val="000000"/>
                <w:sz w:val="20"/>
                <w:szCs w:val="20"/>
              </w:rPr>
            </w:pPr>
            <w:r>
              <w:rPr>
                <w:color w:val="000000"/>
                <w:sz w:val="20"/>
                <w:szCs w:val="20"/>
              </w:rPr>
              <w:t>Straszenie</w:t>
            </w:r>
          </w:p>
        </w:tc>
        <w:tc>
          <w:tcPr>
            <w:tcW w:w="1134" w:type="dxa"/>
            <w:noWrap/>
          </w:tcPr>
          <w:p w:rsidR="00EF4EB3" w:rsidRDefault="00EF4EB3">
            <w:pPr>
              <w:jc w:val="center"/>
              <w:rPr>
                <w:color w:val="000000"/>
                <w:sz w:val="20"/>
                <w:szCs w:val="20"/>
              </w:rPr>
            </w:pPr>
            <w:r>
              <w:rPr>
                <w:color w:val="000000"/>
                <w:sz w:val="20"/>
                <w:szCs w:val="20"/>
              </w:rPr>
              <w:t>11</w:t>
            </w:r>
          </w:p>
        </w:tc>
        <w:tc>
          <w:tcPr>
            <w:tcW w:w="1431" w:type="dxa"/>
            <w:noWrap/>
          </w:tcPr>
          <w:p w:rsidR="00EF4EB3" w:rsidRDefault="00EF4EB3">
            <w:pPr>
              <w:jc w:val="center"/>
              <w:rPr>
                <w:color w:val="000000"/>
                <w:sz w:val="20"/>
                <w:szCs w:val="20"/>
              </w:rPr>
            </w:pPr>
            <w:r>
              <w:rPr>
                <w:color w:val="000000"/>
                <w:sz w:val="20"/>
                <w:szCs w:val="20"/>
              </w:rPr>
              <w:t>27,5%</w:t>
            </w:r>
          </w:p>
        </w:tc>
      </w:tr>
      <w:tr w:rsidR="00EF4EB3" w:rsidTr="00197D1F">
        <w:trPr>
          <w:trHeight w:val="300"/>
          <w:jc w:val="center"/>
        </w:trPr>
        <w:tc>
          <w:tcPr>
            <w:tcW w:w="5949" w:type="dxa"/>
          </w:tcPr>
          <w:p w:rsidR="00EF4EB3" w:rsidRDefault="00EF4EB3">
            <w:pPr>
              <w:jc w:val="left"/>
              <w:rPr>
                <w:color w:val="000000"/>
                <w:sz w:val="20"/>
                <w:szCs w:val="20"/>
              </w:rPr>
            </w:pPr>
            <w:r>
              <w:rPr>
                <w:color w:val="000000"/>
                <w:sz w:val="20"/>
                <w:szCs w:val="20"/>
              </w:rPr>
              <w:t>Stalking</w:t>
            </w:r>
          </w:p>
        </w:tc>
        <w:tc>
          <w:tcPr>
            <w:tcW w:w="1134" w:type="dxa"/>
            <w:noWrap/>
          </w:tcPr>
          <w:p w:rsidR="00EF4EB3" w:rsidRDefault="00EF4EB3">
            <w:pPr>
              <w:jc w:val="center"/>
              <w:rPr>
                <w:color w:val="000000"/>
                <w:sz w:val="20"/>
                <w:szCs w:val="20"/>
              </w:rPr>
            </w:pPr>
            <w:r>
              <w:rPr>
                <w:color w:val="000000"/>
                <w:sz w:val="20"/>
                <w:szCs w:val="20"/>
              </w:rPr>
              <w:t>2</w:t>
            </w:r>
          </w:p>
        </w:tc>
        <w:tc>
          <w:tcPr>
            <w:tcW w:w="1431" w:type="dxa"/>
            <w:noWrap/>
          </w:tcPr>
          <w:p w:rsidR="00EF4EB3" w:rsidRDefault="00EF4EB3">
            <w:pPr>
              <w:jc w:val="center"/>
              <w:rPr>
                <w:color w:val="000000"/>
                <w:sz w:val="20"/>
                <w:szCs w:val="20"/>
              </w:rPr>
            </w:pPr>
            <w:r>
              <w:rPr>
                <w:color w:val="000000"/>
                <w:sz w:val="20"/>
                <w:szCs w:val="20"/>
              </w:rPr>
              <w:t>5,0%</w:t>
            </w:r>
          </w:p>
        </w:tc>
      </w:tr>
      <w:tr w:rsidR="00EF4EB3" w:rsidTr="00197D1F">
        <w:trPr>
          <w:trHeight w:val="300"/>
          <w:jc w:val="center"/>
        </w:trPr>
        <w:tc>
          <w:tcPr>
            <w:tcW w:w="5949" w:type="dxa"/>
          </w:tcPr>
          <w:p w:rsidR="00EF4EB3" w:rsidRDefault="00EF4EB3">
            <w:pPr>
              <w:jc w:val="left"/>
              <w:rPr>
                <w:color w:val="000000"/>
                <w:sz w:val="20"/>
                <w:szCs w:val="20"/>
              </w:rPr>
            </w:pPr>
            <w:r>
              <w:rPr>
                <w:color w:val="000000"/>
                <w:sz w:val="20"/>
                <w:szCs w:val="20"/>
              </w:rPr>
              <w:t>Poniżanie</w:t>
            </w:r>
          </w:p>
        </w:tc>
        <w:tc>
          <w:tcPr>
            <w:tcW w:w="1134" w:type="dxa"/>
            <w:noWrap/>
          </w:tcPr>
          <w:p w:rsidR="00EF4EB3" w:rsidRDefault="00EF4EB3">
            <w:pPr>
              <w:jc w:val="center"/>
              <w:rPr>
                <w:color w:val="000000"/>
                <w:sz w:val="20"/>
                <w:szCs w:val="20"/>
              </w:rPr>
            </w:pPr>
            <w:r>
              <w:rPr>
                <w:color w:val="000000"/>
                <w:sz w:val="20"/>
                <w:szCs w:val="20"/>
              </w:rPr>
              <w:t>11</w:t>
            </w:r>
          </w:p>
        </w:tc>
        <w:tc>
          <w:tcPr>
            <w:tcW w:w="1431" w:type="dxa"/>
            <w:noWrap/>
          </w:tcPr>
          <w:p w:rsidR="00EF4EB3" w:rsidRDefault="00EF4EB3">
            <w:pPr>
              <w:jc w:val="center"/>
              <w:rPr>
                <w:color w:val="000000"/>
                <w:sz w:val="20"/>
                <w:szCs w:val="20"/>
              </w:rPr>
            </w:pPr>
            <w:r>
              <w:rPr>
                <w:color w:val="000000"/>
                <w:sz w:val="20"/>
                <w:szCs w:val="20"/>
              </w:rPr>
              <w:t>27,5%</w:t>
            </w:r>
          </w:p>
        </w:tc>
      </w:tr>
      <w:tr w:rsidR="00EF4EB3" w:rsidTr="00197D1F">
        <w:trPr>
          <w:trHeight w:val="285"/>
          <w:jc w:val="center"/>
        </w:trPr>
        <w:tc>
          <w:tcPr>
            <w:tcW w:w="5949" w:type="dxa"/>
          </w:tcPr>
          <w:p w:rsidR="00EF4EB3" w:rsidRDefault="00EF4EB3">
            <w:pPr>
              <w:jc w:val="left"/>
              <w:rPr>
                <w:color w:val="000000"/>
                <w:sz w:val="20"/>
                <w:szCs w:val="20"/>
              </w:rPr>
            </w:pPr>
            <w:r>
              <w:rPr>
                <w:color w:val="000000"/>
                <w:sz w:val="20"/>
                <w:szCs w:val="20"/>
              </w:rPr>
              <w:t>Robienie mi zdjęć i filmów bez mojej zgody lub wbrew mojej woli</w:t>
            </w:r>
          </w:p>
        </w:tc>
        <w:tc>
          <w:tcPr>
            <w:tcW w:w="1134" w:type="dxa"/>
            <w:noWrap/>
          </w:tcPr>
          <w:p w:rsidR="00EF4EB3" w:rsidRDefault="00EF4EB3">
            <w:pPr>
              <w:jc w:val="center"/>
              <w:rPr>
                <w:color w:val="000000"/>
                <w:sz w:val="20"/>
                <w:szCs w:val="20"/>
              </w:rPr>
            </w:pPr>
            <w:r>
              <w:rPr>
                <w:color w:val="000000"/>
                <w:sz w:val="20"/>
                <w:szCs w:val="20"/>
              </w:rPr>
              <w:t>11</w:t>
            </w:r>
          </w:p>
        </w:tc>
        <w:tc>
          <w:tcPr>
            <w:tcW w:w="1431" w:type="dxa"/>
            <w:noWrap/>
          </w:tcPr>
          <w:p w:rsidR="00EF4EB3" w:rsidRDefault="00EF4EB3">
            <w:pPr>
              <w:jc w:val="center"/>
              <w:rPr>
                <w:color w:val="000000"/>
                <w:sz w:val="20"/>
                <w:szCs w:val="20"/>
              </w:rPr>
            </w:pPr>
            <w:r>
              <w:rPr>
                <w:color w:val="000000"/>
                <w:sz w:val="20"/>
                <w:szCs w:val="20"/>
              </w:rPr>
              <w:t>27,5%</w:t>
            </w:r>
          </w:p>
        </w:tc>
      </w:tr>
      <w:tr w:rsidR="00EF4EB3" w:rsidTr="00197D1F">
        <w:trPr>
          <w:trHeight w:val="242"/>
          <w:jc w:val="center"/>
        </w:trPr>
        <w:tc>
          <w:tcPr>
            <w:tcW w:w="5949" w:type="dxa"/>
          </w:tcPr>
          <w:p w:rsidR="00EF4EB3" w:rsidRDefault="00EF4EB3">
            <w:pPr>
              <w:jc w:val="left"/>
              <w:rPr>
                <w:color w:val="000000"/>
                <w:sz w:val="20"/>
                <w:szCs w:val="20"/>
              </w:rPr>
            </w:pPr>
            <w:r>
              <w:rPr>
                <w:color w:val="000000"/>
                <w:sz w:val="20"/>
                <w:szCs w:val="20"/>
              </w:rPr>
              <w:t>Rozsyłanie/upublicznianie moich zdjęć i filmów bez mojej zgody lub wbrew mojej woli</w:t>
            </w:r>
          </w:p>
        </w:tc>
        <w:tc>
          <w:tcPr>
            <w:tcW w:w="1134" w:type="dxa"/>
            <w:noWrap/>
          </w:tcPr>
          <w:p w:rsidR="00EF4EB3" w:rsidRDefault="00EF4EB3">
            <w:pPr>
              <w:jc w:val="center"/>
              <w:rPr>
                <w:color w:val="000000"/>
                <w:sz w:val="20"/>
                <w:szCs w:val="20"/>
              </w:rPr>
            </w:pPr>
            <w:r>
              <w:rPr>
                <w:color w:val="000000"/>
                <w:sz w:val="20"/>
                <w:szCs w:val="20"/>
              </w:rPr>
              <w:t>6</w:t>
            </w:r>
          </w:p>
        </w:tc>
        <w:tc>
          <w:tcPr>
            <w:tcW w:w="1431" w:type="dxa"/>
            <w:noWrap/>
          </w:tcPr>
          <w:p w:rsidR="00EF4EB3" w:rsidRDefault="00EF4EB3">
            <w:pPr>
              <w:jc w:val="center"/>
              <w:rPr>
                <w:color w:val="000000"/>
                <w:sz w:val="20"/>
                <w:szCs w:val="20"/>
              </w:rPr>
            </w:pPr>
            <w:r>
              <w:rPr>
                <w:color w:val="000000"/>
                <w:sz w:val="20"/>
                <w:szCs w:val="20"/>
              </w:rPr>
              <w:t>15,0%</w:t>
            </w:r>
          </w:p>
        </w:tc>
      </w:tr>
      <w:tr w:rsidR="00EF4EB3" w:rsidTr="00197D1F">
        <w:trPr>
          <w:trHeight w:val="234"/>
          <w:jc w:val="center"/>
        </w:trPr>
        <w:tc>
          <w:tcPr>
            <w:tcW w:w="5949" w:type="dxa"/>
          </w:tcPr>
          <w:p w:rsidR="00EF4EB3" w:rsidRDefault="00EF4EB3">
            <w:pPr>
              <w:jc w:val="left"/>
              <w:rPr>
                <w:color w:val="000000"/>
                <w:sz w:val="20"/>
                <w:szCs w:val="20"/>
              </w:rPr>
            </w:pPr>
            <w:r>
              <w:rPr>
                <w:color w:val="000000"/>
                <w:sz w:val="20"/>
                <w:szCs w:val="20"/>
              </w:rPr>
              <w:t>Podszywanie się pode mnie w Internecie</w:t>
            </w:r>
          </w:p>
        </w:tc>
        <w:tc>
          <w:tcPr>
            <w:tcW w:w="1134" w:type="dxa"/>
            <w:noWrap/>
          </w:tcPr>
          <w:p w:rsidR="00EF4EB3" w:rsidRDefault="00EF4EB3">
            <w:pPr>
              <w:jc w:val="center"/>
              <w:rPr>
                <w:color w:val="000000"/>
                <w:sz w:val="20"/>
                <w:szCs w:val="20"/>
              </w:rPr>
            </w:pPr>
            <w:r>
              <w:rPr>
                <w:color w:val="000000"/>
                <w:sz w:val="20"/>
                <w:szCs w:val="20"/>
              </w:rPr>
              <w:t>8</w:t>
            </w:r>
          </w:p>
        </w:tc>
        <w:tc>
          <w:tcPr>
            <w:tcW w:w="1431" w:type="dxa"/>
            <w:noWrap/>
          </w:tcPr>
          <w:p w:rsidR="00EF4EB3" w:rsidRDefault="00EF4EB3">
            <w:pPr>
              <w:jc w:val="center"/>
              <w:rPr>
                <w:color w:val="000000"/>
                <w:sz w:val="20"/>
                <w:szCs w:val="20"/>
              </w:rPr>
            </w:pPr>
            <w:r>
              <w:rPr>
                <w:color w:val="000000"/>
                <w:sz w:val="20"/>
                <w:szCs w:val="20"/>
              </w:rPr>
              <w:t>20,0%</w:t>
            </w:r>
          </w:p>
        </w:tc>
      </w:tr>
      <w:tr w:rsidR="00EF4EB3" w:rsidTr="00197D1F">
        <w:trPr>
          <w:trHeight w:val="300"/>
          <w:jc w:val="center"/>
        </w:trPr>
        <w:tc>
          <w:tcPr>
            <w:tcW w:w="5949" w:type="dxa"/>
          </w:tcPr>
          <w:p w:rsidR="00EF4EB3" w:rsidRDefault="00EF4EB3">
            <w:pPr>
              <w:jc w:val="left"/>
              <w:rPr>
                <w:color w:val="000000"/>
                <w:sz w:val="20"/>
                <w:szCs w:val="20"/>
              </w:rPr>
            </w:pPr>
            <w:r>
              <w:rPr>
                <w:color w:val="000000"/>
                <w:sz w:val="20"/>
                <w:szCs w:val="20"/>
              </w:rPr>
              <w:t>Nigdy nie doświadczyłam/łem żadnej ze wskazanych form cyberprzemocy</w:t>
            </w:r>
          </w:p>
        </w:tc>
        <w:tc>
          <w:tcPr>
            <w:tcW w:w="1134" w:type="dxa"/>
            <w:noWrap/>
          </w:tcPr>
          <w:p w:rsidR="00EF4EB3" w:rsidRDefault="00EF4EB3">
            <w:pPr>
              <w:jc w:val="center"/>
              <w:rPr>
                <w:color w:val="000000"/>
                <w:sz w:val="20"/>
                <w:szCs w:val="20"/>
              </w:rPr>
            </w:pPr>
            <w:r>
              <w:rPr>
                <w:color w:val="000000"/>
                <w:sz w:val="20"/>
                <w:szCs w:val="20"/>
              </w:rPr>
              <w:t>22</w:t>
            </w:r>
          </w:p>
        </w:tc>
        <w:tc>
          <w:tcPr>
            <w:tcW w:w="1431" w:type="dxa"/>
            <w:noWrap/>
          </w:tcPr>
          <w:p w:rsidR="00EF4EB3" w:rsidRDefault="00EF4EB3">
            <w:pPr>
              <w:jc w:val="center"/>
              <w:rPr>
                <w:color w:val="000000"/>
                <w:sz w:val="20"/>
                <w:szCs w:val="20"/>
              </w:rPr>
            </w:pPr>
            <w:r>
              <w:rPr>
                <w:color w:val="000000"/>
                <w:sz w:val="20"/>
                <w:szCs w:val="20"/>
              </w:rPr>
              <w:t>26,5%</w:t>
            </w:r>
          </w:p>
        </w:tc>
      </w:tr>
      <w:tr w:rsidR="00EF4EB3" w:rsidTr="00197D1F">
        <w:trPr>
          <w:trHeight w:val="541"/>
          <w:jc w:val="center"/>
        </w:trPr>
        <w:tc>
          <w:tcPr>
            <w:tcW w:w="5949" w:type="dxa"/>
          </w:tcPr>
          <w:p w:rsidR="00EF4EB3" w:rsidRDefault="00EF4EB3">
            <w:pPr>
              <w:jc w:val="left"/>
              <w:rPr>
                <w:color w:val="000000"/>
                <w:sz w:val="20"/>
                <w:szCs w:val="20"/>
              </w:rPr>
            </w:pPr>
            <w:r>
              <w:rPr>
                <w:color w:val="000000"/>
                <w:sz w:val="20"/>
                <w:szCs w:val="20"/>
              </w:rPr>
              <w:t>Nigdy nie doświadczyłam/łem żadnej ze wskazanych form cyberprzemocy, jednak słyszałam/łem o takich przypadkach w moim otoczeniu (znajomi, przyjaciele)</w:t>
            </w:r>
          </w:p>
        </w:tc>
        <w:tc>
          <w:tcPr>
            <w:tcW w:w="1134" w:type="dxa"/>
            <w:noWrap/>
          </w:tcPr>
          <w:p w:rsidR="00EF4EB3" w:rsidRDefault="00EF4EB3">
            <w:pPr>
              <w:jc w:val="center"/>
              <w:rPr>
                <w:color w:val="000000"/>
                <w:sz w:val="20"/>
                <w:szCs w:val="20"/>
              </w:rPr>
            </w:pPr>
            <w:r>
              <w:rPr>
                <w:color w:val="000000"/>
                <w:sz w:val="20"/>
                <w:szCs w:val="20"/>
              </w:rPr>
              <w:t>21</w:t>
            </w:r>
          </w:p>
        </w:tc>
        <w:tc>
          <w:tcPr>
            <w:tcW w:w="1431" w:type="dxa"/>
            <w:noWrap/>
          </w:tcPr>
          <w:p w:rsidR="00EF4EB3" w:rsidRDefault="00EF4EB3">
            <w:pPr>
              <w:jc w:val="center"/>
              <w:rPr>
                <w:color w:val="000000"/>
                <w:sz w:val="20"/>
                <w:szCs w:val="20"/>
              </w:rPr>
            </w:pPr>
            <w:r>
              <w:rPr>
                <w:color w:val="000000"/>
                <w:sz w:val="20"/>
                <w:szCs w:val="20"/>
              </w:rPr>
              <w:t>25,3%</w:t>
            </w:r>
          </w:p>
        </w:tc>
      </w:tr>
    </w:tbl>
    <w:p w:rsidR="00EF4EB3" w:rsidRDefault="00EF4EB3" w:rsidP="00197D1F">
      <w:pPr>
        <w:pStyle w:val="Caption"/>
      </w:pPr>
      <w:r>
        <w:t xml:space="preserve">Źródło: opracowanie własne. Uwaga: Odsetek respondentów w przypadku form cyberprzemocy obliczony został </w:t>
      </w:r>
      <w:r>
        <w:br/>
        <w:t xml:space="preserve">w odniesieniu do osób, które zadeklarowały doświadczanie cyberprzemocy, natomiast odsetek respondentów, którzy nie doświadczyli cyberprzemocy – w odniesieniu do ogólnej liczby respondentów. </w:t>
      </w:r>
    </w:p>
    <w:p w:rsidR="00EF4EB3" w:rsidRDefault="00EF4EB3" w:rsidP="00197D1F">
      <w:r>
        <w:t xml:space="preserve">Respondenci, którzy doświadczyli cyberprzemocy najczęściej wskazują, iż byli wyzywani (80,0%), straszeni (27,5%), poniżani (27,5%), a także robiono im zdjęcia i filmy bez ich zgody, a nawet wbrew ich woli (27,5%). Jedna piąta tych osób (20,0%) twierdzi, że ktoś podszywał się pod nie w Internecie np. poprzez założenie konta na serwisie społecznościowym, a 15,0% wskazuje na rozsyłanie i upublicznianie ich zdjęć i filmów bez zgody bądź wbrew ich woli. </w:t>
      </w:r>
    </w:p>
    <w:p w:rsidR="00EF4EB3" w:rsidRDefault="00EF4EB3" w:rsidP="00197D1F">
      <w:r>
        <w:t xml:space="preserve">Spośród badanej młodzieży większość deklaruje, że miała w swoim życiu kontakt </w:t>
      </w:r>
      <w:r>
        <w:br/>
        <w:t xml:space="preserve">z alkoholem, narkotykami czy papierosami. Największy odsetek uczniów przyznaje się do tego, że pili już alkohol i palili papierosy (po 38,6%). Przynajmniej raz w życiu narkotyki zażyło natomiast 6,0% badanych. </w:t>
      </w:r>
    </w:p>
    <w:p w:rsidR="00EF4EB3" w:rsidRDefault="00EF4EB3" w:rsidP="00197D1F">
      <w:pPr>
        <w:pStyle w:val="Caption"/>
        <w:spacing w:before="120"/>
        <w:jc w:val="center"/>
        <w:rPr>
          <w:rStyle w:val="Strong"/>
          <w:b/>
          <w:bCs/>
          <w:i w:val="0"/>
        </w:rPr>
      </w:pPr>
      <w:r>
        <w:rPr>
          <w:rStyle w:val="Strong"/>
          <w:b/>
          <w:bCs/>
          <w:i w:val="0"/>
        </w:rPr>
        <w:t xml:space="preserve">Tabela </w:t>
      </w:r>
      <w:r>
        <w:rPr>
          <w:rStyle w:val="Strong"/>
          <w:b/>
          <w:bCs/>
          <w:i w:val="0"/>
        </w:rPr>
        <w:fldChar w:fldCharType="begin"/>
      </w:r>
      <w:r>
        <w:rPr>
          <w:rStyle w:val="Strong"/>
          <w:b/>
          <w:bCs/>
          <w:i w:val="0"/>
        </w:rPr>
        <w:instrText xml:space="preserve"> SEQ Tabela \* ARABIC </w:instrText>
      </w:r>
      <w:r>
        <w:rPr>
          <w:rStyle w:val="Strong"/>
          <w:b/>
          <w:bCs/>
          <w:i w:val="0"/>
        </w:rPr>
        <w:fldChar w:fldCharType="separate"/>
      </w:r>
      <w:r>
        <w:rPr>
          <w:rStyle w:val="Strong"/>
          <w:b/>
          <w:bCs/>
          <w:i w:val="0"/>
          <w:noProof/>
        </w:rPr>
        <w:t>13</w:t>
      </w:r>
      <w:r>
        <w:rPr>
          <w:rStyle w:val="Strong"/>
          <w:b/>
          <w:bCs/>
          <w:i w:val="0"/>
        </w:rPr>
        <w:fldChar w:fldCharType="end"/>
      </w:r>
      <w:r>
        <w:rPr>
          <w:rStyle w:val="Strong"/>
          <w:b/>
          <w:bCs/>
          <w:i w:val="0"/>
        </w:rPr>
        <w:t>. Częstotliwość zażywania substancji psychoaktywnych przez badanych uczniów (n=83)</w:t>
      </w:r>
    </w:p>
    <w:tbl>
      <w:tblPr>
        <w:tblW w:w="7614"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1838"/>
        <w:gridCol w:w="992"/>
        <w:gridCol w:w="1134"/>
        <w:gridCol w:w="1134"/>
        <w:gridCol w:w="1276"/>
        <w:gridCol w:w="1240"/>
      </w:tblGrid>
      <w:tr w:rsidR="00EF4EB3" w:rsidTr="00197D1F">
        <w:trPr>
          <w:trHeight w:val="300"/>
          <w:jc w:val="center"/>
        </w:trPr>
        <w:tc>
          <w:tcPr>
            <w:tcW w:w="1838" w:type="dxa"/>
            <w:vAlign w:val="center"/>
          </w:tcPr>
          <w:p w:rsidR="00EF4EB3" w:rsidRDefault="00EF4EB3">
            <w:pPr>
              <w:spacing w:after="0"/>
              <w:jc w:val="center"/>
              <w:rPr>
                <w:color w:val="000000"/>
                <w:szCs w:val="20"/>
                <w:lang w:eastAsia="pl-PL"/>
              </w:rPr>
            </w:pPr>
            <w:r>
              <w:rPr>
                <w:b/>
                <w:color w:val="000000"/>
                <w:sz w:val="20"/>
                <w:szCs w:val="20"/>
                <w:lang w:eastAsia="pl-PL"/>
              </w:rPr>
              <w:t>Wyszczególnienie</w:t>
            </w:r>
          </w:p>
        </w:tc>
        <w:tc>
          <w:tcPr>
            <w:tcW w:w="992" w:type="dxa"/>
            <w:noWrap/>
            <w:vAlign w:val="center"/>
          </w:tcPr>
          <w:p w:rsidR="00EF4EB3" w:rsidRDefault="00EF4EB3">
            <w:pPr>
              <w:spacing w:after="0"/>
              <w:jc w:val="center"/>
              <w:rPr>
                <w:b/>
                <w:color w:val="000000"/>
                <w:sz w:val="20"/>
                <w:szCs w:val="20"/>
                <w:lang w:eastAsia="pl-PL"/>
              </w:rPr>
            </w:pPr>
            <w:r>
              <w:rPr>
                <w:b/>
                <w:color w:val="000000"/>
                <w:sz w:val="20"/>
                <w:szCs w:val="20"/>
                <w:lang w:eastAsia="pl-PL"/>
              </w:rPr>
              <w:t>Wcale</w:t>
            </w:r>
          </w:p>
        </w:tc>
        <w:tc>
          <w:tcPr>
            <w:tcW w:w="1134" w:type="dxa"/>
            <w:noWrap/>
            <w:vAlign w:val="center"/>
          </w:tcPr>
          <w:p w:rsidR="00EF4EB3" w:rsidRDefault="00EF4EB3">
            <w:pPr>
              <w:spacing w:after="0"/>
              <w:jc w:val="center"/>
              <w:rPr>
                <w:b/>
                <w:color w:val="000000"/>
                <w:sz w:val="20"/>
                <w:szCs w:val="20"/>
                <w:lang w:eastAsia="pl-PL"/>
              </w:rPr>
            </w:pPr>
            <w:r>
              <w:rPr>
                <w:b/>
                <w:color w:val="000000"/>
                <w:sz w:val="20"/>
                <w:szCs w:val="20"/>
                <w:lang w:eastAsia="pl-PL"/>
              </w:rPr>
              <w:t>Kilka razy w roku</w:t>
            </w:r>
          </w:p>
        </w:tc>
        <w:tc>
          <w:tcPr>
            <w:tcW w:w="1134" w:type="dxa"/>
            <w:noWrap/>
            <w:vAlign w:val="center"/>
          </w:tcPr>
          <w:p w:rsidR="00EF4EB3" w:rsidRDefault="00EF4EB3">
            <w:pPr>
              <w:spacing w:after="0"/>
              <w:jc w:val="center"/>
              <w:rPr>
                <w:b/>
                <w:color w:val="000000"/>
                <w:sz w:val="20"/>
                <w:szCs w:val="20"/>
                <w:lang w:eastAsia="pl-PL"/>
              </w:rPr>
            </w:pPr>
            <w:r>
              <w:rPr>
                <w:b/>
                <w:color w:val="000000"/>
                <w:sz w:val="20"/>
                <w:szCs w:val="20"/>
                <w:lang w:eastAsia="pl-PL"/>
              </w:rPr>
              <w:t>Kilka razy w m-cu</w:t>
            </w:r>
          </w:p>
        </w:tc>
        <w:tc>
          <w:tcPr>
            <w:tcW w:w="1276" w:type="dxa"/>
            <w:noWrap/>
            <w:vAlign w:val="center"/>
          </w:tcPr>
          <w:p w:rsidR="00EF4EB3" w:rsidRDefault="00EF4EB3">
            <w:pPr>
              <w:spacing w:after="0"/>
              <w:jc w:val="center"/>
              <w:rPr>
                <w:b/>
                <w:color w:val="000000"/>
                <w:sz w:val="20"/>
                <w:szCs w:val="20"/>
                <w:lang w:eastAsia="pl-PL"/>
              </w:rPr>
            </w:pPr>
            <w:r>
              <w:rPr>
                <w:b/>
                <w:color w:val="000000"/>
                <w:sz w:val="20"/>
                <w:szCs w:val="20"/>
                <w:lang w:eastAsia="pl-PL"/>
              </w:rPr>
              <w:t>Kilka razy w tygodniu</w:t>
            </w:r>
          </w:p>
        </w:tc>
        <w:tc>
          <w:tcPr>
            <w:tcW w:w="1240" w:type="dxa"/>
            <w:noWrap/>
            <w:vAlign w:val="center"/>
          </w:tcPr>
          <w:p w:rsidR="00EF4EB3" w:rsidRDefault="00EF4EB3">
            <w:pPr>
              <w:spacing w:after="0"/>
              <w:jc w:val="center"/>
              <w:rPr>
                <w:b/>
                <w:color w:val="000000"/>
                <w:sz w:val="20"/>
                <w:szCs w:val="20"/>
                <w:lang w:eastAsia="pl-PL"/>
              </w:rPr>
            </w:pPr>
            <w:r>
              <w:rPr>
                <w:b/>
                <w:color w:val="000000"/>
                <w:sz w:val="20"/>
                <w:szCs w:val="20"/>
                <w:lang w:eastAsia="pl-PL"/>
              </w:rPr>
              <w:t>Codziennie</w:t>
            </w:r>
          </w:p>
        </w:tc>
      </w:tr>
      <w:tr w:rsidR="00EF4EB3" w:rsidTr="00197D1F">
        <w:trPr>
          <w:trHeight w:val="300"/>
          <w:jc w:val="center"/>
        </w:trPr>
        <w:tc>
          <w:tcPr>
            <w:tcW w:w="1838" w:type="dxa"/>
          </w:tcPr>
          <w:p w:rsidR="00EF4EB3" w:rsidRDefault="00EF4EB3">
            <w:pPr>
              <w:spacing w:after="0"/>
              <w:jc w:val="left"/>
              <w:rPr>
                <w:color w:val="000000"/>
                <w:sz w:val="20"/>
                <w:szCs w:val="20"/>
                <w:lang w:eastAsia="pl-PL"/>
              </w:rPr>
            </w:pPr>
            <w:r>
              <w:rPr>
                <w:color w:val="000000"/>
                <w:sz w:val="20"/>
                <w:szCs w:val="20"/>
                <w:lang w:eastAsia="pl-PL"/>
              </w:rPr>
              <w:t>Papierosy</w:t>
            </w:r>
          </w:p>
        </w:tc>
        <w:tc>
          <w:tcPr>
            <w:tcW w:w="992" w:type="dxa"/>
            <w:noWrap/>
          </w:tcPr>
          <w:p w:rsidR="00EF4EB3" w:rsidRDefault="00EF4EB3">
            <w:pPr>
              <w:spacing w:after="0"/>
              <w:jc w:val="center"/>
              <w:rPr>
                <w:color w:val="000000"/>
                <w:sz w:val="20"/>
                <w:szCs w:val="20"/>
                <w:lang w:eastAsia="pl-PL"/>
              </w:rPr>
            </w:pPr>
            <w:r>
              <w:rPr>
                <w:color w:val="000000"/>
                <w:sz w:val="20"/>
                <w:szCs w:val="20"/>
              </w:rPr>
              <w:t>78,3%</w:t>
            </w:r>
          </w:p>
        </w:tc>
        <w:tc>
          <w:tcPr>
            <w:tcW w:w="1134" w:type="dxa"/>
            <w:noWrap/>
          </w:tcPr>
          <w:p w:rsidR="00EF4EB3" w:rsidRDefault="00EF4EB3">
            <w:pPr>
              <w:jc w:val="center"/>
              <w:rPr>
                <w:color w:val="000000"/>
                <w:sz w:val="20"/>
                <w:szCs w:val="20"/>
              </w:rPr>
            </w:pPr>
            <w:r>
              <w:rPr>
                <w:color w:val="000000"/>
                <w:sz w:val="20"/>
                <w:szCs w:val="20"/>
              </w:rPr>
              <w:t>9,6%</w:t>
            </w:r>
          </w:p>
        </w:tc>
        <w:tc>
          <w:tcPr>
            <w:tcW w:w="1134" w:type="dxa"/>
            <w:noWrap/>
          </w:tcPr>
          <w:p w:rsidR="00EF4EB3" w:rsidRDefault="00EF4EB3">
            <w:pPr>
              <w:jc w:val="center"/>
              <w:rPr>
                <w:color w:val="000000"/>
                <w:sz w:val="20"/>
                <w:szCs w:val="20"/>
              </w:rPr>
            </w:pPr>
            <w:r>
              <w:rPr>
                <w:color w:val="000000"/>
                <w:sz w:val="20"/>
                <w:szCs w:val="20"/>
              </w:rPr>
              <w:t>3,6%</w:t>
            </w:r>
          </w:p>
        </w:tc>
        <w:tc>
          <w:tcPr>
            <w:tcW w:w="1276" w:type="dxa"/>
            <w:noWrap/>
          </w:tcPr>
          <w:p w:rsidR="00EF4EB3" w:rsidRDefault="00EF4EB3">
            <w:pPr>
              <w:jc w:val="center"/>
              <w:rPr>
                <w:color w:val="000000"/>
                <w:sz w:val="20"/>
                <w:szCs w:val="20"/>
              </w:rPr>
            </w:pPr>
            <w:r>
              <w:rPr>
                <w:color w:val="000000"/>
                <w:sz w:val="20"/>
                <w:szCs w:val="20"/>
              </w:rPr>
              <w:t>2,4%</w:t>
            </w:r>
          </w:p>
        </w:tc>
        <w:tc>
          <w:tcPr>
            <w:tcW w:w="1240" w:type="dxa"/>
            <w:noWrap/>
          </w:tcPr>
          <w:p w:rsidR="00EF4EB3" w:rsidRDefault="00EF4EB3">
            <w:pPr>
              <w:jc w:val="center"/>
              <w:rPr>
                <w:color w:val="000000"/>
                <w:sz w:val="20"/>
                <w:szCs w:val="20"/>
              </w:rPr>
            </w:pPr>
            <w:r>
              <w:rPr>
                <w:color w:val="000000"/>
                <w:sz w:val="20"/>
                <w:szCs w:val="20"/>
              </w:rPr>
              <w:t>6,0%</w:t>
            </w:r>
          </w:p>
        </w:tc>
      </w:tr>
      <w:tr w:rsidR="00EF4EB3" w:rsidTr="00197D1F">
        <w:trPr>
          <w:trHeight w:val="300"/>
          <w:jc w:val="center"/>
        </w:trPr>
        <w:tc>
          <w:tcPr>
            <w:tcW w:w="1838" w:type="dxa"/>
          </w:tcPr>
          <w:p w:rsidR="00EF4EB3" w:rsidRDefault="00EF4EB3">
            <w:pPr>
              <w:spacing w:after="0"/>
              <w:jc w:val="left"/>
              <w:rPr>
                <w:color w:val="000000"/>
                <w:sz w:val="20"/>
                <w:szCs w:val="20"/>
                <w:lang w:eastAsia="pl-PL"/>
              </w:rPr>
            </w:pPr>
            <w:r>
              <w:rPr>
                <w:color w:val="000000"/>
                <w:sz w:val="20"/>
                <w:szCs w:val="20"/>
                <w:lang w:eastAsia="pl-PL"/>
              </w:rPr>
              <w:t>Narkotyki</w:t>
            </w:r>
          </w:p>
        </w:tc>
        <w:tc>
          <w:tcPr>
            <w:tcW w:w="992" w:type="dxa"/>
            <w:noWrap/>
          </w:tcPr>
          <w:p w:rsidR="00EF4EB3" w:rsidRDefault="00EF4EB3">
            <w:pPr>
              <w:spacing w:after="0"/>
              <w:jc w:val="center"/>
              <w:rPr>
                <w:color w:val="000000"/>
                <w:sz w:val="20"/>
                <w:szCs w:val="20"/>
                <w:lang w:eastAsia="pl-PL"/>
              </w:rPr>
            </w:pPr>
            <w:r>
              <w:rPr>
                <w:color w:val="000000"/>
                <w:sz w:val="20"/>
                <w:szCs w:val="20"/>
              </w:rPr>
              <w:t>96,4%</w:t>
            </w:r>
          </w:p>
        </w:tc>
        <w:tc>
          <w:tcPr>
            <w:tcW w:w="1134" w:type="dxa"/>
            <w:noWrap/>
          </w:tcPr>
          <w:p w:rsidR="00EF4EB3" w:rsidRDefault="00EF4EB3">
            <w:pPr>
              <w:jc w:val="center"/>
              <w:rPr>
                <w:color w:val="000000"/>
                <w:sz w:val="20"/>
                <w:szCs w:val="20"/>
              </w:rPr>
            </w:pPr>
            <w:r>
              <w:rPr>
                <w:color w:val="000000"/>
                <w:sz w:val="20"/>
                <w:szCs w:val="20"/>
              </w:rPr>
              <w:t>2,4%</w:t>
            </w:r>
          </w:p>
        </w:tc>
        <w:tc>
          <w:tcPr>
            <w:tcW w:w="1134" w:type="dxa"/>
            <w:noWrap/>
          </w:tcPr>
          <w:p w:rsidR="00EF4EB3" w:rsidRDefault="00EF4EB3">
            <w:pPr>
              <w:jc w:val="center"/>
              <w:rPr>
                <w:color w:val="000000"/>
                <w:sz w:val="20"/>
                <w:szCs w:val="20"/>
              </w:rPr>
            </w:pPr>
            <w:r>
              <w:rPr>
                <w:color w:val="000000"/>
                <w:sz w:val="20"/>
                <w:szCs w:val="20"/>
              </w:rPr>
              <w:t>0,0%</w:t>
            </w:r>
          </w:p>
        </w:tc>
        <w:tc>
          <w:tcPr>
            <w:tcW w:w="1276" w:type="dxa"/>
            <w:noWrap/>
          </w:tcPr>
          <w:p w:rsidR="00EF4EB3" w:rsidRDefault="00EF4EB3">
            <w:pPr>
              <w:jc w:val="center"/>
              <w:rPr>
                <w:color w:val="000000"/>
                <w:sz w:val="20"/>
                <w:szCs w:val="20"/>
              </w:rPr>
            </w:pPr>
            <w:r>
              <w:rPr>
                <w:color w:val="000000"/>
                <w:sz w:val="20"/>
                <w:szCs w:val="20"/>
              </w:rPr>
              <w:t>0,0%</w:t>
            </w:r>
          </w:p>
        </w:tc>
        <w:tc>
          <w:tcPr>
            <w:tcW w:w="1240" w:type="dxa"/>
            <w:noWrap/>
          </w:tcPr>
          <w:p w:rsidR="00EF4EB3" w:rsidRDefault="00EF4EB3">
            <w:pPr>
              <w:jc w:val="center"/>
              <w:rPr>
                <w:color w:val="000000"/>
                <w:sz w:val="20"/>
                <w:szCs w:val="20"/>
              </w:rPr>
            </w:pPr>
            <w:r>
              <w:rPr>
                <w:color w:val="000000"/>
                <w:sz w:val="20"/>
                <w:szCs w:val="20"/>
              </w:rPr>
              <w:t>1,2%</w:t>
            </w:r>
          </w:p>
        </w:tc>
      </w:tr>
      <w:tr w:rsidR="00EF4EB3" w:rsidTr="00197D1F">
        <w:trPr>
          <w:trHeight w:val="300"/>
          <w:jc w:val="center"/>
        </w:trPr>
        <w:tc>
          <w:tcPr>
            <w:tcW w:w="1838" w:type="dxa"/>
          </w:tcPr>
          <w:p w:rsidR="00EF4EB3" w:rsidRDefault="00EF4EB3">
            <w:pPr>
              <w:spacing w:after="0"/>
              <w:jc w:val="left"/>
              <w:rPr>
                <w:color w:val="000000"/>
                <w:sz w:val="20"/>
                <w:szCs w:val="20"/>
                <w:lang w:eastAsia="pl-PL"/>
              </w:rPr>
            </w:pPr>
            <w:r>
              <w:rPr>
                <w:color w:val="000000"/>
                <w:sz w:val="20"/>
                <w:szCs w:val="20"/>
                <w:lang w:eastAsia="pl-PL"/>
              </w:rPr>
              <w:t>Alkohol</w:t>
            </w:r>
          </w:p>
        </w:tc>
        <w:tc>
          <w:tcPr>
            <w:tcW w:w="992" w:type="dxa"/>
            <w:noWrap/>
          </w:tcPr>
          <w:p w:rsidR="00EF4EB3" w:rsidRDefault="00EF4EB3">
            <w:pPr>
              <w:spacing w:after="0"/>
              <w:jc w:val="center"/>
              <w:rPr>
                <w:color w:val="000000"/>
                <w:sz w:val="20"/>
                <w:szCs w:val="20"/>
                <w:lang w:eastAsia="pl-PL"/>
              </w:rPr>
            </w:pPr>
            <w:r>
              <w:rPr>
                <w:color w:val="000000"/>
                <w:sz w:val="20"/>
                <w:szCs w:val="20"/>
              </w:rPr>
              <w:t>72,3%</w:t>
            </w:r>
          </w:p>
        </w:tc>
        <w:tc>
          <w:tcPr>
            <w:tcW w:w="1134" w:type="dxa"/>
            <w:noWrap/>
          </w:tcPr>
          <w:p w:rsidR="00EF4EB3" w:rsidRDefault="00EF4EB3">
            <w:pPr>
              <w:jc w:val="center"/>
              <w:rPr>
                <w:color w:val="000000"/>
                <w:sz w:val="20"/>
                <w:szCs w:val="20"/>
              </w:rPr>
            </w:pPr>
            <w:r>
              <w:rPr>
                <w:color w:val="000000"/>
                <w:sz w:val="20"/>
                <w:szCs w:val="20"/>
              </w:rPr>
              <w:t>22,9%</w:t>
            </w:r>
          </w:p>
        </w:tc>
        <w:tc>
          <w:tcPr>
            <w:tcW w:w="1134" w:type="dxa"/>
            <w:noWrap/>
          </w:tcPr>
          <w:p w:rsidR="00EF4EB3" w:rsidRDefault="00EF4EB3">
            <w:pPr>
              <w:jc w:val="center"/>
              <w:rPr>
                <w:color w:val="000000"/>
                <w:sz w:val="20"/>
                <w:szCs w:val="20"/>
              </w:rPr>
            </w:pPr>
            <w:r>
              <w:rPr>
                <w:color w:val="000000"/>
                <w:sz w:val="20"/>
                <w:szCs w:val="20"/>
              </w:rPr>
              <w:t>3,6%</w:t>
            </w:r>
          </w:p>
        </w:tc>
        <w:tc>
          <w:tcPr>
            <w:tcW w:w="1276" w:type="dxa"/>
            <w:noWrap/>
          </w:tcPr>
          <w:p w:rsidR="00EF4EB3" w:rsidRDefault="00EF4EB3">
            <w:pPr>
              <w:jc w:val="center"/>
              <w:rPr>
                <w:color w:val="000000"/>
                <w:sz w:val="20"/>
                <w:szCs w:val="20"/>
              </w:rPr>
            </w:pPr>
            <w:r>
              <w:rPr>
                <w:color w:val="000000"/>
                <w:sz w:val="20"/>
                <w:szCs w:val="20"/>
              </w:rPr>
              <w:t>0,0%</w:t>
            </w:r>
          </w:p>
        </w:tc>
        <w:tc>
          <w:tcPr>
            <w:tcW w:w="1240" w:type="dxa"/>
            <w:noWrap/>
          </w:tcPr>
          <w:p w:rsidR="00EF4EB3" w:rsidRDefault="00EF4EB3">
            <w:pPr>
              <w:jc w:val="center"/>
              <w:rPr>
                <w:color w:val="000000"/>
                <w:sz w:val="20"/>
                <w:szCs w:val="20"/>
              </w:rPr>
            </w:pPr>
            <w:r>
              <w:rPr>
                <w:color w:val="000000"/>
                <w:sz w:val="20"/>
                <w:szCs w:val="20"/>
              </w:rPr>
              <w:t>1,2%</w:t>
            </w:r>
          </w:p>
        </w:tc>
      </w:tr>
    </w:tbl>
    <w:p w:rsidR="00EF4EB3" w:rsidRDefault="00EF4EB3" w:rsidP="00197D1F">
      <w:pPr>
        <w:pStyle w:val="Caption"/>
      </w:pPr>
      <w:r>
        <w:t>Źródło: opracowanie własne.</w:t>
      </w:r>
    </w:p>
    <w:p w:rsidR="00EF4EB3" w:rsidRDefault="00EF4EB3" w:rsidP="00197D1F">
      <w:r>
        <w:t>Większość respondentów deklaruje, iż obecnie nie pali papierosów (78,3%), nie zażywa narkotyków (96,4%) i nie pije alkoholu (72,3%). W największym stopniu młodzież wskazuje na picie alkoholu – 22,9% pije kilka razy w roku; 3,6% kilka razy w miesiącu; natomiast 1,2% codziennie.</w:t>
      </w:r>
    </w:p>
    <w:p w:rsidR="00EF4EB3" w:rsidRDefault="00EF4EB3" w:rsidP="00197D1F">
      <w:r>
        <w:t xml:space="preserve">Jednym z czynników, który wpływa na funkcjonowanie młodych ludzi w środowisku lokalnym, szkolnym czy grupie rówieśniczej, jest jakość życia rodzinnego. Okres dojrzewania to czas kształtowania własnej tożsamości i często buntu wobec rodziców i dziecięcej przeszłości. Z tego względu ważne jest to, w jaki sposób w rodzinach kształtują się relacje pomiędzy ich członkami oraz jakie normy i wartości są przekazywane młodszym pokoleniom. Większość badanych uczniów dość pozytywnie ocenia swoje relacje z rodzicami pod kątem szacunku, zrozumienia, akceptacji, poświęcanego czasu i rozmowy. Aż 94,0% respondentów uważa, że rodzice ich szanują, a 91,6% wskazuje na akceptację z ich strony. Mniej uczniów jest przekonanych natomiast o tym, że ich rodzice wystarczająco dużo z nimi rozmawiają (73,5%) oraz że poświęcają im wystarczająco dużo czasu (77,1%). Jedynie 67,5% badanych odczuwa ze strony rodziców zrozumienie. </w:t>
      </w:r>
    </w:p>
    <w:p w:rsidR="00EF4EB3" w:rsidRDefault="00EF4EB3" w:rsidP="00197D1F">
      <w:pPr>
        <w:pStyle w:val="Caption"/>
        <w:spacing w:before="120"/>
        <w:jc w:val="center"/>
        <w:rPr>
          <w:b/>
          <w:i w:val="0"/>
          <w:sz w:val="20"/>
        </w:rPr>
      </w:pPr>
      <w:r>
        <w:rPr>
          <w:b/>
          <w:i w:val="0"/>
          <w:sz w:val="20"/>
        </w:rPr>
        <w:t xml:space="preserve">Tabela </w:t>
      </w:r>
      <w:r>
        <w:rPr>
          <w:b/>
          <w:i w:val="0"/>
          <w:sz w:val="20"/>
        </w:rPr>
        <w:fldChar w:fldCharType="begin"/>
      </w:r>
      <w:r>
        <w:rPr>
          <w:b/>
          <w:i w:val="0"/>
          <w:sz w:val="20"/>
        </w:rPr>
        <w:instrText xml:space="preserve"> SEQ Tabela \* ARABIC </w:instrText>
      </w:r>
      <w:r>
        <w:rPr>
          <w:b/>
          <w:i w:val="0"/>
          <w:sz w:val="20"/>
        </w:rPr>
        <w:fldChar w:fldCharType="separate"/>
      </w:r>
      <w:r>
        <w:rPr>
          <w:b/>
          <w:i w:val="0"/>
          <w:noProof/>
          <w:sz w:val="20"/>
        </w:rPr>
        <w:t>14</w:t>
      </w:r>
      <w:r>
        <w:rPr>
          <w:b/>
          <w:i w:val="0"/>
          <w:sz w:val="20"/>
        </w:rPr>
        <w:fldChar w:fldCharType="end"/>
      </w:r>
      <w:r>
        <w:rPr>
          <w:b/>
          <w:i w:val="0"/>
          <w:sz w:val="20"/>
        </w:rPr>
        <w:t>. Samoocena relacji z rodzicami dokonana przez respondentów (n=83)</w:t>
      </w:r>
    </w:p>
    <w:tbl>
      <w:tblPr>
        <w:tblW w:w="8642"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3539"/>
        <w:gridCol w:w="1276"/>
        <w:gridCol w:w="1417"/>
        <w:gridCol w:w="2410"/>
      </w:tblGrid>
      <w:tr w:rsidR="00EF4EB3" w:rsidTr="00197D1F">
        <w:trPr>
          <w:trHeight w:val="300"/>
          <w:jc w:val="center"/>
        </w:trPr>
        <w:tc>
          <w:tcPr>
            <w:tcW w:w="3539" w:type="dxa"/>
          </w:tcPr>
          <w:p w:rsidR="00EF4EB3" w:rsidRDefault="00EF4EB3">
            <w:pPr>
              <w:spacing w:after="0"/>
              <w:jc w:val="center"/>
              <w:rPr>
                <w:b/>
                <w:color w:val="000000"/>
                <w:sz w:val="20"/>
                <w:lang w:eastAsia="pl-PL"/>
              </w:rPr>
            </w:pPr>
            <w:r>
              <w:rPr>
                <w:b/>
                <w:color w:val="000000"/>
                <w:sz w:val="20"/>
                <w:lang w:eastAsia="pl-PL"/>
              </w:rPr>
              <w:t>Czy Twoi rodzice:</w:t>
            </w:r>
          </w:p>
        </w:tc>
        <w:tc>
          <w:tcPr>
            <w:tcW w:w="1276" w:type="dxa"/>
            <w:noWrap/>
          </w:tcPr>
          <w:p w:rsidR="00EF4EB3" w:rsidRDefault="00EF4EB3">
            <w:pPr>
              <w:spacing w:after="0"/>
              <w:jc w:val="center"/>
              <w:rPr>
                <w:b/>
                <w:color w:val="000000"/>
                <w:sz w:val="20"/>
                <w:lang w:eastAsia="pl-PL"/>
              </w:rPr>
            </w:pPr>
            <w:r>
              <w:rPr>
                <w:b/>
                <w:color w:val="000000"/>
                <w:sz w:val="20"/>
                <w:lang w:eastAsia="pl-PL"/>
              </w:rPr>
              <w:t>Tak</w:t>
            </w:r>
          </w:p>
        </w:tc>
        <w:tc>
          <w:tcPr>
            <w:tcW w:w="1417" w:type="dxa"/>
            <w:noWrap/>
          </w:tcPr>
          <w:p w:rsidR="00EF4EB3" w:rsidRDefault="00EF4EB3">
            <w:pPr>
              <w:spacing w:after="0"/>
              <w:jc w:val="center"/>
              <w:rPr>
                <w:b/>
                <w:color w:val="000000"/>
                <w:sz w:val="20"/>
                <w:lang w:eastAsia="pl-PL"/>
              </w:rPr>
            </w:pPr>
            <w:r>
              <w:rPr>
                <w:b/>
                <w:color w:val="000000"/>
                <w:sz w:val="20"/>
                <w:lang w:eastAsia="pl-PL"/>
              </w:rPr>
              <w:t>Nie</w:t>
            </w:r>
          </w:p>
        </w:tc>
        <w:tc>
          <w:tcPr>
            <w:tcW w:w="2410" w:type="dxa"/>
            <w:noWrap/>
          </w:tcPr>
          <w:p w:rsidR="00EF4EB3" w:rsidRDefault="00EF4EB3">
            <w:pPr>
              <w:spacing w:after="0"/>
              <w:jc w:val="center"/>
              <w:rPr>
                <w:b/>
                <w:color w:val="000000"/>
                <w:sz w:val="20"/>
                <w:lang w:eastAsia="pl-PL"/>
              </w:rPr>
            </w:pPr>
            <w:r>
              <w:rPr>
                <w:b/>
                <w:color w:val="000000"/>
                <w:sz w:val="20"/>
                <w:lang w:eastAsia="pl-PL"/>
              </w:rPr>
              <w:t>Nie wiem/nie mam zdania</w:t>
            </w:r>
          </w:p>
        </w:tc>
      </w:tr>
      <w:tr w:rsidR="00EF4EB3" w:rsidTr="00197D1F">
        <w:trPr>
          <w:trHeight w:val="300"/>
          <w:jc w:val="center"/>
        </w:trPr>
        <w:tc>
          <w:tcPr>
            <w:tcW w:w="3539" w:type="dxa"/>
          </w:tcPr>
          <w:p w:rsidR="00EF4EB3" w:rsidRDefault="00EF4EB3">
            <w:pPr>
              <w:spacing w:after="0"/>
              <w:jc w:val="left"/>
              <w:rPr>
                <w:b/>
                <w:color w:val="000000"/>
                <w:sz w:val="20"/>
                <w:lang w:eastAsia="pl-PL"/>
              </w:rPr>
            </w:pPr>
            <w:r>
              <w:rPr>
                <w:rFonts w:cs="Arial"/>
                <w:color w:val="000000"/>
                <w:sz w:val="20"/>
                <w:lang w:eastAsia="pl-PL"/>
              </w:rPr>
              <w:t>szanują Cię?</w:t>
            </w:r>
          </w:p>
        </w:tc>
        <w:tc>
          <w:tcPr>
            <w:tcW w:w="1276" w:type="dxa"/>
            <w:noWrap/>
          </w:tcPr>
          <w:p w:rsidR="00EF4EB3" w:rsidRDefault="00EF4EB3">
            <w:pPr>
              <w:spacing w:after="0"/>
              <w:jc w:val="center"/>
              <w:rPr>
                <w:color w:val="000000"/>
                <w:sz w:val="20"/>
                <w:lang w:eastAsia="pl-PL"/>
              </w:rPr>
            </w:pPr>
            <w:r>
              <w:rPr>
                <w:color w:val="000000"/>
                <w:sz w:val="20"/>
              </w:rPr>
              <w:t>94,0%</w:t>
            </w:r>
          </w:p>
        </w:tc>
        <w:tc>
          <w:tcPr>
            <w:tcW w:w="1417" w:type="dxa"/>
            <w:noWrap/>
          </w:tcPr>
          <w:p w:rsidR="00EF4EB3" w:rsidRDefault="00EF4EB3">
            <w:pPr>
              <w:jc w:val="center"/>
              <w:rPr>
                <w:color w:val="000000"/>
                <w:sz w:val="20"/>
              </w:rPr>
            </w:pPr>
            <w:r>
              <w:rPr>
                <w:color w:val="000000"/>
                <w:sz w:val="20"/>
              </w:rPr>
              <w:t>3,6%</w:t>
            </w:r>
          </w:p>
        </w:tc>
        <w:tc>
          <w:tcPr>
            <w:tcW w:w="2410" w:type="dxa"/>
            <w:noWrap/>
          </w:tcPr>
          <w:p w:rsidR="00EF4EB3" w:rsidRDefault="00EF4EB3">
            <w:pPr>
              <w:jc w:val="center"/>
              <w:rPr>
                <w:color w:val="000000"/>
                <w:sz w:val="20"/>
              </w:rPr>
            </w:pPr>
            <w:r>
              <w:rPr>
                <w:color w:val="000000"/>
                <w:sz w:val="20"/>
              </w:rPr>
              <w:t>2,4%</w:t>
            </w:r>
          </w:p>
        </w:tc>
      </w:tr>
      <w:tr w:rsidR="00EF4EB3" w:rsidTr="00197D1F">
        <w:trPr>
          <w:trHeight w:val="300"/>
          <w:jc w:val="center"/>
        </w:trPr>
        <w:tc>
          <w:tcPr>
            <w:tcW w:w="3539" w:type="dxa"/>
          </w:tcPr>
          <w:p w:rsidR="00EF4EB3" w:rsidRDefault="00EF4EB3">
            <w:pPr>
              <w:spacing w:after="0"/>
              <w:jc w:val="left"/>
              <w:rPr>
                <w:b/>
                <w:color w:val="000000"/>
                <w:sz w:val="20"/>
                <w:lang w:eastAsia="pl-PL"/>
              </w:rPr>
            </w:pPr>
            <w:r>
              <w:rPr>
                <w:rFonts w:cs="Arial"/>
                <w:color w:val="000000"/>
                <w:sz w:val="20"/>
                <w:lang w:eastAsia="pl-PL"/>
              </w:rPr>
              <w:t>rozumieją Cię?</w:t>
            </w:r>
          </w:p>
        </w:tc>
        <w:tc>
          <w:tcPr>
            <w:tcW w:w="1276" w:type="dxa"/>
            <w:noWrap/>
          </w:tcPr>
          <w:p w:rsidR="00EF4EB3" w:rsidRDefault="00EF4EB3">
            <w:pPr>
              <w:jc w:val="center"/>
              <w:rPr>
                <w:color w:val="000000"/>
                <w:sz w:val="20"/>
              </w:rPr>
            </w:pPr>
            <w:r>
              <w:rPr>
                <w:color w:val="000000"/>
                <w:sz w:val="20"/>
              </w:rPr>
              <w:t>67,5%</w:t>
            </w:r>
          </w:p>
        </w:tc>
        <w:tc>
          <w:tcPr>
            <w:tcW w:w="1417" w:type="dxa"/>
            <w:noWrap/>
          </w:tcPr>
          <w:p w:rsidR="00EF4EB3" w:rsidRDefault="00EF4EB3">
            <w:pPr>
              <w:jc w:val="center"/>
              <w:rPr>
                <w:color w:val="000000"/>
                <w:sz w:val="20"/>
              </w:rPr>
            </w:pPr>
            <w:r>
              <w:rPr>
                <w:color w:val="000000"/>
                <w:sz w:val="20"/>
              </w:rPr>
              <w:t>20,5%</w:t>
            </w:r>
          </w:p>
        </w:tc>
        <w:tc>
          <w:tcPr>
            <w:tcW w:w="2410" w:type="dxa"/>
            <w:noWrap/>
          </w:tcPr>
          <w:p w:rsidR="00EF4EB3" w:rsidRDefault="00EF4EB3">
            <w:pPr>
              <w:jc w:val="center"/>
              <w:rPr>
                <w:color w:val="000000"/>
                <w:sz w:val="20"/>
              </w:rPr>
            </w:pPr>
            <w:r>
              <w:rPr>
                <w:color w:val="000000"/>
                <w:sz w:val="20"/>
              </w:rPr>
              <w:t>12,0%</w:t>
            </w:r>
          </w:p>
        </w:tc>
      </w:tr>
      <w:tr w:rsidR="00EF4EB3" w:rsidTr="00197D1F">
        <w:trPr>
          <w:trHeight w:val="300"/>
          <w:jc w:val="center"/>
        </w:trPr>
        <w:tc>
          <w:tcPr>
            <w:tcW w:w="3539" w:type="dxa"/>
          </w:tcPr>
          <w:p w:rsidR="00EF4EB3" w:rsidRDefault="00EF4EB3">
            <w:pPr>
              <w:spacing w:after="0"/>
              <w:jc w:val="left"/>
              <w:rPr>
                <w:b/>
                <w:color w:val="000000"/>
                <w:sz w:val="20"/>
                <w:lang w:eastAsia="pl-PL"/>
              </w:rPr>
            </w:pPr>
            <w:r>
              <w:rPr>
                <w:rFonts w:cs="Arial"/>
                <w:color w:val="000000"/>
                <w:sz w:val="20"/>
                <w:lang w:eastAsia="pl-PL"/>
              </w:rPr>
              <w:t>akceptują Cię takiego jakim jesteś?</w:t>
            </w:r>
          </w:p>
        </w:tc>
        <w:tc>
          <w:tcPr>
            <w:tcW w:w="1276" w:type="dxa"/>
            <w:noWrap/>
          </w:tcPr>
          <w:p w:rsidR="00EF4EB3" w:rsidRDefault="00EF4EB3">
            <w:pPr>
              <w:jc w:val="center"/>
              <w:rPr>
                <w:color w:val="000000"/>
                <w:sz w:val="20"/>
              </w:rPr>
            </w:pPr>
            <w:r>
              <w:rPr>
                <w:color w:val="000000"/>
                <w:sz w:val="20"/>
              </w:rPr>
              <w:t>91,6%</w:t>
            </w:r>
          </w:p>
        </w:tc>
        <w:tc>
          <w:tcPr>
            <w:tcW w:w="1417" w:type="dxa"/>
            <w:noWrap/>
          </w:tcPr>
          <w:p w:rsidR="00EF4EB3" w:rsidRDefault="00EF4EB3">
            <w:pPr>
              <w:jc w:val="center"/>
              <w:rPr>
                <w:color w:val="000000"/>
                <w:sz w:val="20"/>
              </w:rPr>
            </w:pPr>
            <w:r>
              <w:rPr>
                <w:color w:val="000000"/>
                <w:sz w:val="20"/>
              </w:rPr>
              <w:t>2,4%</w:t>
            </w:r>
          </w:p>
        </w:tc>
        <w:tc>
          <w:tcPr>
            <w:tcW w:w="2410" w:type="dxa"/>
            <w:noWrap/>
          </w:tcPr>
          <w:p w:rsidR="00EF4EB3" w:rsidRDefault="00EF4EB3">
            <w:pPr>
              <w:jc w:val="center"/>
              <w:rPr>
                <w:color w:val="000000"/>
                <w:sz w:val="20"/>
              </w:rPr>
            </w:pPr>
            <w:r>
              <w:rPr>
                <w:color w:val="000000"/>
                <w:sz w:val="20"/>
              </w:rPr>
              <w:t>6,0%</w:t>
            </w:r>
          </w:p>
        </w:tc>
      </w:tr>
      <w:tr w:rsidR="00EF4EB3" w:rsidTr="00197D1F">
        <w:trPr>
          <w:trHeight w:val="300"/>
          <w:jc w:val="center"/>
        </w:trPr>
        <w:tc>
          <w:tcPr>
            <w:tcW w:w="3539" w:type="dxa"/>
          </w:tcPr>
          <w:p w:rsidR="00EF4EB3" w:rsidRDefault="00EF4EB3">
            <w:pPr>
              <w:spacing w:after="0"/>
              <w:jc w:val="left"/>
              <w:rPr>
                <w:b/>
                <w:color w:val="000000"/>
                <w:sz w:val="20"/>
                <w:lang w:eastAsia="pl-PL"/>
              </w:rPr>
            </w:pPr>
            <w:r>
              <w:rPr>
                <w:rFonts w:cs="Arial"/>
                <w:color w:val="000000"/>
                <w:sz w:val="20"/>
                <w:lang w:eastAsia="pl-PL"/>
              </w:rPr>
              <w:t>poświęcają Ci wystarczająco dużo czasu?</w:t>
            </w:r>
          </w:p>
        </w:tc>
        <w:tc>
          <w:tcPr>
            <w:tcW w:w="1276" w:type="dxa"/>
            <w:noWrap/>
          </w:tcPr>
          <w:p w:rsidR="00EF4EB3" w:rsidRDefault="00EF4EB3">
            <w:pPr>
              <w:jc w:val="center"/>
              <w:rPr>
                <w:color w:val="000000"/>
                <w:sz w:val="20"/>
              </w:rPr>
            </w:pPr>
            <w:r>
              <w:rPr>
                <w:color w:val="000000"/>
                <w:sz w:val="20"/>
              </w:rPr>
              <w:t>77,1%</w:t>
            </w:r>
          </w:p>
        </w:tc>
        <w:tc>
          <w:tcPr>
            <w:tcW w:w="1417" w:type="dxa"/>
            <w:noWrap/>
          </w:tcPr>
          <w:p w:rsidR="00EF4EB3" w:rsidRDefault="00EF4EB3">
            <w:pPr>
              <w:jc w:val="center"/>
              <w:rPr>
                <w:color w:val="000000"/>
                <w:sz w:val="20"/>
              </w:rPr>
            </w:pPr>
            <w:r>
              <w:rPr>
                <w:color w:val="000000"/>
                <w:sz w:val="20"/>
              </w:rPr>
              <w:t>13,3%</w:t>
            </w:r>
          </w:p>
        </w:tc>
        <w:tc>
          <w:tcPr>
            <w:tcW w:w="2410" w:type="dxa"/>
            <w:noWrap/>
          </w:tcPr>
          <w:p w:rsidR="00EF4EB3" w:rsidRDefault="00EF4EB3">
            <w:pPr>
              <w:jc w:val="center"/>
              <w:rPr>
                <w:color w:val="000000"/>
                <w:sz w:val="20"/>
              </w:rPr>
            </w:pPr>
            <w:r>
              <w:rPr>
                <w:color w:val="000000"/>
                <w:sz w:val="20"/>
              </w:rPr>
              <w:t>9,6%</w:t>
            </w:r>
          </w:p>
        </w:tc>
      </w:tr>
      <w:tr w:rsidR="00EF4EB3" w:rsidTr="00197D1F">
        <w:trPr>
          <w:trHeight w:val="300"/>
          <w:jc w:val="center"/>
        </w:trPr>
        <w:tc>
          <w:tcPr>
            <w:tcW w:w="3539" w:type="dxa"/>
          </w:tcPr>
          <w:p w:rsidR="00EF4EB3" w:rsidRDefault="00EF4EB3">
            <w:pPr>
              <w:spacing w:after="0"/>
              <w:jc w:val="left"/>
              <w:rPr>
                <w:b/>
                <w:color w:val="000000"/>
                <w:sz w:val="20"/>
                <w:lang w:eastAsia="pl-PL"/>
              </w:rPr>
            </w:pPr>
            <w:r>
              <w:rPr>
                <w:rFonts w:cs="Arial"/>
                <w:color w:val="000000"/>
                <w:sz w:val="20"/>
                <w:lang w:eastAsia="pl-PL"/>
              </w:rPr>
              <w:t>wystarczająco dużo z Tobą rozmawiają?</w:t>
            </w:r>
          </w:p>
        </w:tc>
        <w:tc>
          <w:tcPr>
            <w:tcW w:w="1276" w:type="dxa"/>
            <w:noWrap/>
          </w:tcPr>
          <w:p w:rsidR="00EF4EB3" w:rsidRDefault="00EF4EB3">
            <w:pPr>
              <w:jc w:val="center"/>
              <w:rPr>
                <w:color w:val="000000"/>
                <w:sz w:val="20"/>
              </w:rPr>
            </w:pPr>
            <w:r>
              <w:rPr>
                <w:color w:val="000000"/>
                <w:sz w:val="20"/>
              </w:rPr>
              <w:t>73,5%</w:t>
            </w:r>
          </w:p>
        </w:tc>
        <w:tc>
          <w:tcPr>
            <w:tcW w:w="1417" w:type="dxa"/>
            <w:noWrap/>
          </w:tcPr>
          <w:p w:rsidR="00EF4EB3" w:rsidRDefault="00EF4EB3">
            <w:pPr>
              <w:jc w:val="center"/>
              <w:rPr>
                <w:color w:val="000000"/>
                <w:sz w:val="20"/>
              </w:rPr>
            </w:pPr>
            <w:r>
              <w:rPr>
                <w:color w:val="000000"/>
                <w:sz w:val="20"/>
              </w:rPr>
              <w:t>16,9%</w:t>
            </w:r>
          </w:p>
        </w:tc>
        <w:tc>
          <w:tcPr>
            <w:tcW w:w="2410" w:type="dxa"/>
            <w:noWrap/>
          </w:tcPr>
          <w:p w:rsidR="00EF4EB3" w:rsidRDefault="00EF4EB3">
            <w:pPr>
              <w:jc w:val="center"/>
              <w:rPr>
                <w:color w:val="000000"/>
                <w:sz w:val="20"/>
              </w:rPr>
            </w:pPr>
            <w:r>
              <w:rPr>
                <w:color w:val="000000"/>
                <w:sz w:val="20"/>
              </w:rPr>
              <w:t>9,6%</w:t>
            </w:r>
          </w:p>
        </w:tc>
      </w:tr>
    </w:tbl>
    <w:p w:rsidR="00EF4EB3" w:rsidRDefault="00EF4EB3" w:rsidP="00197D1F">
      <w:pPr>
        <w:pStyle w:val="Caption"/>
      </w:pPr>
      <w:r>
        <w:t>Źródło: opracowanie własne.</w:t>
      </w:r>
    </w:p>
    <w:p w:rsidR="00EF4EB3" w:rsidRDefault="00EF4EB3" w:rsidP="00197D1F">
      <w:r>
        <w:t xml:space="preserve">Znaczna jest przy tym liczba wskazań negatywnych – więcej niż jedna piąta respondentów twierdzi jednoznacznie, że rodzicie ich nie rozumieją (20,5%); 16,9% uważa, że za mało z nimi rozmawiają; 13,3% - że poświęcają im niewystarczająco dużo czasu. </w:t>
      </w:r>
    </w:p>
    <w:p w:rsidR="00EF4EB3" w:rsidRDefault="00EF4EB3" w:rsidP="00197D1F">
      <w:r>
        <w:t xml:space="preserve">Nieco więcej niż połowa badanych uczniów (51,8%) ma świadomość tego, jakie problemy </w:t>
      </w:r>
      <w:r>
        <w:br/>
        <w:t xml:space="preserve">i trudności życiowe dotykają ich rodziny. Przekonanie, że w rodzinie nie występują żadne problemy wyraziło 48,2% respondentów. </w:t>
      </w:r>
    </w:p>
    <w:p w:rsidR="00EF4EB3" w:rsidRDefault="00EF4EB3" w:rsidP="00197D1F">
      <w:pPr>
        <w:pStyle w:val="Caption"/>
        <w:spacing w:before="120"/>
        <w:jc w:val="center"/>
        <w:rPr>
          <w:b/>
          <w:i w:val="0"/>
          <w:sz w:val="20"/>
        </w:rPr>
      </w:pPr>
      <w:r>
        <w:rPr>
          <w:b/>
          <w:i w:val="0"/>
          <w:sz w:val="20"/>
        </w:rPr>
        <w:t xml:space="preserve">Tabela </w:t>
      </w:r>
      <w:r>
        <w:rPr>
          <w:b/>
          <w:i w:val="0"/>
          <w:sz w:val="20"/>
        </w:rPr>
        <w:fldChar w:fldCharType="begin"/>
      </w:r>
      <w:r>
        <w:rPr>
          <w:b/>
          <w:i w:val="0"/>
          <w:sz w:val="20"/>
        </w:rPr>
        <w:instrText xml:space="preserve"> SEQ Tabela \* ARABIC </w:instrText>
      </w:r>
      <w:r>
        <w:rPr>
          <w:b/>
          <w:i w:val="0"/>
          <w:sz w:val="20"/>
        </w:rPr>
        <w:fldChar w:fldCharType="separate"/>
      </w:r>
      <w:r>
        <w:rPr>
          <w:b/>
          <w:i w:val="0"/>
          <w:noProof/>
          <w:sz w:val="20"/>
        </w:rPr>
        <w:t>15</w:t>
      </w:r>
      <w:r>
        <w:rPr>
          <w:b/>
          <w:i w:val="0"/>
          <w:sz w:val="20"/>
        </w:rPr>
        <w:fldChar w:fldCharType="end"/>
      </w:r>
      <w:r>
        <w:rPr>
          <w:b/>
          <w:i w:val="0"/>
          <w:sz w:val="20"/>
        </w:rPr>
        <w:t>. Problemy/trudności życiowe doświadczane przez rodziny respondentów (n=83)</w:t>
      </w:r>
    </w:p>
    <w:tbl>
      <w:tblPr>
        <w:tblW w:w="8939"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6516"/>
        <w:gridCol w:w="992"/>
        <w:gridCol w:w="1431"/>
      </w:tblGrid>
      <w:tr w:rsidR="00EF4EB3" w:rsidTr="00197D1F">
        <w:trPr>
          <w:trHeight w:val="300"/>
          <w:jc w:val="center"/>
        </w:trPr>
        <w:tc>
          <w:tcPr>
            <w:tcW w:w="6516" w:type="dxa"/>
            <w:vAlign w:val="center"/>
          </w:tcPr>
          <w:p w:rsidR="00EF4EB3" w:rsidRDefault="00EF4EB3">
            <w:pPr>
              <w:spacing w:after="0"/>
              <w:jc w:val="center"/>
              <w:rPr>
                <w:b/>
                <w:color w:val="000000"/>
                <w:sz w:val="20"/>
                <w:szCs w:val="20"/>
                <w:lang w:eastAsia="pl-PL"/>
              </w:rPr>
            </w:pPr>
            <w:r>
              <w:rPr>
                <w:b/>
                <w:color w:val="000000"/>
                <w:sz w:val="20"/>
                <w:szCs w:val="20"/>
                <w:lang w:eastAsia="pl-PL"/>
              </w:rPr>
              <w:t>Wyszczególnienie</w:t>
            </w:r>
          </w:p>
        </w:tc>
        <w:tc>
          <w:tcPr>
            <w:tcW w:w="992" w:type="dxa"/>
            <w:noWrap/>
            <w:vAlign w:val="center"/>
          </w:tcPr>
          <w:p w:rsidR="00EF4EB3" w:rsidRDefault="00EF4EB3">
            <w:pPr>
              <w:spacing w:after="0"/>
              <w:jc w:val="center"/>
              <w:rPr>
                <w:b/>
                <w:color w:val="000000"/>
                <w:sz w:val="20"/>
                <w:szCs w:val="20"/>
                <w:lang w:eastAsia="pl-PL"/>
              </w:rPr>
            </w:pPr>
            <w:r>
              <w:rPr>
                <w:b/>
                <w:color w:val="000000"/>
                <w:sz w:val="20"/>
                <w:szCs w:val="20"/>
                <w:lang w:eastAsia="pl-PL"/>
              </w:rPr>
              <w:t>Liczba wskazań</w:t>
            </w:r>
          </w:p>
        </w:tc>
        <w:tc>
          <w:tcPr>
            <w:tcW w:w="1431" w:type="dxa"/>
            <w:noWrap/>
            <w:vAlign w:val="center"/>
          </w:tcPr>
          <w:p w:rsidR="00EF4EB3" w:rsidRDefault="00EF4EB3">
            <w:pPr>
              <w:spacing w:after="0"/>
              <w:jc w:val="center"/>
              <w:rPr>
                <w:b/>
                <w:color w:val="000000"/>
                <w:sz w:val="20"/>
                <w:szCs w:val="20"/>
                <w:lang w:eastAsia="pl-PL"/>
              </w:rPr>
            </w:pPr>
            <w:r>
              <w:rPr>
                <w:b/>
                <w:color w:val="000000"/>
                <w:sz w:val="20"/>
                <w:szCs w:val="20"/>
                <w:lang w:eastAsia="pl-PL"/>
              </w:rPr>
              <w:t>% respondentów</w:t>
            </w:r>
          </w:p>
        </w:tc>
      </w:tr>
      <w:tr w:rsidR="00EF4EB3" w:rsidTr="00197D1F">
        <w:trPr>
          <w:trHeight w:val="300"/>
          <w:jc w:val="center"/>
        </w:trPr>
        <w:tc>
          <w:tcPr>
            <w:tcW w:w="6516" w:type="dxa"/>
          </w:tcPr>
          <w:p w:rsidR="00EF4EB3" w:rsidRDefault="00EF4EB3">
            <w:pPr>
              <w:spacing w:after="0"/>
              <w:jc w:val="left"/>
              <w:rPr>
                <w:color w:val="000000"/>
                <w:sz w:val="20"/>
                <w:szCs w:val="20"/>
                <w:lang w:eastAsia="pl-PL"/>
              </w:rPr>
            </w:pPr>
            <w:r>
              <w:rPr>
                <w:color w:val="000000"/>
                <w:sz w:val="20"/>
                <w:szCs w:val="20"/>
              </w:rPr>
              <w:t>Brak stałego zatrudnienia</w:t>
            </w:r>
          </w:p>
        </w:tc>
        <w:tc>
          <w:tcPr>
            <w:tcW w:w="992" w:type="dxa"/>
            <w:noWrap/>
          </w:tcPr>
          <w:p w:rsidR="00EF4EB3" w:rsidRDefault="00EF4EB3">
            <w:pPr>
              <w:jc w:val="center"/>
              <w:rPr>
                <w:color w:val="000000"/>
                <w:sz w:val="20"/>
                <w:szCs w:val="20"/>
              </w:rPr>
            </w:pPr>
            <w:r>
              <w:rPr>
                <w:color w:val="000000"/>
                <w:sz w:val="20"/>
                <w:szCs w:val="20"/>
              </w:rPr>
              <w:t>9</w:t>
            </w:r>
          </w:p>
        </w:tc>
        <w:tc>
          <w:tcPr>
            <w:tcW w:w="1431" w:type="dxa"/>
            <w:noWrap/>
          </w:tcPr>
          <w:p w:rsidR="00EF4EB3" w:rsidRDefault="00EF4EB3">
            <w:pPr>
              <w:jc w:val="center"/>
              <w:rPr>
                <w:color w:val="000000"/>
                <w:sz w:val="20"/>
                <w:szCs w:val="20"/>
              </w:rPr>
            </w:pPr>
            <w:r>
              <w:rPr>
                <w:color w:val="000000"/>
                <w:sz w:val="20"/>
                <w:szCs w:val="20"/>
              </w:rPr>
              <w:t>10,8%</w:t>
            </w:r>
          </w:p>
        </w:tc>
      </w:tr>
      <w:tr w:rsidR="00EF4EB3" w:rsidTr="00197D1F">
        <w:trPr>
          <w:trHeight w:val="214"/>
          <w:jc w:val="center"/>
        </w:trPr>
        <w:tc>
          <w:tcPr>
            <w:tcW w:w="6516" w:type="dxa"/>
          </w:tcPr>
          <w:p w:rsidR="00EF4EB3" w:rsidRDefault="00EF4EB3">
            <w:pPr>
              <w:jc w:val="left"/>
              <w:rPr>
                <w:color w:val="000000"/>
                <w:sz w:val="20"/>
                <w:szCs w:val="20"/>
              </w:rPr>
            </w:pPr>
            <w:r>
              <w:rPr>
                <w:color w:val="000000"/>
                <w:sz w:val="20"/>
                <w:szCs w:val="20"/>
              </w:rPr>
              <w:t>Niepełnosprawność członka rodziny</w:t>
            </w:r>
          </w:p>
        </w:tc>
        <w:tc>
          <w:tcPr>
            <w:tcW w:w="992" w:type="dxa"/>
            <w:noWrap/>
          </w:tcPr>
          <w:p w:rsidR="00EF4EB3" w:rsidRDefault="00EF4EB3">
            <w:pPr>
              <w:jc w:val="center"/>
              <w:rPr>
                <w:color w:val="000000"/>
                <w:sz w:val="20"/>
                <w:szCs w:val="20"/>
              </w:rPr>
            </w:pPr>
            <w:r>
              <w:rPr>
                <w:color w:val="000000"/>
                <w:sz w:val="20"/>
                <w:szCs w:val="20"/>
              </w:rPr>
              <w:t>4</w:t>
            </w:r>
          </w:p>
        </w:tc>
        <w:tc>
          <w:tcPr>
            <w:tcW w:w="1431" w:type="dxa"/>
            <w:noWrap/>
          </w:tcPr>
          <w:p w:rsidR="00EF4EB3" w:rsidRDefault="00EF4EB3">
            <w:pPr>
              <w:jc w:val="center"/>
              <w:rPr>
                <w:color w:val="000000"/>
                <w:sz w:val="20"/>
                <w:szCs w:val="20"/>
              </w:rPr>
            </w:pPr>
            <w:r>
              <w:rPr>
                <w:color w:val="000000"/>
                <w:sz w:val="20"/>
                <w:szCs w:val="20"/>
              </w:rPr>
              <w:t>4,8%</w:t>
            </w:r>
          </w:p>
        </w:tc>
      </w:tr>
      <w:tr w:rsidR="00EF4EB3" w:rsidTr="00197D1F">
        <w:trPr>
          <w:trHeight w:val="300"/>
          <w:jc w:val="center"/>
        </w:trPr>
        <w:tc>
          <w:tcPr>
            <w:tcW w:w="6516" w:type="dxa"/>
          </w:tcPr>
          <w:p w:rsidR="00EF4EB3" w:rsidRDefault="00EF4EB3">
            <w:pPr>
              <w:jc w:val="left"/>
              <w:rPr>
                <w:color w:val="000000"/>
                <w:sz w:val="20"/>
                <w:szCs w:val="20"/>
              </w:rPr>
            </w:pPr>
            <w:r>
              <w:rPr>
                <w:color w:val="000000"/>
                <w:sz w:val="20"/>
                <w:szCs w:val="20"/>
              </w:rPr>
              <w:t>Uzależnienie członka rodziny</w:t>
            </w:r>
          </w:p>
        </w:tc>
        <w:tc>
          <w:tcPr>
            <w:tcW w:w="992" w:type="dxa"/>
            <w:noWrap/>
          </w:tcPr>
          <w:p w:rsidR="00EF4EB3" w:rsidRDefault="00EF4EB3">
            <w:pPr>
              <w:jc w:val="center"/>
              <w:rPr>
                <w:color w:val="000000"/>
                <w:sz w:val="20"/>
                <w:szCs w:val="20"/>
              </w:rPr>
            </w:pPr>
            <w:r>
              <w:rPr>
                <w:color w:val="000000"/>
                <w:sz w:val="20"/>
                <w:szCs w:val="20"/>
              </w:rPr>
              <w:t>5</w:t>
            </w:r>
          </w:p>
        </w:tc>
        <w:tc>
          <w:tcPr>
            <w:tcW w:w="1431" w:type="dxa"/>
            <w:noWrap/>
          </w:tcPr>
          <w:p w:rsidR="00EF4EB3" w:rsidRDefault="00EF4EB3">
            <w:pPr>
              <w:jc w:val="center"/>
              <w:rPr>
                <w:color w:val="000000"/>
                <w:sz w:val="20"/>
                <w:szCs w:val="20"/>
              </w:rPr>
            </w:pPr>
            <w:r>
              <w:rPr>
                <w:color w:val="000000"/>
                <w:sz w:val="20"/>
                <w:szCs w:val="20"/>
              </w:rPr>
              <w:t>6,0%</w:t>
            </w:r>
          </w:p>
        </w:tc>
      </w:tr>
      <w:tr w:rsidR="00EF4EB3" w:rsidTr="00197D1F">
        <w:trPr>
          <w:trHeight w:val="300"/>
          <w:jc w:val="center"/>
        </w:trPr>
        <w:tc>
          <w:tcPr>
            <w:tcW w:w="6516" w:type="dxa"/>
          </w:tcPr>
          <w:p w:rsidR="00EF4EB3" w:rsidRDefault="00EF4EB3">
            <w:pPr>
              <w:jc w:val="left"/>
              <w:rPr>
                <w:color w:val="000000"/>
                <w:sz w:val="20"/>
                <w:szCs w:val="20"/>
              </w:rPr>
            </w:pPr>
            <w:r>
              <w:rPr>
                <w:color w:val="000000"/>
                <w:sz w:val="20"/>
                <w:szCs w:val="20"/>
              </w:rPr>
              <w:t>Konflikty rodzinne/małżeńskie</w:t>
            </w:r>
          </w:p>
        </w:tc>
        <w:tc>
          <w:tcPr>
            <w:tcW w:w="992" w:type="dxa"/>
            <w:noWrap/>
          </w:tcPr>
          <w:p w:rsidR="00EF4EB3" w:rsidRDefault="00EF4EB3">
            <w:pPr>
              <w:jc w:val="center"/>
              <w:rPr>
                <w:color w:val="000000"/>
                <w:sz w:val="20"/>
                <w:szCs w:val="20"/>
              </w:rPr>
            </w:pPr>
            <w:r>
              <w:rPr>
                <w:color w:val="000000"/>
                <w:sz w:val="20"/>
                <w:szCs w:val="20"/>
              </w:rPr>
              <w:t>17</w:t>
            </w:r>
          </w:p>
        </w:tc>
        <w:tc>
          <w:tcPr>
            <w:tcW w:w="1431" w:type="dxa"/>
            <w:noWrap/>
          </w:tcPr>
          <w:p w:rsidR="00EF4EB3" w:rsidRDefault="00EF4EB3">
            <w:pPr>
              <w:jc w:val="center"/>
              <w:rPr>
                <w:color w:val="000000"/>
                <w:sz w:val="20"/>
                <w:szCs w:val="20"/>
              </w:rPr>
            </w:pPr>
            <w:r>
              <w:rPr>
                <w:color w:val="000000"/>
                <w:sz w:val="20"/>
                <w:szCs w:val="20"/>
              </w:rPr>
              <w:t>20,5%</w:t>
            </w:r>
          </w:p>
        </w:tc>
      </w:tr>
      <w:tr w:rsidR="00EF4EB3" w:rsidTr="00197D1F">
        <w:trPr>
          <w:trHeight w:val="300"/>
          <w:jc w:val="center"/>
        </w:trPr>
        <w:tc>
          <w:tcPr>
            <w:tcW w:w="6516" w:type="dxa"/>
          </w:tcPr>
          <w:p w:rsidR="00EF4EB3" w:rsidRDefault="00EF4EB3">
            <w:pPr>
              <w:jc w:val="left"/>
              <w:rPr>
                <w:color w:val="000000"/>
                <w:sz w:val="20"/>
                <w:szCs w:val="20"/>
              </w:rPr>
            </w:pPr>
            <w:r>
              <w:rPr>
                <w:color w:val="000000"/>
                <w:sz w:val="20"/>
                <w:szCs w:val="20"/>
              </w:rPr>
              <w:t>Zadłużenie rodziny</w:t>
            </w:r>
          </w:p>
        </w:tc>
        <w:tc>
          <w:tcPr>
            <w:tcW w:w="992" w:type="dxa"/>
            <w:noWrap/>
          </w:tcPr>
          <w:p w:rsidR="00EF4EB3" w:rsidRDefault="00EF4EB3">
            <w:pPr>
              <w:jc w:val="center"/>
              <w:rPr>
                <w:color w:val="000000"/>
                <w:sz w:val="20"/>
                <w:szCs w:val="20"/>
              </w:rPr>
            </w:pPr>
            <w:r>
              <w:rPr>
                <w:color w:val="000000"/>
                <w:sz w:val="20"/>
                <w:szCs w:val="20"/>
              </w:rPr>
              <w:t>10</w:t>
            </w:r>
          </w:p>
        </w:tc>
        <w:tc>
          <w:tcPr>
            <w:tcW w:w="1431" w:type="dxa"/>
            <w:noWrap/>
          </w:tcPr>
          <w:p w:rsidR="00EF4EB3" w:rsidRDefault="00EF4EB3">
            <w:pPr>
              <w:jc w:val="center"/>
              <w:rPr>
                <w:color w:val="000000"/>
                <w:sz w:val="20"/>
                <w:szCs w:val="20"/>
              </w:rPr>
            </w:pPr>
            <w:r>
              <w:rPr>
                <w:color w:val="000000"/>
                <w:sz w:val="20"/>
                <w:szCs w:val="20"/>
              </w:rPr>
              <w:t>12,0%</w:t>
            </w:r>
          </w:p>
        </w:tc>
      </w:tr>
      <w:tr w:rsidR="00EF4EB3" w:rsidTr="00197D1F">
        <w:trPr>
          <w:trHeight w:val="300"/>
          <w:jc w:val="center"/>
        </w:trPr>
        <w:tc>
          <w:tcPr>
            <w:tcW w:w="6516" w:type="dxa"/>
          </w:tcPr>
          <w:p w:rsidR="00EF4EB3" w:rsidRDefault="00EF4EB3">
            <w:pPr>
              <w:jc w:val="left"/>
              <w:rPr>
                <w:color w:val="000000"/>
                <w:sz w:val="20"/>
                <w:szCs w:val="20"/>
              </w:rPr>
            </w:pPr>
            <w:r>
              <w:rPr>
                <w:color w:val="000000"/>
                <w:sz w:val="20"/>
                <w:szCs w:val="20"/>
              </w:rPr>
              <w:t>Samotne rodzicielstwo</w:t>
            </w:r>
          </w:p>
        </w:tc>
        <w:tc>
          <w:tcPr>
            <w:tcW w:w="992" w:type="dxa"/>
            <w:noWrap/>
          </w:tcPr>
          <w:p w:rsidR="00EF4EB3" w:rsidRDefault="00EF4EB3">
            <w:pPr>
              <w:jc w:val="center"/>
              <w:rPr>
                <w:color w:val="000000"/>
                <w:sz w:val="20"/>
                <w:szCs w:val="20"/>
              </w:rPr>
            </w:pPr>
            <w:r>
              <w:rPr>
                <w:color w:val="000000"/>
                <w:sz w:val="20"/>
                <w:szCs w:val="20"/>
              </w:rPr>
              <w:t>14</w:t>
            </w:r>
          </w:p>
        </w:tc>
        <w:tc>
          <w:tcPr>
            <w:tcW w:w="1431" w:type="dxa"/>
            <w:noWrap/>
          </w:tcPr>
          <w:p w:rsidR="00EF4EB3" w:rsidRDefault="00EF4EB3">
            <w:pPr>
              <w:jc w:val="center"/>
              <w:rPr>
                <w:color w:val="000000"/>
                <w:sz w:val="20"/>
                <w:szCs w:val="20"/>
              </w:rPr>
            </w:pPr>
            <w:r>
              <w:rPr>
                <w:color w:val="000000"/>
                <w:sz w:val="20"/>
                <w:szCs w:val="20"/>
              </w:rPr>
              <w:t>16,9%</w:t>
            </w:r>
          </w:p>
        </w:tc>
      </w:tr>
      <w:tr w:rsidR="00EF4EB3" w:rsidTr="00197D1F">
        <w:trPr>
          <w:trHeight w:val="247"/>
          <w:jc w:val="center"/>
        </w:trPr>
        <w:tc>
          <w:tcPr>
            <w:tcW w:w="6516" w:type="dxa"/>
          </w:tcPr>
          <w:p w:rsidR="00EF4EB3" w:rsidRDefault="00EF4EB3">
            <w:pPr>
              <w:jc w:val="left"/>
              <w:rPr>
                <w:color w:val="000000"/>
                <w:sz w:val="20"/>
                <w:szCs w:val="20"/>
              </w:rPr>
            </w:pPr>
            <w:r>
              <w:rPr>
                <w:color w:val="000000"/>
                <w:sz w:val="20"/>
                <w:szCs w:val="20"/>
              </w:rPr>
              <w:t>Długotrwała nieobecność matki/ojca związana z pracą podjętą np. za granicą</w:t>
            </w:r>
          </w:p>
        </w:tc>
        <w:tc>
          <w:tcPr>
            <w:tcW w:w="992" w:type="dxa"/>
            <w:noWrap/>
          </w:tcPr>
          <w:p w:rsidR="00EF4EB3" w:rsidRDefault="00EF4EB3">
            <w:pPr>
              <w:jc w:val="center"/>
              <w:rPr>
                <w:color w:val="000000"/>
                <w:sz w:val="20"/>
                <w:szCs w:val="20"/>
              </w:rPr>
            </w:pPr>
            <w:r>
              <w:rPr>
                <w:color w:val="000000"/>
                <w:sz w:val="20"/>
                <w:szCs w:val="20"/>
              </w:rPr>
              <w:t>7</w:t>
            </w:r>
          </w:p>
        </w:tc>
        <w:tc>
          <w:tcPr>
            <w:tcW w:w="1431" w:type="dxa"/>
            <w:noWrap/>
          </w:tcPr>
          <w:p w:rsidR="00EF4EB3" w:rsidRDefault="00EF4EB3">
            <w:pPr>
              <w:jc w:val="center"/>
              <w:rPr>
                <w:color w:val="000000"/>
                <w:sz w:val="20"/>
                <w:szCs w:val="20"/>
              </w:rPr>
            </w:pPr>
            <w:r>
              <w:rPr>
                <w:color w:val="000000"/>
                <w:sz w:val="20"/>
                <w:szCs w:val="20"/>
              </w:rPr>
              <w:t>8,4%</w:t>
            </w:r>
          </w:p>
        </w:tc>
      </w:tr>
      <w:tr w:rsidR="00EF4EB3" w:rsidTr="00197D1F">
        <w:trPr>
          <w:trHeight w:val="300"/>
          <w:jc w:val="center"/>
        </w:trPr>
        <w:tc>
          <w:tcPr>
            <w:tcW w:w="6516" w:type="dxa"/>
          </w:tcPr>
          <w:p w:rsidR="00EF4EB3" w:rsidRDefault="00EF4EB3">
            <w:pPr>
              <w:jc w:val="left"/>
              <w:rPr>
                <w:color w:val="000000"/>
                <w:sz w:val="20"/>
                <w:szCs w:val="20"/>
              </w:rPr>
            </w:pPr>
            <w:r>
              <w:rPr>
                <w:color w:val="000000"/>
                <w:sz w:val="20"/>
                <w:szCs w:val="20"/>
              </w:rPr>
              <w:t>Konflikty z prawem członka rodziny</w:t>
            </w:r>
          </w:p>
        </w:tc>
        <w:tc>
          <w:tcPr>
            <w:tcW w:w="992" w:type="dxa"/>
            <w:noWrap/>
          </w:tcPr>
          <w:p w:rsidR="00EF4EB3" w:rsidRDefault="00EF4EB3">
            <w:pPr>
              <w:jc w:val="center"/>
              <w:rPr>
                <w:color w:val="000000"/>
                <w:sz w:val="20"/>
                <w:szCs w:val="20"/>
              </w:rPr>
            </w:pPr>
            <w:r>
              <w:rPr>
                <w:color w:val="000000"/>
                <w:sz w:val="20"/>
                <w:szCs w:val="20"/>
              </w:rPr>
              <w:t>3</w:t>
            </w:r>
          </w:p>
        </w:tc>
        <w:tc>
          <w:tcPr>
            <w:tcW w:w="1431" w:type="dxa"/>
            <w:noWrap/>
          </w:tcPr>
          <w:p w:rsidR="00EF4EB3" w:rsidRDefault="00EF4EB3">
            <w:pPr>
              <w:jc w:val="center"/>
              <w:rPr>
                <w:color w:val="000000"/>
                <w:sz w:val="20"/>
                <w:szCs w:val="20"/>
              </w:rPr>
            </w:pPr>
            <w:r>
              <w:rPr>
                <w:color w:val="000000"/>
                <w:sz w:val="20"/>
                <w:szCs w:val="20"/>
              </w:rPr>
              <w:t>3,6%</w:t>
            </w:r>
          </w:p>
        </w:tc>
      </w:tr>
      <w:tr w:rsidR="00EF4EB3" w:rsidTr="00197D1F">
        <w:trPr>
          <w:trHeight w:val="300"/>
          <w:jc w:val="center"/>
        </w:trPr>
        <w:tc>
          <w:tcPr>
            <w:tcW w:w="6516" w:type="dxa"/>
          </w:tcPr>
          <w:p w:rsidR="00EF4EB3" w:rsidRDefault="00EF4EB3">
            <w:pPr>
              <w:jc w:val="left"/>
              <w:rPr>
                <w:color w:val="000000"/>
                <w:sz w:val="20"/>
                <w:szCs w:val="20"/>
              </w:rPr>
            </w:pPr>
            <w:r>
              <w:rPr>
                <w:color w:val="000000"/>
                <w:sz w:val="20"/>
                <w:szCs w:val="20"/>
              </w:rPr>
              <w:t>Niewielkie zarobki/niska emerytura bądź renta</w:t>
            </w:r>
          </w:p>
        </w:tc>
        <w:tc>
          <w:tcPr>
            <w:tcW w:w="992" w:type="dxa"/>
            <w:noWrap/>
          </w:tcPr>
          <w:p w:rsidR="00EF4EB3" w:rsidRDefault="00EF4EB3">
            <w:pPr>
              <w:jc w:val="center"/>
              <w:rPr>
                <w:color w:val="000000"/>
                <w:sz w:val="20"/>
                <w:szCs w:val="20"/>
              </w:rPr>
            </w:pPr>
            <w:r>
              <w:rPr>
                <w:color w:val="000000"/>
                <w:sz w:val="20"/>
                <w:szCs w:val="20"/>
              </w:rPr>
              <w:t>8</w:t>
            </w:r>
          </w:p>
        </w:tc>
        <w:tc>
          <w:tcPr>
            <w:tcW w:w="1431" w:type="dxa"/>
            <w:noWrap/>
          </w:tcPr>
          <w:p w:rsidR="00EF4EB3" w:rsidRDefault="00EF4EB3">
            <w:pPr>
              <w:jc w:val="center"/>
              <w:rPr>
                <w:color w:val="000000"/>
                <w:sz w:val="20"/>
                <w:szCs w:val="20"/>
              </w:rPr>
            </w:pPr>
            <w:r>
              <w:rPr>
                <w:color w:val="000000"/>
                <w:sz w:val="20"/>
                <w:szCs w:val="20"/>
              </w:rPr>
              <w:t>9,6%</w:t>
            </w:r>
          </w:p>
        </w:tc>
      </w:tr>
      <w:tr w:rsidR="00EF4EB3" w:rsidTr="00197D1F">
        <w:trPr>
          <w:trHeight w:val="300"/>
          <w:jc w:val="center"/>
        </w:trPr>
        <w:tc>
          <w:tcPr>
            <w:tcW w:w="6516" w:type="dxa"/>
          </w:tcPr>
          <w:p w:rsidR="00EF4EB3" w:rsidRDefault="00EF4EB3">
            <w:pPr>
              <w:jc w:val="left"/>
              <w:rPr>
                <w:color w:val="000000"/>
                <w:sz w:val="20"/>
                <w:szCs w:val="20"/>
              </w:rPr>
            </w:pPr>
            <w:r>
              <w:rPr>
                <w:color w:val="000000"/>
                <w:sz w:val="20"/>
                <w:szCs w:val="20"/>
              </w:rPr>
              <w:t>Choroba</w:t>
            </w:r>
          </w:p>
        </w:tc>
        <w:tc>
          <w:tcPr>
            <w:tcW w:w="992" w:type="dxa"/>
            <w:noWrap/>
          </w:tcPr>
          <w:p w:rsidR="00EF4EB3" w:rsidRDefault="00EF4EB3">
            <w:pPr>
              <w:jc w:val="center"/>
              <w:rPr>
                <w:color w:val="000000"/>
                <w:sz w:val="20"/>
                <w:szCs w:val="20"/>
              </w:rPr>
            </w:pPr>
            <w:r>
              <w:rPr>
                <w:color w:val="000000"/>
                <w:sz w:val="20"/>
                <w:szCs w:val="20"/>
              </w:rPr>
              <w:t>5</w:t>
            </w:r>
          </w:p>
        </w:tc>
        <w:tc>
          <w:tcPr>
            <w:tcW w:w="1431" w:type="dxa"/>
            <w:noWrap/>
          </w:tcPr>
          <w:p w:rsidR="00EF4EB3" w:rsidRDefault="00EF4EB3">
            <w:pPr>
              <w:jc w:val="center"/>
              <w:rPr>
                <w:color w:val="000000"/>
                <w:sz w:val="20"/>
                <w:szCs w:val="20"/>
              </w:rPr>
            </w:pPr>
            <w:r>
              <w:rPr>
                <w:color w:val="000000"/>
                <w:sz w:val="20"/>
                <w:szCs w:val="20"/>
              </w:rPr>
              <w:t>6,0%</w:t>
            </w:r>
          </w:p>
        </w:tc>
      </w:tr>
      <w:tr w:rsidR="00EF4EB3" w:rsidTr="00197D1F">
        <w:trPr>
          <w:trHeight w:val="300"/>
          <w:jc w:val="center"/>
        </w:trPr>
        <w:tc>
          <w:tcPr>
            <w:tcW w:w="6516" w:type="dxa"/>
          </w:tcPr>
          <w:p w:rsidR="00EF4EB3" w:rsidRDefault="00EF4EB3">
            <w:pPr>
              <w:jc w:val="left"/>
              <w:rPr>
                <w:color w:val="000000"/>
                <w:sz w:val="20"/>
                <w:szCs w:val="20"/>
              </w:rPr>
            </w:pPr>
            <w:r>
              <w:rPr>
                <w:color w:val="000000"/>
                <w:sz w:val="20"/>
                <w:szCs w:val="20"/>
              </w:rPr>
              <w:t>Złe warunki mieszkaniowe</w:t>
            </w:r>
          </w:p>
        </w:tc>
        <w:tc>
          <w:tcPr>
            <w:tcW w:w="992" w:type="dxa"/>
            <w:noWrap/>
          </w:tcPr>
          <w:p w:rsidR="00EF4EB3" w:rsidRDefault="00EF4EB3">
            <w:pPr>
              <w:jc w:val="center"/>
              <w:rPr>
                <w:color w:val="000000"/>
                <w:sz w:val="20"/>
                <w:szCs w:val="20"/>
              </w:rPr>
            </w:pPr>
            <w:r>
              <w:rPr>
                <w:color w:val="000000"/>
                <w:sz w:val="20"/>
                <w:szCs w:val="20"/>
              </w:rPr>
              <w:t>3</w:t>
            </w:r>
          </w:p>
        </w:tc>
        <w:tc>
          <w:tcPr>
            <w:tcW w:w="1431" w:type="dxa"/>
            <w:noWrap/>
          </w:tcPr>
          <w:p w:rsidR="00EF4EB3" w:rsidRDefault="00EF4EB3">
            <w:pPr>
              <w:jc w:val="center"/>
              <w:rPr>
                <w:color w:val="000000"/>
                <w:sz w:val="20"/>
                <w:szCs w:val="20"/>
              </w:rPr>
            </w:pPr>
            <w:r>
              <w:rPr>
                <w:color w:val="000000"/>
                <w:sz w:val="20"/>
                <w:szCs w:val="20"/>
              </w:rPr>
              <w:t>3,6%</w:t>
            </w:r>
          </w:p>
        </w:tc>
      </w:tr>
      <w:tr w:rsidR="00EF4EB3" w:rsidTr="00197D1F">
        <w:trPr>
          <w:trHeight w:val="300"/>
          <w:jc w:val="center"/>
        </w:trPr>
        <w:tc>
          <w:tcPr>
            <w:tcW w:w="6516" w:type="dxa"/>
          </w:tcPr>
          <w:p w:rsidR="00EF4EB3" w:rsidRDefault="00EF4EB3">
            <w:pPr>
              <w:jc w:val="left"/>
              <w:rPr>
                <w:color w:val="000000"/>
                <w:sz w:val="20"/>
                <w:szCs w:val="20"/>
              </w:rPr>
            </w:pPr>
            <w:r>
              <w:rPr>
                <w:color w:val="000000"/>
                <w:sz w:val="20"/>
                <w:szCs w:val="20"/>
              </w:rPr>
              <w:t>Brak pieniędzy na bieżące wydatki</w:t>
            </w:r>
          </w:p>
        </w:tc>
        <w:tc>
          <w:tcPr>
            <w:tcW w:w="992" w:type="dxa"/>
            <w:noWrap/>
          </w:tcPr>
          <w:p w:rsidR="00EF4EB3" w:rsidRDefault="00EF4EB3">
            <w:pPr>
              <w:jc w:val="center"/>
              <w:rPr>
                <w:color w:val="000000"/>
                <w:sz w:val="20"/>
                <w:szCs w:val="20"/>
              </w:rPr>
            </w:pPr>
            <w:r>
              <w:rPr>
                <w:color w:val="000000"/>
                <w:sz w:val="20"/>
                <w:szCs w:val="20"/>
              </w:rPr>
              <w:t>3</w:t>
            </w:r>
          </w:p>
        </w:tc>
        <w:tc>
          <w:tcPr>
            <w:tcW w:w="1431" w:type="dxa"/>
            <w:noWrap/>
          </w:tcPr>
          <w:p w:rsidR="00EF4EB3" w:rsidRDefault="00EF4EB3">
            <w:pPr>
              <w:jc w:val="center"/>
              <w:rPr>
                <w:color w:val="000000"/>
                <w:sz w:val="20"/>
                <w:szCs w:val="20"/>
              </w:rPr>
            </w:pPr>
            <w:r>
              <w:rPr>
                <w:color w:val="000000"/>
                <w:sz w:val="20"/>
                <w:szCs w:val="20"/>
              </w:rPr>
              <w:t>3,6%</w:t>
            </w:r>
          </w:p>
        </w:tc>
      </w:tr>
      <w:tr w:rsidR="00EF4EB3" w:rsidTr="00197D1F">
        <w:trPr>
          <w:trHeight w:val="300"/>
          <w:jc w:val="center"/>
        </w:trPr>
        <w:tc>
          <w:tcPr>
            <w:tcW w:w="6516" w:type="dxa"/>
          </w:tcPr>
          <w:p w:rsidR="00EF4EB3" w:rsidRDefault="00EF4EB3">
            <w:pPr>
              <w:jc w:val="left"/>
              <w:rPr>
                <w:color w:val="000000"/>
                <w:sz w:val="20"/>
                <w:szCs w:val="20"/>
              </w:rPr>
            </w:pPr>
            <w:r>
              <w:rPr>
                <w:color w:val="000000"/>
                <w:sz w:val="20"/>
                <w:szCs w:val="20"/>
              </w:rPr>
              <w:t>Moja rodzina nie doświadcza problemów/trudności życiowych</w:t>
            </w:r>
          </w:p>
        </w:tc>
        <w:tc>
          <w:tcPr>
            <w:tcW w:w="992" w:type="dxa"/>
            <w:noWrap/>
          </w:tcPr>
          <w:p w:rsidR="00EF4EB3" w:rsidRDefault="00EF4EB3">
            <w:pPr>
              <w:jc w:val="center"/>
              <w:rPr>
                <w:color w:val="000000"/>
                <w:sz w:val="20"/>
                <w:szCs w:val="20"/>
              </w:rPr>
            </w:pPr>
            <w:r>
              <w:rPr>
                <w:color w:val="000000"/>
                <w:sz w:val="20"/>
                <w:szCs w:val="20"/>
              </w:rPr>
              <w:t>40</w:t>
            </w:r>
          </w:p>
        </w:tc>
        <w:tc>
          <w:tcPr>
            <w:tcW w:w="1431" w:type="dxa"/>
            <w:noWrap/>
          </w:tcPr>
          <w:p w:rsidR="00EF4EB3" w:rsidRDefault="00EF4EB3">
            <w:pPr>
              <w:jc w:val="center"/>
              <w:rPr>
                <w:color w:val="000000"/>
                <w:sz w:val="20"/>
                <w:szCs w:val="20"/>
              </w:rPr>
            </w:pPr>
            <w:r>
              <w:rPr>
                <w:color w:val="000000"/>
                <w:sz w:val="20"/>
                <w:szCs w:val="20"/>
              </w:rPr>
              <w:t>48,2%</w:t>
            </w:r>
          </w:p>
        </w:tc>
      </w:tr>
    </w:tbl>
    <w:p w:rsidR="00EF4EB3" w:rsidRDefault="00EF4EB3" w:rsidP="00197D1F">
      <w:pPr>
        <w:pStyle w:val="Caption"/>
      </w:pPr>
      <w:r>
        <w:t xml:space="preserve">Źródło: opracowanie własne. </w:t>
      </w:r>
    </w:p>
    <w:p w:rsidR="00EF4EB3" w:rsidRDefault="00EF4EB3" w:rsidP="00197D1F">
      <w:r>
        <w:t>Z analizy problemów i trudności życiowych wskazywanych przez respondentów jako dotykające ich rodziny wynika, że najczęściej są to konflikty rodzinne i małżeńskie (20,5%), samotne rodzicielstwo (16,9%), zadłużenie rodziny (12,0%) oraz brak stałego zatrudnienia (10,8%). Charakterystyczne jest to, że wśród głównych problemów i trudności życiowych młodzież wymienia te, które dotyczą relacji w ich rodzinach, a dopiero w dalszej kolejności, trudności związane z kwestiami materialnymi.</w:t>
      </w:r>
    </w:p>
    <w:p w:rsidR="00EF4EB3" w:rsidRDefault="00EF4EB3" w:rsidP="00197D1F">
      <w:r>
        <w:t>Bardzo ważnym aspektem funkcjonowania młodzieży jest aktywność społeczna. Badani uczniowie deklarują różnorodne formy zaangażowania w życie lokalnej społeczności. Ponad połowa wskazuje na pomoc sąsiedzką (54,2%), a więcej niż jedna trzecia na pomoc przy organizacji imprez i wydarzeń lokalnych (37,3%) oraz dbanie o estetykę i czystość najbliższego otoczenia (34,9%). Uczniowie w mniejszym stopniu udzielają się jako wolontariusze (13,3%) oraz działają w organizacjach (9,6%).W żaden sposób w życie lokalnej społeczności nie angażuje się prawie jedna piąta respondentów (18,1%).</w:t>
      </w:r>
    </w:p>
    <w:p w:rsidR="00EF4EB3" w:rsidRDefault="00EF4EB3" w:rsidP="00197D1F">
      <w:pPr>
        <w:pStyle w:val="Caption"/>
        <w:spacing w:before="120"/>
        <w:jc w:val="center"/>
        <w:rPr>
          <w:b/>
          <w:i w:val="0"/>
          <w:sz w:val="20"/>
        </w:rPr>
      </w:pPr>
      <w:r>
        <w:rPr>
          <w:b/>
          <w:i w:val="0"/>
          <w:sz w:val="20"/>
        </w:rPr>
        <w:t xml:space="preserve">Tabela </w:t>
      </w:r>
      <w:r>
        <w:rPr>
          <w:b/>
          <w:i w:val="0"/>
          <w:sz w:val="20"/>
        </w:rPr>
        <w:fldChar w:fldCharType="begin"/>
      </w:r>
      <w:r>
        <w:rPr>
          <w:b/>
          <w:i w:val="0"/>
          <w:sz w:val="20"/>
        </w:rPr>
        <w:instrText xml:space="preserve"> SEQ Tabela \* ARABIC </w:instrText>
      </w:r>
      <w:r>
        <w:rPr>
          <w:b/>
          <w:i w:val="0"/>
          <w:sz w:val="20"/>
        </w:rPr>
        <w:fldChar w:fldCharType="separate"/>
      </w:r>
      <w:r>
        <w:rPr>
          <w:b/>
          <w:i w:val="0"/>
          <w:noProof/>
          <w:sz w:val="20"/>
        </w:rPr>
        <w:t>16</w:t>
      </w:r>
      <w:r>
        <w:rPr>
          <w:b/>
          <w:i w:val="0"/>
          <w:sz w:val="20"/>
        </w:rPr>
        <w:fldChar w:fldCharType="end"/>
      </w:r>
      <w:r>
        <w:rPr>
          <w:b/>
          <w:i w:val="0"/>
          <w:sz w:val="20"/>
        </w:rPr>
        <w:t>. Formy zaangażowania społecznego respondentów (n=83)</w:t>
      </w:r>
    </w:p>
    <w:tbl>
      <w:tblPr>
        <w:tblW w:w="8582"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tblPr>
      <w:tblGrid>
        <w:gridCol w:w="5382"/>
        <w:gridCol w:w="1500"/>
        <w:gridCol w:w="1700"/>
      </w:tblGrid>
      <w:tr w:rsidR="00EF4EB3" w:rsidTr="00197D1F">
        <w:trPr>
          <w:trHeight w:val="300"/>
          <w:jc w:val="center"/>
        </w:trPr>
        <w:tc>
          <w:tcPr>
            <w:tcW w:w="5382" w:type="dxa"/>
            <w:noWrap/>
          </w:tcPr>
          <w:p w:rsidR="00EF4EB3" w:rsidRDefault="00EF4EB3">
            <w:pPr>
              <w:spacing w:after="0"/>
              <w:jc w:val="center"/>
              <w:rPr>
                <w:b/>
                <w:color w:val="000000"/>
                <w:sz w:val="20"/>
                <w:lang w:eastAsia="pl-PL"/>
              </w:rPr>
            </w:pPr>
            <w:r>
              <w:rPr>
                <w:b/>
                <w:color w:val="000000"/>
                <w:sz w:val="20"/>
                <w:lang w:eastAsia="pl-PL"/>
              </w:rPr>
              <w:t>Wyszczególnienie</w:t>
            </w:r>
          </w:p>
        </w:tc>
        <w:tc>
          <w:tcPr>
            <w:tcW w:w="1500" w:type="dxa"/>
            <w:noWrap/>
          </w:tcPr>
          <w:p w:rsidR="00EF4EB3" w:rsidRDefault="00EF4EB3">
            <w:pPr>
              <w:spacing w:after="0"/>
              <w:jc w:val="center"/>
              <w:rPr>
                <w:b/>
                <w:color w:val="000000"/>
                <w:sz w:val="20"/>
                <w:lang w:eastAsia="pl-PL"/>
              </w:rPr>
            </w:pPr>
            <w:r>
              <w:rPr>
                <w:b/>
                <w:color w:val="000000"/>
                <w:sz w:val="20"/>
                <w:lang w:eastAsia="pl-PL"/>
              </w:rPr>
              <w:t>Liczba wskazań</w:t>
            </w:r>
          </w:p>
        </w:tc>
        <w:tc>
          <w:tcPr>
            <w:tcW w:w="1700" w:type="dxa"/>
            <w:noWrap/>
          </w:tcPr>
          <w:p w:rsidR="00EF4EB3" w:rsidRDefault="00EF4EB3">
            <w:pPr>
              <w:spacing w:after="0"/>
              <w:jc w:val="center"/>
              <w:rPr>
                <w:b/>
                <w:color w:val="000000"/>
                <w:sz w:val="20"/>
                <w:lang w:eastAsia="pl-PL"/>
              </w:rPr>
            </w:pPr>
            <w:r>
              <w:rPr>
                <w:b/>
                <w:color w:val="000000"/>
                <w:sz w:val="20"/>
                <w:lang w:eastAsia="pl-PL"/>
              </w:rPr>
              <w:t>% respondentów</w:t>
            </w:r>
          </w:p>
        </w:tc>
      </w:tr>
      <w:tr w:rsidR="00EF4EB3" w:rsidTr="00197D1F">
        <w:trPr>
          <w:trHeight w:val="300"/>
          <w:jc w:val="center"/>
        </w:trPr>
        <w:tc>
          <w:tcPr>
            <w:tcW w:w="5382" w:type="dxa"/>
            <w:noWrap/>
          </w:tcPr>
          <w:p w:rsidR="00EF4EB3" w:rsidRDefault="00EF4EB3">
            <w:pPr>
              <w:spacing w:after="0"/>
              <w:jc w:val="left"/>
              <w:rPr>
                <w:b/>
                <w:color w:val="000000"/>
                <w:sz w:val="20"/>
                <w:lang w:eastAsia="pl-PL"/>
              </w:rPr>
            </w:pPr>
            <w:r>
              <w:rPr>
                <w:color w:val="000000"/>
                <w:sz w:val="20"/>
                <w:lang w:eastAsia="pl-PL"/>
              </w:rPr>
              <w:t>Pomoc przy organizacji imprez/wydarzeń lokalnych</w:t>
            </w:r>
          </w:p>
        </w:tc>
        <w:tc>
          <w:tcPr>
            <w:tcW w:w="1500" w:type="dxa"/>
            <w:noWrap/>
          </w:tcPr>
          <w:p w:rsidR="00EF4EB3" w:rsidRDefault="00EF4EB3">
            <w:pPr>
              <w:spacing w:after="0"/>
              <w:jc w:val="center"/>
              <w:rPr>
                <w:color w:val="000000"/>
                <w:sz w:val="20"/>
                <w:lang w:eastAsia="pl-PL"/>
              </w:rPr>
            </w:pPr>
            <w:r>
              <w:rPr>
                <w:color w:val="000000"/>
                <w:sz w:val="20"/>
              </w:rPr>
              <w:t>31</w:t>
            </w:r>
          </w:p>
        </w:tc>
        <w:tc>
          <w:tcPr>
            <w:tcW w:w="1700" w:type="dxa"/>
            <w:noWrap/>
          </w:tcPr>
          <w:p w:rsidR="00EF4EB3" w:rsidRDefault="00EF4EB3">
            <w:pPr>
              <w:jc w:val="center"/>
              <w:rPr>
                <w:color w:val="000000"/>
                <w:sz w:val="20"/>
              </w:rPr>
            </w:pPr>
            <w:r>
              <w:rPr>
                <w:color w:val="000000"/>
                <w:sz w:val="20"/>
              </w:rPr>
              <w:t>37,3%</w:t>
            </w:r>
          </w:p>
        </w:tc>
      </w:tr>
      <w:tr w:rsidR="00EF4EB3" w:rsidTr="00197D1F">
        <w:trPr>
          <w:trHeight w:val="300"/>
          <w:jc w:val="center"/>
        </w:trPr>
        <w:tc>
          <w:tcPr>
            <w:tcW w:w="5382" w:type="dxa"/>
            <w:noWrap/>
          </w:tcPr>
          <w:p w:rsidR="00EF4EB3" w:rsidRDefault="00EF4EB3">
            <w:pPr>
              <w:spacing w:after="0"/>
              <w:jc w:val="left"/>
              <w:rPr>
                <w:b/>
                <w:color w:val="000000"/>
                <w:sz w:val="20"/>
                <w:lang w:eastAsia="pl-PL"/>
              </w:rPr>
            </w:pPr>
            <w:r>
              <w:rPr>
                <w:color w:val="000000"/>
                <w:sz w:val="20"/>
                <w:lang w:eastAsia="pl-PL"/>
              </w:rPr>
              <w:t>Dbanie o estetykę i czystość najbliższego otoczenia</w:t>
            </w:r>
          </w:p>
        </w:tc>
        <w:tc>
          <w:tcPr>
            <w:tcW w:w="1500" w:type="dxa"/>
            <w:noWrap/>
          </w:tcPr>
          <w:p w:rsidR="00EF4EB3" w:rsidRDefault="00EF4EB3">
            <w:pPr>
              <w:jc w:val="center"/>
              <w:rPr>
                <w:color w:val="000000"/>
                <w:sz w:val="20"/>
              </w:rPr>
            </w:pPr>
            <w:r>
              <w:rPr>
                <w:color w:val="000000"/>
                <w:sz w:val="20"/>
              </w:rPr>
              <w:t>29</w:t>
            </w:r>
          </w:p>
        </w:tc>
        <w:tc>
          <w:tcPr>
            <w:tcW w:w="1700" w:type="dxa"/>
            <w:noWrap/>
          </w:tcPr>
          <w:p w:rsidR="00EF4EB3" w:rsidRDefault="00EF4EB3">
            <w:pPr>
              <w:jc w:val="center"/>
              <w:rPr>
                <w:color w:val="000000"/>
                <w:sz w:val="20"/>
              </w:rPr>
            </w:pPr>
            <w:r>
              <w:rPr>
                <w:color w:val="000000"/>
                <w:sz w:val="20"/>
              </w:rPr>
              <w:t>34,9%</w:t>
            </w:r>
          </w:p>
        </w:tc>
      </w:tr>
      <w:tr w:rsidR="00EF4EB3" w:rsidTr="00197D1F">
        <w:trPr>
          <w:trHeight w:val="300"/>
          <w:jc w:val="center"/>
        </w:trPr>
        <w:tc>
          <w:tcPr>
            <w:tcW w:w="5382" w:type="dxa"/>
            <w:noWrap/>
          </w:tcPr>
          <w:p w:rsidR="00EF4EB3" w:rsidRDefault="00EF4EB3">
            <w:pPr>
              <w:spacing w:after="0"/>
              <w:jc w:val="left"/>
              <w:rPr>
                <w:b/>
                <w:color w:val="000000"/>
                <w:sz w:val="20"/>
                <w:lang w:eastAsia="pl-PL"/>
              </w:rPr>
            </w:pPr>
            <w:r>
              <w:rPr>
                <w:color w:val="000000"/>
                <w:sz w:val="20"/>
                <w:lang w:eastAsia="pl-PL"/>
              </w:rPr>
              <w:t>Pomoc sąsiedzka</w:t>
            </w:r>
          </w:p>
        </w:tc>
        <w:tc>
          <w:tcPr>
            <w:tcW w:w="1500" w:type="dxa"/>
            <w:noWrap/>
          </w:tcPr>
          <w:p w:rsidR="00EF4EB3" w:rsidRDefault="00EF4EB3">
            <w:pPr>
              <w:jc w:val="center"/>
              <w:rPr>
                <w:color w:val="000000"/>
                <w:sz w:val="20"/>
              </w:rPr>
            </w:pPr>
            <w:r>
              <w:rPr>
                <w:color w:val="000000"/>
                <w:sz w:val="20"/>
              </w:rPr>
              <w:t>45</w:t>
            </w:r>
          </w:p>
        </w:tc>
        <w:tc>
          <w:tcPr>
            <w:tcW w:w="1700" w:type="dxa"/>
            <w:noWrap/>
          </w:tcPr>
          <w:p w:rsidR="00EF4EB3" w:rsidRDefault="00EF4EB3">
            <w:pPr>
              <w:jc w:val="center"/>
              <w:rPr>
                <w:color w:val="000000"/>
                <w:sz w:val="20"/>
              </w:rPr>
            </w:pPr>
            <w:r>
              <w:rPr>
                <w:color w:val="000000"/>
                <w:sz w:val="20"/>
              </w:rPr>
              <w:t>54,2%</w:t>
            </w:r>
          </w:p>
        </w:tc>
      </w:tr>
      <w:tr w:rsidR="00EF4EB3" w:rsidTr="00197D1F">
        <w:trPr>
          <w:trHeight w:val="300"/>
          <w:jc w:val="center"/>
        </w:trPr>
        <w:tc>
          <w:tcPr>
            <w:tcW w:w="5382" w:type="dxa"/>
            <w:noWrap/>
          </w:tcPr>
          <w:p w:rsidR="00EF4EB3" w:rsidRDefault="00EF4EB3">
            <w:pPr>
              <w:spacing w:after="0"/>
              <w:jc w:val="left"/>
              <w:rPr>
                <w:b/>
                <w:color w:val="000000"/>
                <w:sz w:val="20"/>
                <w:lang w:eastAsia="pl-PL"/>
              </w:rPr>
            </w:pPr>
            <w:r>
              <w:rPr>
                <w:color w:val="000000"/>
                <w:sz w:val="20"/>
                <w:lang w:eastAsia="pl-PL"/>
              </w:rPr>
              <w:t xml:space="preserve">Wolontariat </w:t>
            </w:r>
          </w:p>
        </w:tc>
        <w:tc>
          <w:tcPr>
            <w:tcW w:w="1500" w:type="dxa"/>
            <w:noWrap/>
          </w:tcPr>
          <w:p w:rsidR="00EF4EB3" w:rsidRDefault="00EF4EB3">
            <w:pPr>
              <w:jc w:val="center"/>
              <w:rPr>
                <w:color w:val="000000"/>
                <w:sz w:val="20"/>
              </w:rPr>
            </w:pPr>
            <w:r>
              <w:rPr>
                <w:color w:val="000000"/>
                <w:sz w:val="20"/>
              </w:rPr>
              <w:t>11</w:t>
            </w:r>
          </w:p>
        </w:tc>
        <w:tc>
          <w:tcPr>
            <w:tcW w:w="1700" w:type="dxa"/>
            <w:noWrap/>
          </w:tcPr>
          <w:p w:rsidR="00EF4EB3" w:rsidRDefault="00EF4EB3">
            <w:pPr>
              <w:jc w:val="center"/>
              <w:rPr>
                <w:color w:val="000000"/>
                <w:sz w:val="20"/>
              </w:rPr>
            </w:pPr>
            <w:r>
              <w:rPr>
                <w:color w:val="000000"/>
                <w:sz w:val="20"/>
              </w:rPr>
              <w:t>13,3%</w:t>
            </w:r>
          </w:p>
        </w:tc>
      </w:tr>
      <w:tr w:rsidR="00EF4EB3" w:rsidTr="00197D1F">
        <w:trPr>
          <w:trHeight w:val="300"/>
          <w:jc w:val="center"/>
        </w:trPr>
        <w:tc>
          <w:tcPr>
            <w:tcW w:w="5382" w:type="dxa"/>
            <w:noWrap/>
          </w:tcPr>
          <w:p w:rsidR="00EF4EB3" w:rsidRDefault="00EF4EB3">
            <w:pPr>
              <w:spacing w:after="0"/>
              <w:jc w:val="left"/>
              <w:rPr>
                <w:color w:val="000000"/>
                <w:sz w:val="20"/>
                <w:lang w:eastAsia="pl-PL"/>
              </w:rPr>
            </w:pPr>
            <w:r>
              <w:rPr>
                <w:color w:val="000000"/>
                <w:sz w:val="20"/>
                <w:lang w:eastAsia="pl-PL"/>
              </w:rPr>
              <w:t>Działalność w organizacjach</w:t>
            </w:r>
          </w:p>
        </w:tc>
        <w:tc>
          <w:tcPr>
            <w:tcW w:w="1500" w:type="dxa"/>
            <w:noWrap/>
          </w:tcPr>
          <w:p w:rsidR="00EF4EB3" w:rsidRDefault="00EF4EB3">
            <w:pPr>
              <w:jc w:val="center"/>
              <w:rPr>
                <w:color w:val="000000"/>
                <w:sz w:val="20"/>
              </w:rPr>
            </w:pPr>
            <w:r>
              <w:rPr>
                <w:color w:val="000000"/>
                <w:sz w:val="20"/>
              </w:rPr>
              <w:t>8</w:t>
            </w:r>
          </w:p>
        </w:tc>
        <w:tc>
          <w:tcPr>
            <w:tcW w:w="1700" w:type="dxa"/>
            <w:noWrap/>
          </w:tcPr>
          <w:p w:rsidR="00EF4EB3" w:rsidRDefault="00EF4EB3">
            <w:pPr>
              <w:jc w:val="center"/>
              <w:rPr>
                <w:color w:val="000000"/>
                <w:sz w:val="20"/>
              </w:rPr>
            </w:pPr>
            <w:r>
              <w:rPr>
                <w:color w:val="000000"/>
                <w:sz w:val="20"/>
              </w:rPr>
              <w:t>9,6%</w:t>
            </w:r>
          </w:p>
        </w:tc>
      </w:tr>
      <w:tr w:rsidR="00EF4EB3" w:rsidTr="00197D1F">
        <w:trPr>
          <w:trHeight w:val="300"/>
          <w:jc w:val="center"/>
        </w:trPr>
        <w:tc>
          <w:tcPr>
            <w:tcW w:w="5382" w:type="dxa"/>
            <w:noWrap/>
          </w:tcPr>
          <w:p w:rsidR="00EF4EB3" w:rsidRDefault="00EF4EB3">
            <w:pPr>
              <w:spacing w:after="0"/>
              <w:jc w:val="left"/>
              <w:rPr>
                <w:b/>
                <w:color w:val="000000"/>
                <w:sz w:val="20"/>
                <w:lang w:eastAsia="pl-PL"/>
              </w:rPr>
            </w:pPr>
            <w:r>
              <w:rPr>
                <w:color w:val="000000"/>
                <w:sz w:val="20"/>
                <w:lang w:eastAsia="pl-PL"/>
              </w:rPr>
              <w:t>W żaden sposób nie angażuję się w życie społeczności lokalnej</w:t>
            </w:r>
          </w:p>
        </w:tc>
        <w:tc>
          <w:tcPr>
            <w:tcW w:w="1500" w:type="dxa"/>
            <w:noWrap/>
          </w:tcPr>
          <w:p w:rsidR="00EF4EB3" w:rsidRDefault="00EF4EB3">
            <w:pPr>
              <w:jc w:val="center"/>
              <w:rPr>
                <w:color w:val="000000"/>
                <w:sz w:val="20"/>
              </w:rPr>
            </w:pPr>
            <w:r>
              <w:rPr>
                <w:color w:val="000000"/>
                <w:sz w:val="20"/>
              </w:rPr>
              <w:t>15</w:t>
            </w:r>
          </w:p>
        </w:tc>
        <w:tc>
          <w:tcPr>
            <w:tcW w:w="1700" w:type="dxa"/>
            <w:noWrap/>
          </w:tcPr>
          <w:p w:rsidR="00EF4EB3" w:rsidRDefault="00EF4EB3">
            <w:pPr>
              <w:jc w:val="center"/>
              <w:rPr>
                <w:color w:val="000000"/>
                <w:sz w:val="20"/>
              </w:rPr>
            </w:pPr>
            <w:r>
              <w:rPr>
                <w:color w:val="000000"/>
                <w:sz w:val="20"/>
              </w:rPr>
              <w:t>18,1%</w:t>
            </w:r>
          </w:p>
        </w:tc>
      </w:tr>
    </w:tbl>
    <w:p w:rsidR="00EF4EB3" w:rsidRDefault="00EF4EB3" w:rsidP="00197D1F">
      <w:pPr>
        <w:pStyle w:val="Caption"/>
      </w:pPr>
      <w:r>
        <w:t>Źródło: opracowanie własne.</w:t>
      </w:r>
    </w:p>
    <w:p w:rsidR="00EF4EB3" w:rsidRDefault="00EF4EB3" w:rsidP="00197D1F">
      <w:r>
        <w:t>Badani uczniowie prawdopodobnie nie mają jeszcze sprecyzowanych planów odnośnie swojej przyszłości – tego, czym będą się zajmować i gdzie mieszkać. Jednak warto było o to zapytać, ponieważ okazało się, jak duży jest odsetek osób niezdecydowanych co do swojego przyszłego miejsca zamieszkania – sięga on 53,0%. Należy zaznaczyć też, że prawie jedna trzecia respondentów (32,5%) deklaruje wyjazd z gminy, podczas gdy jedynie 14,5% uważa, że w niej zostanie. Może to stanowić m.in. wyraz przekory, niezadowolenia, odczuwanego braku perspektyw, chęcią poprawy swojej sytuacji, a także planów związanych z wyjazdem do szkoły średniej i na studia.</w:t>
      </w:r>
    </w:p>
    <w:p w:rsidR="00EF4EB3" w:rsidRDefault="00EF4EB3" w:rsidP="00197D1F">
      <w:pPr>
        <w:pStyle w:val="Heading1"/>
      </w:pPr>
      <w:r>
        <w:rPr>
          <w:b w:val="0"/>
        </w:rPr>
        <w:br w:type="page"/>
      </w:r>
      <w:bookmarkStart w:id="24" w:name="_Toc455144239"/>
      <w:r>
        <w:t>4. Uwarunkowania rozwoju społecznego Gminy Lidzbark Warmiński</w:t>
      </w:r>
      <w:bookmarkEnd w:id="24"/>
    </w:p>
    <w:p w:rsidR="00EF4EB3" w:rsidRDefault="00EF4EB3" w:rsidP="00197D1F">
      <w:pPr>
        <w:pStyle w:val="Heading2"/>
      </w:pPr>
      <w:bookmarkStart w:id="25" w:name="_Toc455144240"/>
      <w:r>
        <w:t>4.1. Podstawy prawne</w:t>
      </w:r>
      <w:bookmarkEnd w:id="25"/>
    </w:p>
    <w:p w:rsidR="00EF4EB3" w:rsidRDefault="00EF4EB3" w:rsidP="00197D1F">
      <w:r>
        <w:t xml:space="preserve">Samorząd gminy jest zobowiązany do opracowania i realizacji strategii rozwiązywania problemów społecznych na mocy art. 17 ust. 1 pkt 1 ustawy z dnia 12 marca 2004 r. </w:t>
      </w:r>
      <w:r>
        <w:br/>
      </w:r>
      <w:r>
        <w:rPr>
          <w:i/>
        </w:rPr>
        <w:t>o pomocy społecznej</w:t>
      </w:r>
      <w:r>
        <w:t xml:space="preserve"> (t.j. Dz. U. z 2015 r., poz. 163 z późn. zm.), która wskazuje jednocześnie elementy składowe tego dokumentu takie jak: </w:t>
      </w:r>
    </w:p>
    <w:p w:rsidR="00EF4EB3" w:rsidRDefault="00EF4EB3" w:rsidP="00197D1F">
      <w:pPr>
        <w:numPr>
          <w:ilvl w:val="0"/>
          <w:numId w:val="17"/>
        </w:numPr>
        <w:spacing w:after="0"/>
        <w:ind w:hanging="357"/>
      </w:pPr>
      <w:r>
        <w:t>diagnoza sytuacji społecznej,</w:t>
      </w:r>
    </w:p>
    <w:p w:rsidR="00EF4EB3" w:rsidRDefault="00EF4EB3" w:rsidP="00197D1F">
      <w:pPr>
        <w:numPr>
          <w:ilvl w:val="0"/>
          <w:numId w:val="17"/>
        </w:numPr>
        <w:spacing w:after="0"/>
        <w:ind w:hanging="357"/>
      </w:pPr>
      <w:r>
        <w:t>prognoza zmian w okresie objętym strategią,</w:t>
      </w:r>
    </w:p>
    <w:p w:rsidR="00EF4EB3" w:rsidRDefault="00EF4EB3" w:rsidP="00197D1F">
      <w:pPr>
        <w:numPr>
          <w:ilvl w:val="0"/>
          <w:numId w:val="17"/>
        </w:numPr>
        <w:spacing w:after="0"/>
        <w:ind w:hanging="357"/>
      </w:pPr>
      <w:r>
        <w:t>określenie:</w:t>
      </w:r>
    </w:p>
    <w:p w:rsidR="00EF4EB3" w:rsidRDefault="00EF4EB3" w:rsidP="00197D1F">
      <w:pPr>
        <w:numPr>
          <w:ilvl w:val="0"/>
          <w:numId w:val="18"/>
        </w:numPr>
        <w:spacing w:after="0"/>
        <w:ind w:hanging="357"/>
      </w:pPr>
      <w:r>
        <w:t>celów strategicznych,</w:t>
      </w:r>
    </w:p>
    <w:p w:rsidR="00EF4EB3" w:rsidRDefault="00EF4EB3" w:rsidP="00197D1F">
      <w:pPr>
        <w:numPr>
          <w:ilvl w:val="0"/>
          <w:numId w:val="18"/>
        </w:numPr>
        <w:spacing w:after="0"/>
        <w:ind w:hanging="357"/>
      </w:pPr>
      <w:r>
        <w:t>kierunków niezbędnych działań,</w:t>
      </w:r>
    </w:p>
    <w:p w:rsidR="00EF4EB3" w:rsidRDefault="00EF4EB3" w:rsidP="00197D1F">
      <w:pPr>
        <w:numPr>
          <w:ilvl w:val="0"/>
          <w:numId w:val="18"/>
        </w:numPr>
        <w:spacing w:after="0"/>
        <w:ind w:hanging="357"/>
      </w:pPr>
      <w:r>
        <w:t>sposobu realizacji oraz ram finansowych,</w:t>
      </w:r>
    </w:p>
    <w:p w:rsidR="00EF4EB3" w:rsidRDefault="00EF4EB3" w:rsidP="00197D1F">
      <w:pPr>
        <w:numPr>
          <w:ilvl w:val="0"/>
          <w:numId w:val="18"/>
        </w:numPr>
      </w:pPr>
      <w:r>
        <w:t>wskaźników realizacji działań.</w:t>
      </w:r>
    </w:p>
    <w:p w:rsidR="00EF4EB3" w:rsidRDefault="00EF4EB3" w:rsidP="00197D1F">
      <w:r>
        <w:t>W świetle wskazanej wyżej ustawy, strategia powinna w szczególny sposób uwzględniać programy pomocy społecznej, profilaktyki i rozwiązywania problemów alkoholowych, a także inne, mające na celu integrację osób i rodzin z grup szczególnego ryzyka.</w:t>
      </w:r>
    </w:p>
    <w:p w:rsidR="00EF4EB3" w:rsidRDefault="00EF4EB3" w:rsidP="00197D1F">
      <w:r>
        <w:t>Obszar lokalnej polityki społecznej kształtują również inne akty normatywne w randze ustawy, wśród których należy wymienić następujące:</w:t>
      </w:r>
    </w:p>
    <w:p w:rsidR="00EF4EB3" w:rsidRDefault="00EF4EB3" w:rsidP="00197D1F">
      <w:pPr>
        <w:numPr>
          <w:ilvl w:val="0"/>
          <w:numId w:val="19"/>
        </w:numPr>
        <w:spacing w:after="0"/>
        <w:ind w:left="714" w:hanging="357"/>
      </w:pPr>
      <w:r>
        <w:t>ustawa z dnia 8 marca 1990 r. o samorządzie gminnym (t.j. Dz. U. z 2016 r. poz. 446);</w:t>
      </w:r>
    </w:p>
    <w:p w:rsidR="00EF4EB3" w:rsidRDefault="00EF4EB3" w:rsidP="00197D1F">
      <w:pPr>
        <w:numPr>
          <w:ilvl w:val="0"/>
          <w:numId w:val="19"/>
        </w:numPr>
        <w:spacing w:after="0"/>
        <w:ind w:left="714" w:hanging="357"/>
      </w:pPr>
      <w:r>
        <w:t xml:space="preserve">ustawa z dnia 9 czerwca 2011 r. o wspieraniu rodziny i systemie pieczy zastępczej </w:t>
      </w:r>
      <w:r>
        <w:br/>
        <w:t>(t.j. Dz. U. z 2016 r. poz. 575);</w:t>
      </w:r>
    </w:p>
    <w:p w:rsidR="00EF4EB3" w:rsidRDefault="00EF4EB3" w:rsidP="00197D1F">
      <w:pPr>
        <w:numPr>
          <w:ilvl w:val="0"/>
          <w:numId w:val="19"/>
        </w:numPr>
        <w:spacing w:after="0"/>
        <w:ind w:left="714" w:hanging="357"/>
      </w:pPr>
      <w:r>
        <w:t>ustawa z dnia 29 lipca 2005 r. o przeciwdziałaniu przemocy w rodzinie (Dz. U. z 2015 r. poz. 1390);</w:t>
      </w:r>
    </w:p>
    <w:p w:rsidR="00EF4EB3" w:rsidRDefault="00EF4EB3" w:rsidP="00197D1F">
      <w:pPr>
        <w:numPr>
          <w:ilvl w:val="0"/>
          <w:numId w:val="19"/>
        </w:numPr>
        <w:spacing w:after="0"/>
        <w:ind w:left="714" w:hanging="357"/>
      </w:pPr>
      <w:r>
        <w:t>ustawa z dnia 26 października 1982 r. o wychowaniu w trzeźwości i przeciwdziałaniu alkoholizmowi (t.j. Dz. U. z 2016 r. poz. 487);</w:t>
      </w:r>
    </w:p>
    <w:p w:rsidR="00EF4EB3" w:rsidRDefault="00EF4EB3" w:rsidP="00197D1F">
      <w:pPr>
        <w:numPr>
          <w:ilvl w:val="0"/>
          <w:numId w:val="19"/>
        </w:numPr>
        <w:spacing w:after="0"/>
        <w:ind w:left="714" w:hanging="357"/>
      </w:pPr>
      <w:r>
        <w:t>ustawa z dnia 29 lipca 2005 r. o przeciwdziałaniu narkomanii (t.j. Dz. U. z 2016 r., poz. 224 z późn.zm.);</w:t>
      </w:r>
    </w:p>
    <w:p w:rsidR="00EF4EB3" w:rsidRDefault="00EF4EB3" w:rsidP="00197D1F">
      <w:pPr>
        <w:numPr>
          <w:ilvl w:val="0"/>
          <w:numId w:val="19"/>
        </w:numPr>
        <w:spacing w:after="0"/>
        <w:ind w:left="714" w:hanging="357"/>
      </w:pPr>
      <w:r>
        <w:t>ustawa z dnia 19 sierpnia 1994 r. o ochronie zdrowia psychicznego (t.j. Dz. U. z 2016 r., poz. 546);</w:t>
      </w:r>
    </w:p>
    <w:p w:rsidR="00EF4EB3" w:rsidRDefault="00EF4EB3" w:rsidP="00197D1F">
      <w:pPr>
        <w:numPr>
          <w:ilvl w:val="0"/>
          <w:numId w:val="19"/>
        </w:numPr>
        <w:spacing w:after="0"/>
        <w:ind w:left="714" w:hanging="357"/>
      </w:pPr>
      <w:r>
        <w:t xml:space="preserve">ustawa z dnia 24 kwietnia 2003 r. o działalności pożytku publicznego i o wolontariacie (t.j. Dz. U. z 2016 r. poz. 239 z późn.zm.); </w:t>
      </w:r>
    </w:p>
    <w:p w:rsidR="00EF4EB3" w:rsidRDefault="00EF4EB3" w:rsidP="00197D1F">
      <w:pPr>
        <w:numPr>
          <w:ilvl w:val="0"/>
          <w:numId w:val="19"/>
        </w:numPr>
        <w:spacing w:after="0"/>
        <w:ind w:left="714" w:hanging="357"/>
      </w:pPr>
      <w:r>
        <w:t>ustawa z dnia 13 czerwca 2003 r. o zatrudnieniu socjalnym (t.j. Dz. U. z 2011 r. Nr 43, poz. 225 ze zm.);</w:t>
      </w:r>
    </w:p>
    <w:p w:rsidR="00EF4EB3" w:rsidRDefault="00EF4EB3" w:rsidP="00197D1F">
      <w:pPr>
        <w:numPr>
          <w:ilvl w:val="0"/>
          <w:numId w:val="19"/>
        </w:numPr>
        <w:spacing w:after="0"/>
        <w:ind w:left="714" w:hanging="357"/>
      </w:pPr>
      <w:r>
        <w:t>ustawa z dnia 27 kwietnia 2006 r. o spółdzielniach socjalnych (Dz. U. z 2006 r. Nr 94, poz. 651 ze zm.);</w:t>
      </w:r>
    </w:p>
    <w:p w:rsidR="00EF4EB3" w:rsidRDefault="00EF4EB3" w:rsidP="00197D1F">
      <w:pPr>
        <w:numPr>
          <w:ilvl w:val="0"/>
          <w:numId w:val="19"/>
        </w:numPr>
        <w:spacing w:after="0"/>
        <w:ind w:left="714" w:hanging="357"/>
      </w:pPr>
      <w:r>
        <w:t>ustawa z dnia 20 kwietnia 2004 r. o promocji zatrudnienia i instytucjach rynku pracy (t.j. Dz. U. z 2015 r. poz. 149 ze zm.);</w:t>
      </w:r>
    </w:p>
    <w:p w:rsidR="00EF4EB3" w:rsidRDefault="00EF4EB3" w:rsidP="00197D1F">
      <w:pPr>
        <w:numPr>
          <w:ilvl w:val="0"/>
          <w:numId w:val="19"/>
        </w:numPr>
        <w:spacing w:after="0"/>
        <w:ind w:left="714" w:hanging="357"/>
      </w:pPr>
      <w:r>
        <w:t xml:space="preserve">ustawa z dnia 27 sierpnia 1997 r. o rehabilitacji zawodowej i społecznej oraz zatrudnianiu osób niepełnosprawnych (t.j. Dz. U. z 2011 r. Nr 127, poz. 721 ze zm.); </w:t>
      </w:r>
    </w:p>
    <w:p w:rsidR="00EF4EB3" w:rsidRDefault="00EF4EB3" w:rsidP="00197D1F">
      <w:pPr>
        <w:numPr>
          <w:ilvl w:val="0"/>
          <w:numId w:val="19"/>
        </w:numPr>
        <w:spacing w:after="0"/>
        <w:ind w:left="714" w:hanging="357"/>
      </w:pPr>
      <w:r>
        <w:t>ustawa z dnia 28 listopada 2003 r. o świadczeniach rodzinnych (t.j. Dz. U. z 2015 r. poz. 114 ze zm.);</w:t>
      </w:r>
    </w:p>
    <w:p w:rsidR="00EF4EB3" w:rsidRDefault="00EF4EB3" w:rsidP="00197D1F">
      <w:pPr>
        <w:numPr>
          <w:ilvl w:val="0"/>
          <w:numId w:val="19"/>
        </w:numPr>
        <w:spacing w:after="0"/>
        <w:ind w:left="714" w:hanging="357"/>
      </w:pPr>
      <w:r>
        <w:t>ustawa z dnia 21 czerwca 2001 r. o dodatkach mieszkaniowych (t.j. Dz. U. z 2013 r. poz. 966 ze zm.);</w:t>
      </w:r>
    </w:p>
    <w:p w:rsidR="00EF4EB3" w:rsidRDefault="00EF4EB3" w:rsidP="00197D1F">
      <w:pPr>
        <w:numPr>
          <w:ilvl w:val="0"/>
          <w:numId w:val="19"/>
        </w:numPr>
        <w:spacing w:after="0"/>
        <w:ind w:left="714" w:hanging="357"/>
      </w:pPr>
      <w:r>
        <w:t xml:space="preserve">ustawa z dnia 7 września 2007 r. o pomocy osobom uprawnionym do alimentów </w:t>
      </w:r>
      <w:r>
        <w:br/>
        <w:t>(t.j. Dz. U. z 2016 r. poz. 169);</w:t>
      </w:r>
    </w:p>
    <w:p w:rsidR="00EF4EB3" w:rsidRDefault="00EF4EB3" w:rsidP="00197D1F">
      <w:pPr>
        <w:numPr>
          <w:ilvl w:val="0"/>
          <w:numId w:val="19"/>
        </w:numPr>
        <w:ind w:left="714" w:hanging="357"/>
      </w:pPr>
      <w:r>
        <w:t xml:space="preserve">ustawa z dnia 11 lutego 2016 r. o pomocy państwa w wychowaniu dzieci (t.j. Dz. U. </w:t>
      </w:r>
      <w:r>
        <w:br/>
        <w:t>z 2016 r. poz. 195).</w:t>
      </w:r>
    </w:p>
    <w:p w:rsidR="00EF4EB3" w:rsidRDefault="00EF4EB3" w:rsidP="00197D1F">
      <w:r>
        <w:t>Powyższe dokumenty stanowią podstawę działań realizowanych w ramach lokalnej polityki społecznej, wyznaczając niejako obowiązki spoczywające na władzach Gminy, a także zakres, możliwości i narzędzia interwencji.</w:t>
      </w:r>
    </w:p>
    <w:p w:rsidR="00EF4EB3" w:rsidRDefault="00EF4EB3" w:rsidP="00197D1F">
      <w:pPr>
        <w:pStyle w:val="Heading2"/>
      </w:pPr>
      <w:bookmarkStart w:id="26" w:name="_Toc455144241"/>
      <w:r>
        <w:t>4.2. Uwarunkowania programowe</w:t>
      </w:r>
      <w:bookmarkEnd w:id="26"/>
    </w:p>
    <w:p w:rsidR="00EF4EB3" w:rsidRDefault="00EF4EB3" w:rsidP="00197D1F">
      <w:r>
        <w:t xml:space="preserve">W procesie planowania lokalnej polityki społecznej należy uwzględniać dokumenty strategiczne i programowe wyznaczające kierunki działań i priorytetowe obszary interwencji na szczeblu międzynarodowym, krajowym i regionalnym. </w:t>
      </w:r>
    </w:p>
    <w:p w:rsidR="00EF4EB3" w:rsidRDefault="00EF4EB3" w:rsidP="00197D1F">
      <w:r>
        <w:t xml:space="preserve">Istotne znaczenie w zakresie przeciwdziałania i walki z wykluczeniem społecznym, z uwagi na ich implementację w polskich przepisach i dokumentach strategicznych, mają rozwiązania przyjmowane przez organy Unii Europejskiej. Należy tu wskazać przede wszystkim dokument </w:t>
      </w:r>
      <w:r>
        <w:rPr>
          <w:i/>
        </w:rPr>
        <w:t>Europa 2020 – Strategia na rzecz inteligentnego i zrównoważonego rozwoju sprzyjającego włączeniu społecznemu</w:t>
      </w:r>
      <w:r>
        <w:t xml:space="preserve">, stanowiący długookresowy program rozwoju społeczno-gospodarczego Unii Europejskiej. W jego świetle głównymi wyzwaniami, przed jakimi stoją państwa członkowskie są obecnie: globalizacja, starzenie się społeczeństw oraz rosnąca potrzeba racjonalnego wykorzystywania zasobów. Aby im sprostać, należy działać na rzecz </w:t>
      </w:r>
      <w:r>
        <w:rPr>
          <w:i/>
        </w:rPr>
        <w:t>wzrostu inteligentnego</w:t>
      </w:r>
      <w:r>
        <w:t xml:space="preserve"> (opartego na wiedzy i innowacjach), </w:t>
      </w:r>
      <w:r>
        <w:rPr>
          <w:i/>
        </w:rPr>
        <w:t>zrównoważonego</w:t>
      </w:r>
      <w:r>
        <w:t xml:space="preserve"> (transformującego w kierunku gospodarki niskoemisyjnej, efektywnie korzystającej </w:t>
      </w:r>
      <w:r>
        <w:br/>
        <w:t xml:space="preserve">z zasobów i konkurencyjnej) oraz </w:t>
      </w:r>
      <w:r>
        <w:rPr>
          <w:i/>
        </w:rPr>
        <w:t>sprzyjającego włączeniu społecznemu</w:t>
      </w:r>
      <w:r>
        <w:t xml:space="preserve"> (wspierającego gospodarkę charakteryzującą się wysokim poziomem zatrudniania i zapewniającą spójność gospodarczą, społeczną i terytorialną).</w:t>
      </w:r>
    </w:p>
    <w:p w:rsidR="00EF4EB3" w:rsidRDefault="00EF4EB3" w:rsidP="00197D1F">
      <w:pPr>
        <w:pStyle w:val="Caption"/>
        <w:jc w:val="center"/>
        <w:rPr>
          <w:rStyle w:val="Strong"/>
          <w:b/>
          <w:bCs/>
          <w:i w:val="0"/>
        </w:rPr>
      </w:pPr>
      <w:r>
        <w:rPr>
          <w:rStyle w:val="Strong"/>
          <w:b/>
          <w:bCs/>
          <w:i w:val="0"/>
        </w:rPr>
        <w:t xml:space="preserve">Rysunek </w:t>
      </w:r>
      <w:r>
        <w:rPr>
          <w:rStyle w:val="Strong"/>
          <w:b/>
          <w:bCs/>
          <w:i w:val="0"/>
        </w:rPr>
        <w:fldChar w:fldCharType="begin"/>
      </w:r>
      <w:r>
        <w:rPr>
          <w:rStyle w:val="Strong"/>
          <w:b/>
          <w:bCs/>
          <w:i w:val="0"/>
        </w:rPr>
        <w:instrText xml:space="preserve"> SEQ Rysunek \* ARABIC </w:instrText>
      </w:r>
      <w:r>
        <w:rPr>
          <w:rStyle w:val="Strong"/>
          <w:b/>
          <w:bCs/>
          <w:i w:val="0"/>
        </w:rPr>
        <w:fldChar w:fldCharType="separate"/>
      </w:r>
      <w:r>
        <w:rPr>
          <w:rStyle w:val="Strong"/>
          <w:b/>
          <w:bCs/>
          <w:i w:val="0"/>
          <w:noProof/>
        </w:rPr>
        <w:t>1</w:t>
      </w:r>
      <w:r>
        <w:rPr>
          <w:rStyle w:val="Strong"/>
          <w:b/>
          <w:bCs/>
          <w:i w:val="0"/>
        </w:rPr>
        <w:fldChar w:fldCharType="end"/>
      </w:r>
      <w:r>
        <w:rPr>
          <w:rStyle w:val="Strong"/>
          <w:b/>
          <w:bCs/>
          <w:i w:val="0"/>
        </w:rPr>
        <w:t xml:space="preserve">. Główne uwarunkowania strategiczne i programowe Strategii rozwiązywania </w:t>
      </w:r>
      <w:r>
        <w:rPr>
          <w:rStyle w:val="Strong"/>
          <w:b/>
          <w:bCs/>
          <w:i w:val="0"/>
        </w:rPr>
        <w:br/>
        <w:t>problemów społecznych w Gminie Lidzbark Warmiński na lata 2017-2026</w:t>
      </w:r>
    </w:p>
    <w:p w:rsidR="00EF4EB3" w:rsidRDefault="00EF4EB3" w:rsidP="00197D1F">
      <w:r w:rsidRPr="00C87BAB">
        <w:rPr>
          <w:noProof/>
          <w:lang w:eastAsia="pl-PL"/>
        </w:rPr>
        <w:pict>
          <v:shape id="Diagram 3" o:spid="_x0000_i1034" type="#_x0000_t75" style="width:453pt;height:206.25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">
            <v:imagedata r:id="rId57" o:title="" cropbottom="-223f"/>
            <o:lock v:ext="edit" aspectratio="f"/>
          </v:shape>
        </w:pict>
      </w:r>
    </w:p>
    <w:p w:rsidR="00EF4EB3" w:rsidRDefault="00EF4EB3" w:rsidP="00197D1F">
      <w:pPr>
        <w:pStyle w:val="Caption"/>
        <w:rPr>
          <w:rStyle w:val="SubtleReference"/>
        </w:rPr>
      </w:pPr>
      <w:r>
        <w:t>Źródło: opracowanie własne.</w:t>
      </w:r>
    </w:p>
    <w:p w:rsidR="00EF4EB3" w:rsidRDefault="00EF4EB3" w:rsidP="00197D1F">
      <w:r>
        <w:t xml:space="preserve">Na szczeblu krajowym należy odnieść się przede wszystkim do </w:t>
      </w:r>
      <w:r>
        <w:rPr>
          <w:i/>
        </w:rPr>
        <w:t>Strategii Rozwoju Kraju 2020 – Aktywne społeczeństwo, konkurencyjna gospodarka, sprawne państwo</w:t>
      </w:r>
      <w:r>
        <w:t xml:space="preserve">. Wyznacza ona trzy obszary strategiczne: </w:t>
      </w:r>
      <w:r>
        <w:rPr>
          <w:i/>
        </w:rPr>
        <w:t>Sprawne i efektywne państwo</w:t>
      </w:r>
      <w:r>
        <w:t xml:space="preserve">, </w:t>
      </w:r>
      <w:r>
        <w:rPr>
          <w:i/>
        </w:rPr>
        <w:t>Konkurencyjna gospodarka</w:t>
      </w:r>
      <w:r>
        <w:t xml:space="preserve"> oraz </w:t>
      </w:r>
      <w:r>
        <w:rPr>
          <w:i/>
        </w:rPr>
        <w:t>Spójność społeczna i terytorialna</w:t>
      </w:r>
      <w:r>
        <w:t xml:space="preserve">, w których koncentrują się główne działania władz publicznych. Programowanie rozwoju społecznego gminy powinno uwzględniać </w:t>
      </w:r>
      <w:r>
        <w:br/>
        <w:t>w szczególności założenia trzeciego obszaru, na który składają się trzy cele oraz odpowiadające im priorytetowe kierunki interwencji, tj. integracja społeczna, zapewnienie dostępu i określonych standardów usług publicznych, a także wzmocnienie mechanizmów terytorialnego równoważenia rozwoju oraz integracja przestrzenna dla rozwijania i pełnego wykorzystania potencjałów regionalnych</w:t>
      </w:r>
    </w:p>
    <w:p w:rsidR="00EF4EB3" w:rsidRDefault="00EF4EB3" w:rsidP="00197D1F">
      <w:r>
        <w:t xml:space="preserve">Z punktu widzenia lokalnej polityki społecznej ważne jest, aby jej podstawy uwzględniały założenia </w:t>
      </w:r>
      <w:r>
        <w:rPr>
          <w:i/>
        </w:rPr>
        <w:t>Krajowego Programu Przeciwdziałania Ubóstwu i Wykluczeniu Społecznemu 2020. Nowy wymiar aktywnej integracji</w:t>
      </w:r>
      <w:r>
        <w:t>. Jego główny cel stanowi zmniejszenie liczby osób zagrożonych ubóstwem i wykluczeniem społecznym o 1,5 mln oraz wzrost spójności społecznej, poprzez działania w zakresie pięciu celów:</w:t>
      </w:r>
    </w:p>
    <w:p w:rsidR="00EF4EB3" w:rsidRDefault="00EF4EB3" w:rsidP="00197D1F">
      <w:pPr>
        <w:numPr>
          <w:ilvl w:val="0"/>
          <w:numId w:val="20"/>
        </w:numPr>
      </w:pPr>
      <w:r>
        <w:t>Usługi dla aktywności i profilaktyki – ograniczenie wykluczenia dzieci i młodzieży;</w:t>
      </w:r>
    </w:p>
    <w:p w:rsidR="00EF4EB3" w:rsidRDefault="00EF4EB3" w:rsidP="00197D1F">
      <w:pPr>
        <w:numPr>
          <w:ilvl w:val="0"/>
          <w:numId w:val="20"/>
        </w:numPr>
      </w:pPr>
      <w:r>
        <w:t>Gwarancje dla przyszłości młodzieży – stworzenie szansy dla młodzieży w wejściu na rynek pracy i tworzeniu rodzin;</w:t>
      </w:r>
    </w:p>
    <w:p w:rsidR="00EF4EB3" w:rsidRDefault="00EF4EB3" w:rsidP="00197D1F">
      <w:pPr>
        <w:numPr>
          <w:ilvl w:val="0"/>
          <w:numId w:val="20"/>
        </w:numPr>
      </w:pPr>
      <w:r>
        <w:t>Aktywna osoba, zintegrowana rodzina, odpowiedzialne lokalne środowisko;</w:t>
      </w:r>
    </w:p>
    <w:p w:rsidR="00EF4EB3" w:rsidRDefault="00EF4EB3" w:rsidP="00197D1F">
      <w:pPr>
        <w:numPr>
          <w:ilvl w:val="0"/>
          <w:numId w:val="20"/>
        </w:numPr>
      </w:pPr>
      <w:r>
        <w:t>Zapobieganie niepewności mieszkaniowej;</w:t>
      </w:r>
    </w:p>
    <w:p w:rsidR="00EF4EB3" w:rsidRDefault="00EF4EB3" w:rsidP="00197D1F">
      <w:pPr>
        <w:numPr>
          <w:ilvl w:val="0"/>
          <w:numId w:val="20"/>
        </w:numPr>
      </w:pPr>
      <w:r>
        <w:t>Seniorzy – bezpieczni, aktywni i potrzebni.</w:t>
      </w:r>
    </w:p>
    <w:p w:rsidR="00EF4EB3" w:rsidRDefault="00EF4EB3" w:rsidP="00197D1F">
      <w:r>
        <w:t xml:space="preserve">Na poziomie regionalnym cele i zadania samorządów, instytucji pomocy społecznej i służb zatrudnienia oraz podmiotów niepublicznych w zakresie przeciwdziałania wykluczeniu społecznemu określa </w:t>
      </w:r>
      <w:r>
        <w:rPr>
          <w:i/>
        </w:rPr>
        <w:t>Strategia polityki społecznej województwa warmińsko-mazurskiego do 2020 roku.</w:t>
      </w:r>
      <w:r>
        <w:t xml:space="preserve"> Zawarta w niej wizja rozwoju społecznego wskazuje na społeczeństwo lepiej zintegrowane; aktywne społecznie bez względu na wiek, bardziej aktywne zawodowo </w:t>
      </w:r>
      <w:r>
        <w:br/>
        <w:t xml:space="preserve">i godziwie zarabiające na życie; lepiej wykształcone; w większym stopniu otwarte na zmiany; bardziej bezpieczne w wymiarze socjalnym i publicznym oraz zdrowsze dzięki profilaktyce </w:t>
      </w:r>
      <w:r>
        <w:br/>
        <w:t xml:space="preserve">i dostępnej opiece zdrowotnej. W odpowiedzi na dominujące problemy regionu takie jak dysfunkcje w rodzinach, wzrost zagrożenia marginalizacją zawodową i społeczną, a także małą aktywność lokalnych społeczności, wojewódzka polityka społeczna koncentruje się na: </w:t>
      </w:r>
    </w:p>
    <w:p w:rsidR="00EF4EB3" w:rsidRDefault="00EF4EB3" w:rsidP="00197D1F">
      <w:pPr>
        <w:pStyle w:val="ListParagraph"/>
        <w:numPr>
          <w:ilvl w:val="0"/>
          <w:numId w:val="21"/>
        </w:numPr>
        <w:ind w:left="714" w:hanging="357"/>
      </w:pPr>
      <w:r>
        <w:t>tworzeniu warunków do możliwie pełnego rozwoju rodziny i do właściwego jej funkcjonowania;</w:t>
      </w:r>
    </w:p>
    <w:p w:rsidR="00EF4EB3" w:rsidRDefault="00EF4EB3" w:rsidP="00197D1F">
      <w:pPr>
        <w:pStyle w:val="ListParagraph"/>
        <w:numPr>
          <w:ilvl w:val="0"/>
          <w:numId w:val="21"/>
        </w:numPr>
        <w:ind w:left="714" w:hanging="357"/>
      </w:pPr>
      <w:r>
        <w:t xml:space="preserve">stworzeniu możliwości wyjścia z izolacji społecznej oraz integracji z otoczeniem </w:t>
      </w:r>
      <w:r>
        <w:br/>
        <w:t>w szczególności osób niepełnosprawnych, starszych, uzależnionych, ofiar przemocy, bezdomnych i innych znajdujących się w szczególnie trudnej sytuacji życiowej;</w:t>
      </w:r>
    </w:p>
    <w:p w:rsidR="00EF4EB3" w:rsidRDefault="00EF4EB3" w:rsidP="00197D1F">
      <w:pPr>
        <w:pStyle w:val="ListParagraph"/>
        <w:numPr>
          <w:ilvl w:val="0"/>
          <w:numId w:val="21"/>
        </w:numPr>
        <w:ind w:left="714" w:hanging="357"/>
      </w:pPr>
      <w:r>
        <w:t>wspieraniu bezrobotnych mieszkańców regionu, w celu zwiększenia ich aktywności edukacyjnej, podniesienia potencjału zawodowego oraz podjęcia pracy;</w:t>
      </w:r>
    </w:p>
    <w:p w:rsidR="00EF4EB3" w:rsidRDefault="00EF4EB3" w:rsidP="00197D1F">
      <w:pPr>
        <w:pStyle w:val="ListParagraph"/>
        <w:numPr>
          <w:ilvl w:val="0"/>
          <w:numId w:val="21"/>
        </w:numPr>
        <w:ind w:left="714" w:hanging="357"/>
      </w:pPr>
      <w:r>
        <w:t xml:space="preserve">wzmocnieniu postaw prospołecznych, rozwoju kompetencji społecznych </w:t>
      </w:r>
      <w:r>
        <w:br/>
        <w:t>i umiejętności współpracy poszczególnych jednostek i grup na rzecz własnego otoczenia.</w:t>
      </w:r>
    </w:p>
    <w:p w:rsidR="00EF4EB3" w:rsidRDefault="00EF4EB3" w:rsidP="00197D1F">
      <w:r>
        <w:t xml:space="preserve">Uszczegółowienie założeń </w:t>
      </w:r>
      <w:r>
        <w:rPr>
          <w:i/>
        </w:rPr>
        <w:t>Strategii polityki społecznej województwa warmińsko-mazurskiego do 2020 roku</w:t>
      </w:r>
      <w:r>
        <w:t xml:space="preserve"> stanowią programy wojewódzkie, wśród których warto zwrócić uwagę na </w:t>
      </w:r>
      <w:r>
        <w:rPr>
          <w:i/>
        </w:rPr>
        <w:t>Wojewódzki program wyrównywania szans i przeciwdziałania wykluczeniu społecznemu oraz pomocy w realizacji zadań na rzecz zatrudniania osób niepełnosprawnych na lata 2016-2020</w:t>
      </w:r>
      <w:r>
        <w:t xml:space="preserve">; </w:t>
      </w:r>
      <w:r>
        <w:rPr>
          <w:i/>
        </w:rPr>
        <w:t>Wojewódzki Program Rozwoju Ekonomii Społecznej Warmia i Mazury 2015-2020;</w:t>
      </w:r>
      <w:r>
        <w:t xml:space="preserve"> </w:t>
      </w:r>
      <w:r>
        <w:rPr>
          <w:i/>
        </w:rPr>
        <w:t>Politykę senioralną województwa warmińsko-mazurskiego na lata 2014-2020;</w:t>
      </w:r>
      <w:r>
        <w:t xml:space="preserve"> </w:t>
      </w:r>
      <w:r>
        <w:rPr>
          <w:i/>
        </w:rPr>
        <w:t xml:space="preserve">Wojewódzki Program Przeciwdziałania Przemocy w Rodzinie w Województwie Warmińsko-Mazurskim na lata 2015-2020 </w:t>
      </w:r>
      <w:r>
        <w:t xml:space="preserve">oraz </w:t>
      </w:r>
      <w:r>
        <w:rPr>
          <w:i/>
        </w:rPr>
        <w:t>Program Wspierania Rodziny i Systemu Pieczy Zastępczej w Województwie Warmińsko-Mazurskim na lata 2013-2017.</w:t>
      </w:r>
    </w:p>
    <w:p w:rsidR="00EF4EB3" w:rsidRDefault="00EF4EB3" w:rsidP="00197D1F">
      <w:r>
        <w:t xml:space="preserve">W związku z koniecznością realizacji spójnych i komplementarnych działań na poziomie lokalnym, niniejszy dokument uwzględnia również cele i kierunki działań, określone </w:t>
      </w:r>
      <w:r>
        <w:br/>
        <w:t xml:space="preserve">w </w:t>
      </w:r>
      <w:r>
        <w:rPr>
          <w:i/>
        </w:rPr>
        <w:t>Strategii rozwiązywania problemów społecznych powiatu lidzbarskiego na lata 2016-2023</w:t>
      </w:r>
      <w:r>
        <w:t xml:space="preserve">. Cel nadrzędny dokumentu stanowi </w:t>
      </w:r>
      <w:r>
        <w:rPr>
          <w:i/>
        </w:rPr>
        <w:t>Poprawa warunków i jakości życia w powiecie lidzbarskim</w:t>
      </w:r>
      <w:r>
        <w:t xml:space="preserve">, a jego realizacji służy siedem celów szczegółowych w siedmiu obszarach interwencji (rynek pracy i zatrudnienie; wsparcie rodziny; rozwój dzieci i młodzieży; integracja osób z niepełnosprawnością; aktywność seniorów; zdrowie społeczeństwa; bezpieczeństwo publiczne). Są to następujące: </w:t>
      </w:r>
    </w:p>
    <w:p w:rsidR="00EF4EB3" w:rsidRDefault="00EF4EB3" w:rsidP="00197D1F">
      <w:pPr>
        <w:numPr>
          <w:ilvl w:val="0"/>
          <w:numId w:val="22"/>
        </w:numPr>
      </w:pPr>
      <w:r>
        <w:t xml:space="preserve">Wzrost aktywności zawodowej mieszkańców; </w:t>
      </w:r>
    </w:p>
    <w:p w:rsidR="00EF4EB3" w:rsidRDefault="00EF4EB3" w:rsidP="00197D1F">
      <w:pPr>
        <w:numPr>
          <w:ilvl w:val="0"/>
          <w:numId w:val="22"/>
        </w:numPr>
      </w:pPr>
      <w:r>
        <w:t xml:space="preserve">Poprawa wypełniania funkcji przez rodziny; </w:t>
      </w:r>
    </w:p>
    <w:p w:rsidR="00EF4EB3" w:rsidRDefault="00EF4EB3" w:rsidP="00197D1F">
      <w:pPr>
        <w:numPr>
          <w:ilvl w:val="0"/>
          <w:numId w:val="22"/>
        </w:numPr>
      </w:pPr>
      <w:r>
        <w:t xml:space="preserve">Zwiększenie szans życiowych dzieci i młodzieży; </w:t>
      </w:r>
    </w:p>
    <w:p w:rsidR="00EF4EB3" w:rsidRDefault="00EF4EB3" w:rsidP="00197D1F">
      <w:pPr>
        <w:numPr>
          <w:ilvl w:val="0"/>
          <w:numId w:val="22"/>
        </w:numPr>
      </w:pPr>
      <w:r>
        <w:t xml:space="preserve">Poprawa jakości życia osób z niepełnosprawnością; </w:t>
      </w:r>
    </w:p>
    <w:p w:rsidR="00EF4EB3" w:rsidRDefault="00EF4EB3" w:rsidP="00197D1F">
      <w:pPr>
        <w:numPr>
          <w:ilvl w:val="0"/>
          <w:numId w:val="22"/>
        </w:numPr>
      </w:pPr>
      <w:r>
        <w:t xml:space="preserve">Podniesienie standardów życia osób starszych; </w:t>
      </w:r>
    </w:p>
    <w:p w:rsidR="00EF4EB3" w:rsidRDefault="00EF4EB3" w:rsidP="00197D1F">
      <w:pPr>
        <w:numPr>
          <w:ilvl w:val="0"/>
          <w:numId w:val="22"/>
        </w:numPr>
      </w:pPr>
      <w:r>
        <w:t xml:space="preserve">Poprawa zdrowia fizycznego i psychicznego ludności; </w:t>
      </w:r>
    </w:p>
    <w:p w:rsidR="00EF4EB3" w:rsidRDefault="00EF4EB3" w:rsidP="00197D1F">
      <w:pPr>
        <w:numPr>
          <w:ilvl w:val="0"/>
          <w:numId w:val="22"/>
        </w:numPr>
      </w:pPr>
      <w:r>
        <w:t>Poprawa stanu bezpieczeństwa publicznego.</w:t>
      </w:r>
    </w:p>
    <w:p w:rsidR="00EF4EB3" w:rsidRDefault="00EF4EB3" w:rsidP="00197D1F">
      <w:r>
        <w:t xml:space="preserve">Kluczowym dokumentem strategicznym na szczeblu Gminy jest </w:t>
      </w:r>
      <w:r>
        <w:rPr>
          <w:i/>
        </w:rPr>
        <w:t xml:space="preserve">Strategia Rozwoju Gminy Lidzbark Warmiński na lata 2015-2025. </w:t>
      </w:r>
      <w:r>
        <w:t xml:space="preserve">Jej cel główny zakłada „Zrównoważony Rozwój Społeczno-Gospodarczy Gminy Lidzbark Warmiński w oparciu o położenie geograficzne </w:t>
      </w:r>
      <w:r>
        <w:br/>
        <w:t>i naturalne uwarunkowania przyrodnicze”. Będzie realizowany poprzez następujące cele strategiczne i operacyjne:</w:t>
      </w:r>
    </w:p>
    <w:p w:rsidR="00EF4EB3" w:rsidRDefault="00EF4EB3" w:rsidP="00197D1F">
      <w:pPr>
        <w:numPr>
          <w:ilvl w:val="0"/>
          <w:numId w:val="23"/>
        </w:numPr>
        <w:spacing w:after="0"/>
        <w:ind w:hanging="357"/>
      </w:pPr>
      <w:r>
        <w:t>Dobrze rozwinięta infrastruktura techniczna, turystyczna i społeczna:</w:t>
      </w:r>
    </w:p>
    <w:p w:rsidR="00EF4EB3" w:rsidRDefault="00EF4EB3" w:rsidP="00197D1F">
      <w:pPr>
        <w:numPr>
          <w:ilvl w:val="0"/>
          <w:numId w:val="24"/>
        </w:numPr>
        <w:spacing w:after="0"/>
        <w:ind w:left="1134" w:hanging="357"/>
        <w:rPr>
          <w:szCs w:val="24"/>
        </w:rPr>
      </w:pPr>
      <w:r>
        <w:rPr>
          <w:szCs w:val="24"/>
        </w:rPr>
        <w:t>Poprawa jakości dróg wraz z infrastrukturą towarzyszącą na obszarze Gminy Lidzbark Warmiński oraz budowa nowych dróg;</w:t>
      </w:r>
    </w:p>
    <w:p w:rsidR="00EF4EB3" w:rsidRDefault="00EF4EB3" w:rsidP="00197D1F">
      <w:pPr>
        <w:numPr>
          <w:ilvl w:val="0"/>
          <w:numId w:val="24"/>
        </w:numPr>
        <w:spacing w:after="0"/>
        <w:ind w:left="1134" w:hanging="357"/>
        <w:rPr>
          <w:szCs w:val="24"/>
        </w:rPr>
      </w:pPr>
      <w:r>
        <w:rPr>
          <w:szCs w:val="24"/>
        </w:rPr>
        <w:t>Poprawa infrastruktury technicznej na terenie Gminy Lidzbark Warmiński;</w:t>
      </w:r>
    </w:p>
    <w:p w:rsidR="00EF4EB3" w:rsidRDefault="00EF4EB3" w:rsidP="00197D1F">
      <w:pPr>
        <w:numPr>
          <w:ilvl w:val="0"/>
          <w:numId w:val="24"/>
        </w:numPr>
        <w:spacing w:after="0"/>
        <w:ind w:left="1134" w:hanging="357"/>
        <w:rPr>
          <w:szCs w:val="24"/>
        </w:rPr>
      </w:pPr>
      <w:r>
        <w:rPr>
          <w:szCs w:val="24"/>
        </w:rPr>
        <w:t>Poprawa jakości infrastruktury turystycznej, sportowej na obszarze Gminy Lidzbark Warmiński;</w:t>
      </w:r>
    </w:p>
    <w:p w:rsidR="00EF4EB3" w:rsidRDefault="00EF4EB3" w:rsidP="00197D1F">
      <w:pPr>
        <w:numPr>
          <w:ilvl w:val="0"/>
          <w:numId w:val="24"/>
        </w:numPr>
        <w:ind w:left="1134"/>
        <w:rPr>
          <w:szCs w:val="24"/>
        </w:rPr>
      </w:pPr>
      <w:r>
        <w:rPr>
          <w:szCs w:val="24"/>
        </w:rPr>
        <w:t>Dobra infrastruktura społeczna.</w:t>
      </w:r>
    </w:p>
    <w:p w:rsidR="00EF4EB3" w:rsidRDefault="00EF4EB3" w:rsidP="00197D1F">
      <w:pPr>
        <w:numPr>
          <w:ilvl w:val="0"/>
          <w:numId w:val="23"/>
        </w:numPr>
        <w:spacing w:after="0"/>
        <w:ind w:hanging="357"/>
        <w:rPr>
          <w:szCs w:val="24"/>
        </w:rPr>
      </w:pPr>
      <w:r>
        <w:rPr>
          <w:bCs/>
          <w:szCs w:val="24"/>
        </w:rPr>
        <w:t>Rozwój i wykorzystanie potencjału turystycznego:</w:t>
      </w:r>
    </w:p>
    <w:p w:rsidR="00EF4EB3" w:rsidRDefault="00EF4EB3" w:rsidP="00197D1F">
      <w:pPr>
        <w:numPr>
          <w:ilvl w:val="0"/>
          <w:numId w:val="25"/>
        </w:numPr>
        <w:spacing w:after="0"/>
        <w:ind w:left="1134" w:hanging="357"/>
        <w:rPr>
          <w:szCs w:val="24"/>
        </w:rPr>
      </w:pPr>
      <w:r>
        <w:rPr>
          <w:szCs w:val="24"/>
        </w:rPr>
        <w:t>Aktywny udział w utworzeniu i uzbrojeniu terenów inwestycyjnych w obszarze uzdrowiskowym;</w:t>
      </w:r>
    </w:p>
    <w:p w:rsidR="00EF4EB3" w:rsidRDefault="00EF4EB3" w:rsidP="00197D1F">
      <w:pPr>
        <w:numPr>
          <w:ilvl w:val="0"/>
          <w:numId w:val="25"/>
        </w:numPr>
        <w:spacing w:after="0"/>
        <w:ind w:left="1134" w:hanging="357"/>
        <w:rPr>
          <w:szCs w:val="24"/>
        </w:rPr>
      </w:pPr>
      <w:r>
        <w:rPr>
          <w:szCs w:val="24"/>
        </w:rPr>
        <w:t>Aktywizacja działań samorządu gminnego, mieszkańców, przedsiębiorców oraz organizacji pozarządowych na rzecz rozwoju turystyki;</w:t>
      </w:r>
    </w:p>
    <w:p w:rsidR="00EF4EB3" w:rsidRDefault="00EF4EB3" w:rsidP="00197D1F">
      <w:pPr>
        <w:numPr>
          <w:ilvl w:val="0"/>
          <w:numId w:val="25"/>
        </w:numPr>
        <w:spacing w:after="0"/>
        <w:ind w:left="1134" w:hanging="357"/>
        <w:rPr>
          <w:szCs w:val="24"/>
        </w:rPr>
      </w:pPr>
      <w:r>
        <w:rPr>
          <w:szCs w:val="24"/>
        </w:rPr>
        <w:t>Promocja turystyczna Gminy Lidzbark Warmiński;</w:t>
      </w:r>
    </w:p>
    <w:p w:rsidR="00EF4EB3" w:rsidRDefault="00EF4EB3" w:rsidP="00197D1F">
      <w:pPr>
        <w:numPr>
          <w:ilvl w:val="0"/>
          <w:numId w:val="25"/>
        </w:numPr>
        <w:ind w:left="1134"/>
        <w:rPr>
          <w:szCs w:val="24"/>
        </w:rPr>
      </w:pPr>
      <w:r>
        <w:rPr>
          <w:szCs w:val="24"/>
        </w:rPr>
        <w:t>Tworzenie wsi tematycznych.</w:t>
      </w:r>
    </w:p>
    <w:p w:rsidR="00EF4EB3" w:rsidRDefault="00EF4EB3" w:rsidP="00197D1F">
      <w:pPr>
        <w:numPr>
          <w:ilvl w:val="0"/>
          <w:numId w:val="23"/>
        </w:numPr>
        <w:spacing w:after="0"/>
        <w:ind w:hanging="357"/>
        <w:rPr>
          <w:szCs w:val="24"/>
        </w:rPr>
      </w:pPr>
      <w:r>
        <w:rPr>
          <w:bCs/>
          <w:szCs w:val="24"/>
        </w:rPr>
        <w:t>Rozwój przedsiębiorczości:</w:t>
      </w:r>
    </w:p>
    <w:p w:rsidR="00EF4EB3" w:rsidRDefault="00EF4EB3" w:rsidP="00197D1F">
      <w:pPr>
        <w:numPr>
          <w:ilvl w:val="0"/>
          <w:numId w:val="26"/>
        </w:numPr>
        <w:spacing w:after="0"/>
        <w:ind w:left="1134" w:hanging="357"/>
        <w:rPr>
          <w:szCs w:val="24"/>
        </w:rPr>
      </w:pPr>
      <w:r>
        <w:rPr>
          <w:szCs w:val="24"/>
        </w:rPr>
        <w:t>Stworzony system wspierający rozwój przedsiębiorczości;</w:t>
      </w:r>
    </w:p>
    <w:p w:rsidR="00EF4EB3" w:rsidRDefault="00EF4EB3" w:rsidP="00197D1F">
      <w:pPr>
        <w:numPr>
          <w:ilvl w:val="0"/>
          <w:numId w:val="26"/>
        </w:numPr>
        <w:spacing w:after="0"/>
        <w:ind w:left="1134" w:hanging="357"/>
        <w:rPr>
          <w:szCs w:val="24"/>
        </w:rPr>
      </w:pPr>
      <w:r>
        <w:rPr>
          <w:szCs w:val="24"/>
        </w:rPr>
        <w:t>Rozwój ekonomii społecznej;</w:t>
      </w:r>
    </w:p>
    <w:p w:rsidR="00EF4EB3" w:rsidRDefault="00EF4EB3" w:rsidP="00197D1F">
      <w:pPr>
        <w:numPr>
          <w:ilvl w:val="0"/>
          <w:numId w:val="26"/>
        </w:numPr>
        <w:spacing w:after="0"/>
        <w:ind w:left="1134" w:hanging="357"/>
        <w:rPr>
          <w:szCs w:val="24"/>
        </w:rPr>
      </w:pPr>
      <w:r>
        <w:rPr>
          <w:szCs w:val="24"/>
        </w:rPr>
        <w:t>Rozwój agroturystyki;</w:t>
      </w:r>
    </w:p>
    <w:p w:rsidR="00EF4EB3" w:rsidRDefault="00EF4EB3" w:rsidP="00197D1F">
      <w:pPr>
        <w:numPr>
          <w:ilvl w:val="0"/>
          <w:numId w:val="26"/>
        </w:numPr>
        <w:ind w:left="1134"/>
        <w:rPr>
          <w:szCs w:val="24"/>
        </w:rPr>
      </w:pPr>
      <w:r>
        <w:rPr>
          <w:szCs w:val="24"/>
        </w:rPr>
        <w:t>Rozwój lokalnego przetwórstwa i produkcji ekologicznej żywności.</w:t>
      </w:r>
    </w:p>
    <w:p w:rsidR="00EF4EB3" w:rsidRDefault="00EF4EB3" w:rsidP="00197D1F">
      <w:pPr>
        <w:numPr>
          <w:ilvl w:val="0"/>
          <w:numId w:val="23"/>
        </w:numPr>
        <w:spacing w:after="0"/>
        <w:ind w:hanging="357"/>
        <w:rPr>
          <w:szCs w:val="24"/>
        </w:rPr>
      </w:pPr>
      <w:r>
        <w:rPr>
          <w:bCs/>
          <w:szCs w:val="24"/>
        </w:rPr>
        <w:t>Wykształcone, aktywne, zaangażowane społeczeństwo i integracja wewnętrzna Gminy:</w:t>
      </w:r>
    </w:p>
    <w:p w:rsidR="00EF4EB3" w:rsidRDefault="00EF4EB3" w:rsidP="00197D1F">
      <w:pPr>
        <w:numPr>
          <w:ilvl w:val="0"/>
          <w:numId w:val="27"/>
        </w:numPr>
        <w:spacing w:after="0"/>
        <w:ind w:hanging="357"/>
        <w:rPr>
          <w:szCs w:val="24"/>
        </w:rPr>
      </w:pPr>
      <w:r>
        <w:rPr>
          <w:szCs w:val="24"/>
        </w:rPr>
        <w:t>Zaangażowane społeczeństwo na rzecz rozwoju Gminy;</w:t>
      </w:r>
    </w:p>
    <w:p w:rsidR="00EF4EB3" w:rsidRDefault="00EF4EB3" w:rsidP="00197D1F">
      <w:pPr>
        <w:numPr>
          <w:ilvl w:val="0"/>
          <w:numId w:val="27"/>
        </w:numPr>
        <w:spacing w:after="0"/>
        <w:ind w:hanging="357"/>
        <w:rPr>
          <w:szCs w:val="24"/>
        </w:rPr>
      </w:pPr>
      <w:r>
        <w:rPr>
          <w:szCs w:val="24"/>
        </w:rPr>
        <w:t>Edukacja mieszkańców Gminy;</w:t>
      </w:r>
    </w:p>
    <w:p w:rsidR="00EF4EB3" w:rsidRDefault="00EF4EB3" w:rsidP="00197D1F">
      <w:pPr>
        <w:numPr>
          <w:ilvl w:val="0"/>
          <w:numId w:val="27"/>
        </w:numPr>
        <w:spacing w:after="0"/>
        <w:ind w:hanging="357"/>
        <w:rPr>
          <w:szCs w:val="24"/>
        </w:rPr>
      </w:pPr>
      <w:r>
        <w:rPr>
          <w:szCs w:val="24"/>
        </w:rPr>
        <w:t>Wdrożenie nowoczesnych metod zarządzania Gminą;</w:t>
      </w:r>
    </w:p>
    <w:p w:rsidR="00EF4EB3" w:rsidRDefault="00EF4EB3" w:rsidP="00197D1F">
      <w:pPr>
        <w:numPr>
          <w:ilvl w:val="0"/>
          <w:numId w:val="27"/>
        </w:numPr>
        <w:rPr>
          <w:szCs w:val="24"/>
        </w:rPr>
      </w:pPr>
      <w:r>
        <w:rPr>
          <w:szCs w:val="24"/>
        </w:rPr>
        <w:t>Wspieranie polityki prorodzinnej.</w:t>
      </w:r>
    </w:p>
    <w:p w:rsidR="00EF4EB3" w:rsidRDefault="00EF4EB3" w:rsidP="00197D1F">
      <w:r>
        <w:rPr>
          <w:szCs w:val="24"/>
        </w:rPr>
        <w:t xml:space="preserve">Cele </w:t>
      </w:r>
      <w:r>
        <w:rPr>
          <w:i/>
          <w:szCs w:val="24"/>
        </w:rPr>
        <w:t>Strategii</w:t>
      </w:r>
      <w:r>
        <w:rPr>
          <w:szCs w:val="24"/>
        </w:rPr>
        <w:t xml:space="preserve"> </w:t>
      </w:r>
      <w:r>
        <w:rPr>
          <w:i/>
          <w:szCs w:val="24"/>
        </w:rPr>
        <w:t xml:space="preserve">Rozwoju Gminy Lidzbark Warmiński na lata 2015-2025 </w:t>
      </w:r>
      <w:r>
        <w:t xml:space="preserve">w sposób bezpośredni lub pośredni przyczynią się do poprawy jakości życia mieszkańców Gminy. Ich uzupełnienie </w:t>
      </w:r>
      <w:r>
        <w:br/>
        <w:t xml:space="preserve">i rozszerzenie w sferze lokalnej polityki społecznej stanowią kierunki działań zaplanowane </w:t>
      </w:r>
      <w:r>
        <w:br/>
        <w:t>w niniejszym dokumencie.</w:t>
      </w:r>
    </w:p>
    <w:p w:rsidR="00EF4EB3" w:rsidRDefault="00EF4EB3" w:rsidP="00197D1F">
      <w:pPr>
        <w:pStyle w:val="Heading2"/>
      </w:pPr>
      <w:bookmarkStart w:id="27" w:name="_Toc455144242"/>
      <w:r>
        <w:t>4.3. Główne wnioski z diagnozy, z uwzględnieniem prognozy zmian</w:t>
      </w:r>
      <w:bookmarkEnd w:id="27"/>
    </w:p>
    <w:p w:rsidR="00EF4EB3" w:rsidRDefault="00EF4EB3" w:rsidP="00197D1F">
      <w:r>
        <w:t xml:space="preserve">Diagnoza sytuacji społecznej Gminy Lidzbark Warmiński została przygotowana w oparciu </w:t>
      </w:r>
      <w:r>
        <w:br/>
        <w:t xml:space="preserve">o analizę danych zastanych, badania społeczne polegające na ankietyzacji mieszkańców oraz warsztaty planowania strategicznego z udziałem lokalnych ekspertów. Z tego względu ma charakter wielopłaszczyznowy i nie pozwala na dokonanie jednoznacznej, kategorycznej oceny sytuacji – niejednokrotnie bowiem rzeczywistość społeczna nie przystaje do statystyk </w:t>
      </w:r>
      <w:r>
        <w:br/>
        <w:t>i odwrotnie. Ważne jest natomiast to, że różne punkty widzenia to również możliwość głębszego spojrzenia na różne aspekty sytuacji społecznej Gminy.</w:t>
      </w:r>
    </w:p>
    <w:p w:rsidR="00EF4EB3" w:rsidRDefault="00EF4EB3" w:rsidP="00197D1F">
      <w:r>
        <w:t xml:space="preserve">W świetle przeprowadzonych analiz, Gmina Lidzbark Warmiński stanowi jednostkę </w:t>
      </w:r>
      <w:r>
        <w:br/>
        <w:t xml:space="preserve">z potencjałem rozwojowym, ale jednocześnie nie wolną od problemów i dysfunkcji społecznych. Warto mieć na uwadze, że wykorzystanie jej szans rozwojowych nie będzie </w:t>
      </w:r>
      <w:r>
        <w:br/>
        <w:t>w pełni możliwe bez przełamania jej słabych stron, dlatego wnioski z diagnozy powinny być rozpatrywane w obu tych aspektach.</w:t>
      </w:r>
    </w:p>
    <w:p w:rsidR="00EF4EB3" w:rsidRDefault="00EF4EB3" w:rsidP="00197D1F">
      <w:r>
        <w:t xml:space="preserve">Gmina położona jest w powiecie lidzbarskim, wokół miasta Lidzbark Warmiński. Wśród cech, które mogą wpływać na jej potencjał rozwojowy, warto wskazać rolniczy charakter, dogodne położenie komunikacyjne, rozległe terytorium i związaną z nim niską gęstość zaludnienia, bogatą historię jako części warmińskich ziem oraz wysokie walory środowiska naturalnego. </w:t>
      </w:r>
    </w:p>
    <w:p w:rsidR="00EF4EB3" w:rsidRDefault="00EF4EB3" w:rsidP="00197D1F">
      <w:r>
        <w:t xml:space="preserve">W ciągu ostatnich lat można zaobserwować niewielki spadek liczby mieszkańców Gminy. Nie jest on niepokojący, jednak uwarunkowania lokalne powinny sprzyjać pozostawaniu na terenie Gminy ludzi młodych, a także zwiększać osadnictwo nowych mieszkańców. Społeczeństwo posiada tu bowiem cechy </w:t>
      </w:r>
      <w:r>
        <w:rPr>
          <w:i/>
        </w:rPr>
        <w:t>starzejącego się</w:t>
      </w:r>
      <w:r>
        <w:t xml:space="preserve"> i choć proces ten ma umiarkowaną dynamikę, to jednak można prognozować, iż w związku m.in. z wydłużaniem długości życia </w:t>
      </w:r>
      <w:r>
        <w:br/>
        <w:t xml:space="preserve">i poprawą jego jakości, będzie postępował. Warto również zauważyć, że na poziomie gminy proces </w:t>
      </w:r>
      <w:r>
        <w:rPr>
          <w:i/>
        </w:rPr>
        <w:t xml:space="preserve">starzenia się </w:t>
      </w:r>
      <w:r>
        <w:t xml:space="preserve">społeczeństwa może wpływać na różne aspekty jej funkcjonowania, </w:t>
      </w:r>
      <w:r>
        <w:br/>
        <w:t>w tym m.in. na stan gospodarki, możliwości zaspokajania potrzeb mieszkańców, środowisko naturalne, a także na wysokość i strukturę budżetu.</w:t>
      </w:r>
    </w:p>
    <w:p w:rsidR="00EF4EB3" w:rsidRDefault="00EF4EB3" w:rsidP="00197D1F">
      <w:r>
        <w:t>Na marginesie, sytuację demograficzną gminy może częściowo poprawić polityka prorodzinna państwa, wspierana przez działania samorządu lokalnego i innych podmiotów. Już teraz obserwuje się wzrost dzietności, do którego istotnym impulsem było wprowadzenie programu Rodzina 500 plus (na podstawie ustawy o pomocy państwa w wychowywaniu dzieci). Jednak na szerszą skalę pozytywne efekty tych rozwiązań mogą być widoczne dopiero za kilka a nawet kilkanaście lat.</w:t>
      </w:r>
    </w:p>
    <w:p w:rsidR="00EF4EB3" w:rsidRDefault="00EF4EB3" w:rsidP="00197D1F">
      <w:r>
        <w:t xml:space="preserve">Istotnym aspektem funkcjonowania gminy jest lokalny rynek pracy, a więc z jednej strony pracodawcy i ich potencjał zatrudnieniowy, a z drugiej – zasoby siły roboczej </w:t>
      </w:r>
      <w:r>
        <w:br/>
        <w:t xml:space="preserve">z uwzględnieniem ich ilości i jakości. Rynek pracy całego powiatu lidzbarskiego należy do najtrudniejszych w województwie warmińsko-mazurskim, m.in. ze względu na bliskość szarej strefy i przewagę mikro- i małych przedsiębiorstw, które jedynie sporadycznie generują stałe i długoterminowe miejsca pracy. Bezrobocie rejestrowane w Gminie jest dość wysokie, </w:t>
      </w:r>
      <w:r>
        <w:br/>
        <w:t xml:space="preserve">w wielu przypadkach nabiera charakteru bezrobocia długotrwałego i dotyczy osób, które ze względu na szereg barier, takich jak np. niepełnosprawność, starszy wiek czy brak kwalifikacji mają utrudniony dostęp do zatrudnienia. </w:t>
      </w:r>
    </w:p>
    <w:p w:rsidR="00EF4EB3" w:rsidRDefault="00EF4EB3" w:rsidP="00197D1F">
      <w:r>
        <w:t xml:space="preserve">O wielości i złożoności problemów społecznych w gminie może świadczyć to, że ponad 14% jej mieszkańców żyje w rodzinach korzystających z pomocy i wsparcia GOPS, w tym przede wszystkim z tytułu bezrobocia, ubóstwa, długotrwałej lub ciężkiej choroby, niepełnosprawności, bezradności w sprawach opiekuńczo-wychowawczych oraz potrzeby ochrony macierzyństwa. Należy tu także wspomnieć o problemie przemocy w rodzinach, który nie znajduje bezpośredniego odzwierciedlenia w statystykach, ale na pewno można stwierdzić, że jest dostrzegany przez mieszkańców w ich otoczeniu. Niepokojący jest fakt wzrostu odsetka osób, które długotrwale korzystają z pomocy społecznej. </w:t>
      </w:r>
    </w:p>
    <w:p w:rsidR="00EF4EB3" w:rsidRDefault="00EF4EB3" w:rsidP="00197D1F">
      <w:r>
        <w:t xml:space="preserve">Badania społeczne wskazują, że główne problemy i trudności życiowe zasadzają się na sprawach materialnych i finansowych, czyli głównie braku zatrudnienia, niskich zarobkach, emeryturach bądź rentach, niewystarczających środkach na bieżące wydatki oraz zadłużaniem rodzin. Problemy i dysfunkcje w rodzinach niejednokrotnie współwystępują ze sobą, co powoduje, że są trudne do rozpoznania i przezwyciężenia. Wzajemnie też warunkują swoje występowanie. </w:t>
      </w:r>
    </w:p>
    <w:p w:rsidR="00EF4EB3" w:rsidRDefault="00EF4EB3" w:rsidP="00197D1F">
      <w:r>
        <w:t>Szczególną uwagę należy zwrócić na młodzież, która narażona jest na wpływ negatywnych zjawisk, takich jak przemoc czy uzależnienia, w tym również związane z rozwojem nowoczesnych technologii. Bardzo ważna jest edukacja, rozwijanie pasji i zainteresowań, wzmacnianie aktywności społecznej oraz dbanie o relacje w rodzinach.</w:t>
      </w:r>
    </w:p>
    <w:p w:rsidR="00EF4EB3" w:rsidRDefault="00EF4EB3" w:rsidP="00197D1F">
      <w:r>
        <w:t xml:space="preserve">Potencjał gminy może tkwić w społecznym zaangażowaniu jej mieszkańców. Świadczą o tym przykłady funkcjonujących organizacji pozarządowych oraz aktywność poszczególnych miejscowości. Niejako rysą na tym obrazie mogą być wyniki badań, w świetle których okazuje się, że mieszkańcy najczęściej angażują się na rzecz bliskiego, sąsiedzkiego otoczenia, a swoje społeczności postrzegają jako mało zintegrowane. Warto jednak pamiętać, że respondenci stanowili jedynie niewielką część lokalnej społeczności i ich ocena może stanowić przyczynek do dyskusji nad rozwojem aktywności i integracji społecznej, natomiast największe znaczenie mają konkretne przykłady zaangażowania mieszkańców. </w:t>
      </w:r>
    </w:p>
    <w:p w:rsidR="00EF4EB3" w:rsidRDefault="00EF4EB3" w:rsidP="00197D1F">
      <w:r>
        <w:t xml:space="preserve">Niniejsza strategia, z racji swojej nazwy, ma służyć rozwiązywaniu problemów społecznych. Warto jednak pamiętać, iż jest to proces długotrwały i wymagający wielu zintegrowanych </w:t>
      </w:r>
      <w:r>
        <w:br/>
        <w:t xml:space="preserve">i wielopłaszczyznowych działań. Niejednokrotnie wymaga jednak całkowitej zmiany mentalności osób, rodzin i całych społeczności, ponieważ bez ich chęci i zaangażowania działania te nie przyniosą skutków. Dodatkowym utrudnieniem może być dziedziczność problemów i dysfunkcji, która powoduje, że czerpanie przez kolejne pokolenia poglądów </w:t>
      </w:r>
      <w:r>
        <w:br/>
        <w:t xml:space="preserve">i wzorców zachowań od swoich rodzin, ma wymiar negatywny. Pozwala też prognozować pogłębianie się występujących wypaczeń i pogłębianie obszarów wykluczenia społecznego. </w:t>
      </w:r>
    </w:p>
    <w:p w:rsidR="00EF4EB3" w:rsidRDefault="00EF4EB3" w:rsidP="00197D1F">
      <w:r>
        <w:t xml:space="preserve">Efektywne rozwiązywanie problemów społecznych może wymagać podejmowania działań zapobiegawczych, służących wczesnemu wykrywaniu </w:t>
      </w:r>
      <w:r>
        <w:rPr>
          <w:i/>
        </w:rPr>
        <w:t xml:space="preserve">objawów </w:t>
      </w:r>
      <w:r>
        <w:t xml:space="preserve">dysfunkcji; edukacji </w:t>
      </w:r>
      <w:r>
        <w:br/>
        <w:t xml:space="preserve">i informowaniu społeczeństwa w zakresie m.in. zagrożeń społecznych i możliwości ich zapobiegania i likwidowania, a także pobudzaniu aktywności społecznej i zawodowej mieszkańców. Działania te powinny iść w parze ze zrównoważonym rozwojem Gminy, uwzględniającym, obok kierunków gospodarczych nastawionych na wzrost liczby miejsc pracy i atrakcyjność inwestycyjną gminy, również kierunki wspierające budowę społeczeństwa obywatelskiego – aktywnego i świadomego. Ich realizacja w założonym zakresie pozwala prognozować nie tylko większą efektywność w rozwiązywaniu problemów społecznych, ale przede wszystkim większe możliwości zapobiegania im. </w:t>
      </w:r>
    </w:p>
    <w:p w:rsidR="00EF4EB3" w:rsidRDefault="00EF4EB3" w:rsidP="00197D1F">
      <w:pPr>
        <w:pStyle w:val="Heading1"/>
      </w:pPr>
      <w:r>
        <w:rPr>
          <w:b w:val="0"/>
        </w:rPr>
        <w:br w:type="page"/>
      </w:r>
      <w:bookmarkStart w:id="28" w:name="_Toc455144243"/>
      <w:r>
        <w:t>5. Podstawowe założenia realizacyjne Strategii</w:t>
      </w:r>
      <w:bookmarkEnd w:id="28"/>
    </w:p>
    <w:p w:rsidR="00EF4EB3" w:rsidRDefault="00EF4EB3" w:rsidP="00197D1F">
      <w:r>
        <w:t xml:space="preserve">Koncepcja wdrażania </w:t>
      </w:r>
      <w:r>
        <w:rPr>
          <w:i/>
        </w:rPr>
        <w:t>Strategii rozwiązywania problemów społecznych w Gminie Lidzbark Warmiński na lata 2017-2026</w:t>
      </w:r>
      <w:r>
        <w:t xml:space="preserve"> odwołuje się do aktualnych zasad i trendów w europejskiej polityce społecznej, stanowiących odpowiedź na zmiany cywilizacyjne i kulturowe zachodzące we współczesnym świecie. Promuje się w nich odejście od państwa opiekuńczego, gwarantującego obywatelom bezpieczeństwo socjalne i dostęp do pracy, </w:t>
      </w:r>
      <w:r>
        <w:br/>
        <w:t>w kierunku państwa pomocniczego i zdecentralizowanego, które stymuluje rozwój przedsiębiorczości społecznej i aktywności obywatelskiej. Koncepcja ta bazuje na wizji ładu zbiorowego, zbudowanej na fundamentach samorządności, solidaryzmu i odpowiedzialności obywatelskiej</w:t>
      </w:r>
      <w:r>
        <w:rPr>
          <w:rStyle w:val="FootnoteReference"/>
        </w:rPr>
        <w:footnoteReference w:id="16"/>
      </w:r>
      <w:r>
        <w:t>.</w:t>
      </w:r>
    </w:p>
    <w:p w:rsidR="00EF4EB3" w:rsidRDefault="00EF4EB3" w:rsidP="00197D1F">
      <w:r>
        <w:t xml:space="preserve">Kluczowym wyzwaniem dla współczesnej polityki społecznej jest wykluczenie społeczne. </w:t>
      </w:r>
      <w:r>
        <w:br/>
        <w:t xml:space="preserve">W świetle definicji zaproponowanej w </w:t>
      </w:r>
      <w:r>
        <w:rPr>
          <w:i/>
        </w:rPr>
        <w:t>Narodowej Strategii Integracji Społecznej dla Polski</w:t>
      </w:r>
      <w:r>
        <w:t xml:space="preserve"> </w:t>
      </w:r>
      <w:r>
        <w:br/>
        <w:t>z 2004 roku, dotyka ono osób i grup, które:</w:t>
      </w:r>
    </w:p>
    <w:p w:rsidR="00EF4EB3" w:rsidRDefault="00EF4EB3" w:rsidP="00197D1F">
      <w:pPr>
        <w:numPr>
          <w:ilvl w:val="0"/>
          <w:numId w:val="28"/>
        </w:numPr>
      </w:pPr>
      <w:r>
        <w:t>nie zostały wyposażone w kapitał życiowy umożliwiający im normalną pozycję społeczną, odpowiedni poziom kwalifikacji, wejście na rynek pracy lub założenie rodziny;</w:t>
      </w:r>
    </w:p>
    <w:p w:rsidR="00EF4EB3" w:rsidRDefault="00EF4EB3" w:rsidP="00197D1F">
      <w:pPr>
        <w:numPr>
          <w:ilvl w:val="0"/>
          <w:numId w:val="28"/>
        </w:numPr>
      </w:pPr>
      <w:r>
        <w:t xml:space="preserve">nie posiadają dostępu do odpowiednich instytucji pozwalających na wyposażenie </w:t>
      </w:r>
      <w:r>
        <w:br/>
        <w:t>w kapitał życiowy, jego rozwój i pomnażanie;</w:t>
      </w:r>
    </w:p>
    <w:p w:rsidR="00EF4EB3" w:rsidRDefault="00EF4EB3" w:rsidP="00197D1F">
      <w:pPr>
        <w:numPr>
          <w:ilvl w:val="0"/>
          <w:numId w:val="28"/>
        </w:numPr>
      </w:pPr>
      <w:r>
        <w:t>posiadają cechy utrudniające im korzystanie z powszechnych zasobów społecznych (np. ze względu na zaistnienie niepełnosprawności, długotrwałej choroby, uzależnienia);</w:t>
      </w:r>
    </w:p>
    <w:p w:rsidR="00EF4EB3" w:rsidRDefault="00EF4EB3" w:rsidP="00197D1F">
      <w:pPr>
        <w:numPr>
          <w:ilvl w:val="0"/>
          <w:numId w:val="28"/>
        </w:numPr>
      </w:pPr>
      <w:r>
        <w:t>są przedmiotem niszczącego działania innych osób lub podmiotów (polegającego na stosowaniu przemocy, szantażu, dyskryminacji itp.);</w:t>
      </w:r>
    </w:p>
    <w:p w:rsidR="00EF4EB3" w:rsidRDefault="00EF4EB3" w:rsidP="00197D1F">
      <w:pPr>
        <w:numPr>
          <w:ilvl w:val="0"/>
          <w:numId w:val="28"/>
        </w:numPr>
      </w:pPr>
      <w:r>
        <w:t>żyją w niekorzystnych warunkach ekonomicznych (ubóstwo materialne).</w:t>
      </w:r>
    </w:p>
    <w:p w:rsidR="00EF4EB3" w:rsidRDefault="00EF4EB3" w:rsidP="00197D1F">
      <w:r>
        <w:t xml:space="preserve">Zjawisko wykluczenia społecznego ma charakter wielowymiarowy i kumulatywny, ponieważ jego przejawy, takie jak deprywacja ważnych potrzeb oraz deficyty uczestnictwa w różnych sferach życia, występują zwykle w tych samych gospodarstwach domowych. Co ważne, aktywna polityka społeczna postrzega wykluczenie społeczne przede wszystkim </w:t>
      </w:r>
      <w:r>
        <w:br/>
        <w:t>w kategoriach systemowych, jako wynik niedostosowań w sferze regulacji prawnych, polityki, gospodarki i społeczeństwa, a nie poprzez pryzmat winy lub wyboru poszczególnych osób czy rodzin. Nie bagatelizuje znaczenia wolnej woli człowieka, dzięki której może on podejmować decyzje – świadome i odpowiedzialne, jednak muszą być ku temu stworzone odpowiednie warunki w sferze socjalno-bytowej, zdrowotnej, edukacyjnej, kulturalnej, zawodowej itd.</w:t>
      </w:r>
    </w:p>
    <w:p w:rsidR="00EF4EB3" w:rsidRDefault="00EF4EB3" w:rsidP="00197D1F">
      <w:r>
        <w:t xml:space="preserve">W odpowiedzi na zjawisko wykluczenia, lokalna polityka społeczna powinna uwzględniać </w:t>
      </w:r>
      <w:r>
        <w:br/>
        <w:t>w szczególności następujące rozwiązania:</w:t>
      </w:r>
    </w:p>
    <w:p w:rsidR="00EF4EB3" w:rsidRDefault="00EF4EB3" w:rsidP="00197D1F">
      <w:pPr>
        <w:numPr>
          <w:ilvl w:val="0"/>
          <w:numId w:val="29"/>
        </w:numPr>
        <w:ind w:left="714" w:hanging="357"/>
      </w:pPr>
      <w:r>
        <w:t>orientację na usługi aktywizujące prowadzące do usamodzielnienia beneficjentów kosztem świadczeń osłonowych;</w:t>
      </w:r>
    </w:p>
    <w:p w:rsidR="00EF4EB3" w:rsidRDefault="00EF4EB3" w:rsidP="00197D1F">
      <w:pPr>
        <w:numPr>
          <w:ilvl w:val="0"/>
          <w:numId w:val="29"/>
        </w:numPr>
        <w:ind w:left="714" w:hanging="357"/>
      </w:pPr>
      <w:r>
        <w:t>integrację publicznych służb społecznych oraz służb zatrudnienia</w:t>
      </w:r>
      <w:r>
        <w:rPr>
          <w:i/>
        </w:rPr>
        <w:t>;</w:t>
      </w:r>
    </w:p>
    <w:p w:rsidR="00EF4EB3" w:rsidRDefault="00EF4EB3" w:rsidP="00197D1F">
      <w:pPr>
        <w:numPr>
          <w:ilvl w:val="0"/>
          <w:numId w:val="29"/>
        </w:numPr>
        <w:ind w:left="714" w:hanging="357"/>
      </w:pPr>
      <w:r>
        <w:t>indywidualizację usług aktywizujących, oznaczającą ich dopasowanie do możliwości</w:t>
      </w:r>
      <w:r>
        <w:br/>
        <w:t>i ograniczeń poszczególnych grup marginalizowanych i konkretnych jednostek;</w:t>
      </w:r>
    </w:p>
    <w:p w:rsidR="00EF4EB3" w:rsidRDefault="00EF4EB3" w:rsidP="00197D1F">
      <w:pPr>
        <w:numPr>
          <w:ilvl w:val="0"/>
          <w:numId w:val="29"/>
        </w:numPr>
        <w:ind w:left="714" w:hanging="357"/>
      </w:pPr>
      <w:r>
        <w:t>upowszechnianie tzw. trzeciej (środowiskowej) metody pracy socjalnej, czyli aktywizowanie nie tylko jednostek, ale całych społeczności lokalnych i środowisk;</w:t>
      </w:r>
    </w:p>
    <w:p w:rsidR="00EF4EB3" w:rsidRDefault="00EF4EB3" w:rsidP="00197D1F">
      <w:pPr>
        <w:numPr>
          <w:ilvl w:val="0"/>
          <w:numId w:val="29"/>
        </w:numPr>
        <w:ind w:left="714" w:hanging="357"/>
      </w:pPr>
      <w:r>
        <w:t>wzrost znaczenia organizacji pozarządowych w świadczeniu tychże usług, jednak nie samodzielnie, a we współpracy z administracją publiczną i przy wykorzystaniu środków publicznych;</w:t>
      </w:r>
    </w:p>
    <w:p w:rsidR="00EF4EB3" w:rsidRDefault="00EF4EB3" w:rsidP="00197D1F">
      <w:pPr>
        <w:numPr>
          <w:ilvl w:val="0"/>
          <w:numId w:val="29"/>
        </w:numPr>
      </w:pPr>
      <w:r>
        <w:t>powrót do idei łączenia prawa do wsparcia socjalnego z obowiązkiem pracy</w:t>
      </w:r>
      <w:r>
        <w:rPr>
          <w:vertAlign w:val="superscript"/>
        </w:rPr>
        <w:footnoteReference w:id="17"/>
      </w:r>
      <w:r>
        <w:t>.</w:t>
      </w:r>
    </w:p>
    <w:p w:rsidR="00EF4EB3" w:rsidRDefault="00EF4EB3" w:rsidP="00197D1F">
      <w:r>
        <w:t xml:space="preserve">Aktywna integracja osób i rodzin wykluczonych społecznie lub tym problemem zagrożonych wymaga połączenia profesjonalnych metod i instrumentów oddziaływania na różnych poziomach. Podstawę i zarazem najszerszy obszar aktywności podmiotów zaangażowanych w realizację Strategii rozwiązywania problemów społecznych powinny stanowić programy profilaktyczne oraz instrumenty aktywizujące mieszkańców, dzięki którym można wyprzedzać stany zagrożenia zdrowotnego i bytowego, a także przypadki niedostosowania społecznego. Działania profilaktyczne, skupiające się na edukacji społecznej, poradnictwie </w:t>
      </w:r>
      <w:r>
        <w:br/>
        <w:t xml:space="preserve">i samopomocy, powinny być adresowane do osób zagrożonych ubóstwem i dysfunkcjami, </w:t>
      </w:r>
      <w:r>
        <w:br/>
        <w:t>a także do ogółu mieszkańców Gminy. Działania aktywizujące powinny natomiast wspierać wysiłki osób i rodzin, które chcą zmienić swoją sytuację przede wszystkim poprzez podjęcie aktywności zawodowej.</w:t>
      </w:r>
    </w:p>
    <w:p w:rsidR="00EF4EB3" w:rsidRDefault="00EF4EB3" w:rsidP="00197D1F">
      <w:r>
        <w:t xml:space="preserve">Drugi obszar, w którym realizowane są zadania polityki społecznej, stanowią działania interwencyjne i terapeutyczne, adresowane do osób i grup doświadczających trudności życiowych, obejmujące również reakcje na bezpośrednie sytuacje zagrożenia. W tym obszarze mieszczą się m.in. instrumenty służące zabezpieczeniu podstawowych potrzeb osób niepełnosprawnych, chorujących czy starszych w ich środowisku zamieszkania oraz </w:t>
      </w:r>
      <w:r>
        <w:br/>
        <w:t>w ośrodkach wsparcia. Usługi interwencyjne to również wsparcie osób i rodzin znajdujących się w sytuacjach kryzysowych, m.in. ze względu na uzależnienia, przemoc domową, zdarzenia losowe czy klęski żywiołowe.</w:t>
      </w:r>
    </w:p>
    <w:p w:rsidR="00EF4EB3" w:rsidRDefault="00EF4EB3" w:rsidP="00197D1F">
      <w:r>
        <w:t>Należy również pamiętać o sankcjach, będących odpowiedzią instytucji państwowych na działania jednostek niezgodne z normami prawa. Kary za złamanie prawa mają istotne znaczenie dla zachowania ładu i porządku wewnętrznego, nie mogą jednak dominować jako sposób oddziaływania na społeczeństwo. Tym bardziej, że w obliczu nakazu instytucjonalnego kierowanego do osób i grup łamiących normy społeczne, często pojawiają się negatywne następstwa tzw. pomocy narzuconej</w:t>
      </w:r>
      <w:r>
        <w:rPr>
          <w:rStyle w:val="FootnoteReference"/>
        </w:rPr>
        <w:footnoteReference w:id="18"/>
      </w:r>
      <w:r>
        <w:t xml:space="preserve">. Zmniejszeniu napięcia w relacjach </w:t>
      </w:r>
      <w:r>
        <w:br/>
        <w:t xml:space="preserve">z </w:t>
      </w:r>
      <w:r>
        <w:rPr>
          <w:i/>
        </w:rPr>
        <w:t>trudnym</w:t>
      </w:r>
      <w:r>
        <w:t xml:space="preserve"> klientem mogą służyć innowacyjne metody pracy stosowane przez psychologów, pedagogów, pracowników socjalnych i innych specjalistów, które kładą nacisk na odpowiedni proces komunikacji i współpracy sprzyjający poszerzaniu sfery autonomii, odpowiedzialności i kreatywności.</w:t>
      </w:r>
    </w:p>
    <w:p w:rsidR="00EF4EB3" w:rsidRDefault="00EF4EB3" w:rsidP="00197D1F">
      <w:r>
        <w:t xml:space="preserve">Skuteczność działań służb społecznych wzmacniana jest poprzez orientację na klientów, </w:t>
      </w:r>
      <w:r>
        <w:br/>
        <w:t xml:space="preserve">tj. grupy docelowe pomocy i ich specyficzne potrzeby. Wyraża się ona m.in. </w:t>
      </w:r>
      <w:r>
        <w:br/>
        <w:t>w indywidualizacji wsparcia, czyli jego dopasowywaniu do możliwości i ograniczeń poszczególnych grup i jednostek marginalizowanych. Instytucje działające w sferze polityki społecznej powinny patrzeć na swoich klientów całościowo, uwzględniając wartości, emocje, cechy fizyczne i psychiczne, środowisko rodzinne i społeczne itp. Orientacja na potrzeby wymaga ponadto zwiększenia roli sektora ekonomii społecznej w zakresie świadczenia usług socjalnych, edukacyjnych, kulturalnych czy sportowo-rekreacyjnych. Podmioty w nim działające, dzięki zakorzenieniu w środowisku lokalnym oraz zorientowaniu na cele społeczne mogą bardzo skutecznie rozpoznawać i zaspokajać potrzeby obywateli.</w:t>
      </w:r>
    </w:p>
    <w:p w:rsidR="00EF4EB3" w:rsidRDefault="00EF4EB3" w:rsidP="00197D1F">
      <w:r>
        <w:t>Do kanonu reguł towarzyszących realizacji założeń strategii rozwiązywania problemów społecznych warto ponadto dołączyć następujące zasady:</w:t>
      </w:r>
    </w:p>
    <w:p w:rsidR="00EF4EB3" w:rsidRDefault="00EF4EB3" w:rsidP="00197D1F">
      <w:pPr>
        <w:shd w:val="clear" w:color="auto" w:fill="D9E2F3"/>
        <w:spacing w:before="120"/>
        <w:jc w:val="center"/>
        <w:rPr>
          <w:b/>
        </w:rPr>
      </w:pPr>
      <w:r>
        <w:rPr>
          <w:b/>
        </w:rPr>
        <w:t>Zrównoważony i trwały rozwój</w:t>
      </w:r>
    </w:p>
    <w:p w:rsidR="00EF4EB3" w:rsidRDefault="00EF4EB3" w:rsidP="00197D1F">
      <w:r>
        <w:t>Opiera się na założeniu, że prawo do zaspokojenia potrzeb i aspiracji rozwojowych pokoleń żyjących współcześnie powinno być realizowane bez ograniczania tego prawa dla kolejnych generacji. Oznacza to, że rozwój cywilizacyjny i gospodarczy nie powinien odbywać się kosztem nieodnawialnych zasobów oraz niszczenia środowiska, a proces postępujących zmian powinien zapewniać równowagę pomiędzy zaspokajaniem podstawowych potrzeb ludzkich a racjonalnym korzystaniem z zasobów naturalnych. Zrównoważony rozwój wymaga więc traktowania zasobów naturalnych jak ograniczonych zasobów gospodarczych oraz wykorzystywania kapitału przyrodniczego w sposób pozwalający na zachowanie funkcji ekosystemów w perspektywie długookresowej.</w:t>
      </w:r>
    </w:p>
    <w:p w:rsidR="00EF4EB3" w:rsidRDefault="00EF4EB3" w:rsidP="00197D1F">
      <w:pPr>
        <w:shd w:val="clear" w:color="auto" w:fill="D9E2F3"/>
        <w:spacing w:before="120"/>
        <w:jc w:val="center"/>
        <w:rPr>
          <w:b/>
        </w:rPr>
      </w:pPr>
      <w:r>
        <w:rPr>
          <w:b/>
        </w:rPr>
        <w:t>Równość szans, w tym równość płci</w:t>
      </w:r>
    </w:p>
    <w:p w:rsidR="00EF4EB3" w:rsidRDefault="00EF4EB3" w:rsidP="00197D1F">
      <w:r>
        <w:t xml:space="preserve">Oznacza prawo wszystkich mieszkańców gminy do równego, sprawiedliwego dostępu do różnych życiowych możliwości, np. edukacji, kultury, rynku pracy. Z zasadą równości szans związany jest ściśle zakaz dyskryminacji, np. ze względu na płeć, wiek, wyznanie religijne czy narodowość, gwarantowany prawami człowieka. Jednakże równość szans idzie dalej, bowiem w obszarze planowania, realizacji i ewaluacji polityk publicznych zakłada włączenie </w:t>
      </w:r>
      <w:r>
        <w:rPr>
          <w:i/>
        </w:rPr>
        <w:t>równościowej</w:t>
      </w:r>
      <w:r>
        <w:t xml:space="preserve"> perspektywy, czyli dokonywanie oceny wpływu tych polityk na warunki życia różnych grup społecznych, w szczególności kobiet i mężczyzn, osób niepełnosprawnych oraz innych grup marginalizowanych (ze względu na wiek, wykształcenie, miejsce zamieszkania itd). Zasada równości szans nakłada zatem obowiązek tworzenia przez władze publiczne, </w:t>
      </w:r>
      <w:r>
        <w:br/>
        <w:t>w tym samorządy lokalne, warunków do równego uczestnictwa w życiu publicznym przez wszystkich mieszkańców.</w:t>
      </w:r>
    </w:p>
    <w:p w:rsidR="00EF4EB3" w:rsidRDefault="00EF4EB3" w:rsidP="00197D1F">
      <w:pPr>
        <w:shd w:val="clear" w:color="auto" w:fill="D9E2F3"/>
        <w:spacing w:before="120"/>
        <w:jc w:val="center"/>
      </w:pPr>
      <w:r>
        <w:rPr>
          <w:b/>
        </w:rPr>
        <w:t>Dobre rządzenie</w:t>
      </w:r>
    </w:p>
    <w:p w:rsidR="00EF4EB3" w:rsidRDefault="00EF4EB3" w:rsidP="00197D1F">
      <w:r>
        <w:t xml:space="preserve">Odnosi się do zarządzania w sektorze publicznym i obejmuje szereg reguł kształtujących sposób sprawowania władzy przez organy państwa z aktywnym zaangażowaniem obywateli. Główne wyznaczniki dobrego rządzenia to: praworządność, przejrzystość (transparentność), odpowiadanie na potrzeby, włączanie i konsensus. Z zasady tej wynikają różnorodne obowiązki dla instytucji publicznych, które mają na celu zapewnienie uczestnictwa wszystkich zainteresowanych obywateli w procesach rządzenia. Jednakże zakres odpowiedzialności można rozszerzyć na sektor prywatny i organizacje pozarządowe, ponieważ ich działania również mają istotny wpływ na społeczeństwo i środowisko. Podmioty te powinny być zatem </w:t>
      </w:r>
      <w:r>
        <w:rPr>
          <w:i/>
        </w:rPr>
        <w:t>naturalnymi</w:t>
      </w:r>
      <w:r>
        <w:t xml:space="preserve"> partnerami administracji publicznej w realizacji jej misji.</w:t>
      </w:r>
    </w:p>
    <w:p w:rsidR="00EF4EB3" w:rsidRDefault="00EF4EB3" w:rsidP="00197D1F"/>
    <w:p w:rsidR="00EF4EB3" w:rsidRDefault="00EF4EB3" w:rsidP="00197D1F">
      <w:pPr>
        <w:pStyle w:val="Heading1"/>
      </w:pPr>
      <w:r>
        <w:rPr>
          <w:b w:val="0"/>
        </w:rPr>
        <w:br w:type="page"/>
      </w:r>
      <w:bookmarkStart w:id="29" w:name="_Toc455144244"/>
      <w:r>
        <w:t>6. Cele i kierunki działań</w:t>
      </w:r>
      <w:bookmarkEnd w:id="29"/>
    </w:p>
    <w:p w:rsidR="00EF4EB3" w:rsidRDefault="00EF4EB3" w:rsidP="00197D1F">
      <w:r>
        <w:t xml:space="preserve">Cele i kierunki działań przewidziane do realizacji w ramach </w:t>
      </w:r>
      <w:r>
        <w:rPr>
          <w:i/>
        </w:rPr>
        <w:t>Strategii rozwiązywania problemów społecznych w Gminie Lidzbark Warmiński na lata 2017-2026</w:t>
      </w:r>
      <w:r>
        <w:t xml:space="preserve"> stanowią odpowiedź na zdiagnozowane bariery i wyzwania lokalnej polityki społecznej, zarówno istniejące obecnie, jak i prognozowane w najbliższych latach, w szczególności w zakresie sytuacji demograficznej oraz socjalnej. Część programowa dokumentu nawiązuje ponadto do aktualnych strategii i programów w zakresie przeciwdziałania ubóstwu i wykluczeniu społecznemu, a także koncepcji i postulatów stanowiących wyniki badań naukowych oraz tzw. </w:t>
      </w:r>
      <w:r>
        <w:rPr>
          <w:i/>
        </w:rPr>
        <w:t>dobrych praktyk</w:t>
      </w:r>
      <w:r>
        <w:t xml:space="preserve"> upowszechnianych przez podmioty polityki społecznej.</w:t>
      </w:r>
    </w:p>
    <w:p w:rsidR="00EF4EB3" w:rsidRDefault="00EF4EB3" w:rsidP="00197D1F">
      <w:r>
        <w:t xml:space="preserve">Cel główny Strategii stanowi: </w:t>
      </w:r>
    </w:p>
    <w:p w:rsidR="00EF4EB3" w:rsidRDefault="00EF4EB3" w:rsidP="00197D1F">
      <w:r>
        <w:rPr>
          <w:noProof/>
          <w:lang w:eastAsia="pl-PL"/>
        </w:rPr>
        <w:pict>
          <v:shapetype id="_x0000_t202" coordsize="21600,21600" o:spt="202" path="m,l,21600r21600,l21600,xe">
            <v:stroke joinstyle="miter"/>
            <v:path gradientshapeok="t" o:connecttype="rect"/>
          </v:shapetype>
          <v:shape id="Pole tekstowe 36" o:spid="_x0000_s1027" type="#_x0000_t202" style="position:absolute;left:0;text-align:left;margin-left:7.15pt;margin-top:5.9pt;width:445.5pt;height:69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" strokecolor="#0070c0" strokeweight="1pt">
            <v:textbox>
              <w:txbxContent>
                <w:p w:rsidR="00EF4EB3" w:rsidRDefault="00EF4EB3" w:rsidP="00197D1F">
                  <w:pPr>
                    <w:spacing w:after="0"/>
                    <w:jc w:val="center"/>
                    <w:rPr>
                      <w:color w:val="8EAADB"/>
                      <w:sz w:val="32"/>
                    </w:rPr>
                  </w:pPr>
                  <w:r>
                    <w:rPr>
                      <w:b/>
                      <w:color w:val="8EAADB"/>
                      <w:sz w:val="32"/>
                    </w:rPr>
                    <w:t xml:space="preserve">Zwiększenie potencjału osób i rodzin zamieszkujących Gminę Lidzbark Warmiński oraz dostępności usług społecznych </w:t>
                  </w:r>
                  <w:r>
                    <w:rPr>
                      <w:b/>
                      <w:color w:val="8EAADB"/>
                      <w:sz w:val="32"/>
                    </w:rPr>
                    <w:br/>
                    <w:t>w Gminie, służące poprawie jakości życia jej mieszkańców.</w:t>
                  </w:r>
                </w:p>
              </w:txbxContent>
            </v:textbox>
          </v:shape>
        </w:pict>
      </w:r>
    </w:p>
    <w:p w:rsidR="00EF4EB3" w:rsidRDefault="00EF4EB3" w:rsidP="00197D1F"/>
    <w:p w:rsidR="00EF4EB3" w:rsidRDefault="00EF4EB3" w:rsidP="00197D1F"/>
    <w:p w:rsidR="00EF4EB3" w:rsidRDefault="00EF4EB3" w:rsidP="00197D1F"/>
    <w:p w:rsidR="00EF4EB3" w:rsidRDefault="00EF4EB3" w:rsidP="00197D1F">
      <w:pPr>
        <w:rPr>
          <w:sz w:val="12"/>
        </w:rPr>
      </w:pPr>
    </w:p>
    <w:p w:rsidR="00EF4EB3" w:rsidRDefault="00EF4EB3" w:rsidP="00197D1F">
      <w:r>
        <w:t xml:space="preserve">Jego realizacja wymaga podejścia zintegrowanego, łączącego kompetencje oraz zadania samorządu Gminy Lidzbark Warmiński, jego jednostek organizacyjnych, innych instytucji publicznych oraz firm i podmiotów pozarządowych działających zwłaszcza w sferze pomocy społecznej, rynku pracy, zdrowia i uzależnień, mieszkalnictwa, edukacji, kultury, sportu oraz rekreacji. Programy i projekty realizowane w ramach Strategii powinny kreować lokalne warunki sprzyjające oddolnej aktywności i integracji, w sposób uwzględniający potrzeby </w:t>
      </w:r>
      <w:r>
        <w:br/>
        <w:t>i oczekiwania poszczególnych grup, wymogi ochrony środowiska oraz istniejące możliwości prawne, organizacyjne i finansowe.</w:t>
      </w:r>
    </w:p>
    <w:p w:rsidR="00EF4EB3" w:rsidRDefault="00EF4EB3" w:rsidP="00197D1F">
      <w:r>
        <w:t xml:space="preserve">Cel główny Strategii zostanie osiągnięty dzięki realizacji celów strategicznych </w:t>
      </w:r>
      <w:r>
        <w:br/>
        <w:t xml:space="preserve">i szczegółowych, przypisanych do określonych priorytetów i wynikających z przyjętej wizji pożądanych zmian w każdym z nich. </w:t>
      </w:r>
    </w:p>
    <w:p w:rsidR="00EF4EB3" w:rsidRDefault="00EF4EB3" w:rsidP="00197D1F">
      <w:pPr>
        <w:jc w:val="center"/>
      </w:pPr>
      <w:r w:rsidRPr="0057650D">
        <w:rPr>
          <w:noProof/>
          <w:szCs w:val="24"/>
          <w:lang w:eastAsia="pl-PL"/>
        </w:rPr>
        <w:pict>
          <v:shape id="Diagram 2" o:spid="_x0000_i1035" type="#_x0000_t75" style="width:416.25pt;height:156.75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">
            <v:imagedata r:id="rId58" o:title="" cropleft="-23176f" cropright="-23635f"/>
            <o:lock v:ext="edit" aspectratio="f"/>
          </v:shape>
        </w:pict>
      </w:r>
    </w:p>
    <w:p w:rsidR="00EF4EB3" w:rsidRDefault="00EF4EB3" w:rsidP="00197D1F">
      <w:pPr>
        <w:rPr>
          <w:sz w:val="2"/>
        </w:rPr>
      </w:pPr>
    </w:p>
    <w:p w:rsidR="00EF4EB3" w:rsidRDefault="00EF4EB3" w:rsidP="00197D1F">
      <w:pPr>
        <w:rPr>
          <w:sz w:val="2"/>
        </w:rPr>
      </w:pPr>
    </w:p>
    <w:p w:rsidR="00EF4EB3" w:rsidRDefault="00EF4EB3" w:rsidP="00197D1F">
      <w:r>
        <w:t>W każdym priorytecie wskazany został katalog działań, który wyznacza kluczowe, niezbędne kierunki zaangażowania władz samorządu, jednostek organizacyjnych Gminy oraz partnerów lokalnych. Nie jest katalogiem zamkniętym, więc jeżeli w trakcie wdrażania Strategii pojawią się jeszcze inne pomysły i zadania wpisujące się w jej cele, to również powinny zostać wzięte pod uwagę.</w:t>
      </w:r>
    </w:p>
    <w:p w:rsidR="00EF4EB3" w:rsidRDefault="00EF4EB3" w:rsidP="00197D1F">
      <w:pPr>
        <w:pStyle w:val="Heading2"/>
      </w:pPr>
      <w:bookmarkStart w:id="30" w:name="_Toc455144245"/>
      <w:r>
        <w:t>Priorytet 1. Prawidłowe funkcjonowanie rodzin</w:t>
      </w:r>
      <w:bookmarkEnd w:id="30"/>
    </w:p>
    <w:p w:rsidR="00EF4EB3" w:rsidRDefault="00EF4EB3" w:rsidP="00197D1F">
      <w:r>
        <w:rPr>
          <w:noProof/>
          <w:lang w:eastAsia="pl-PL"/>
        </w:rPr>
        <w:pict>
          <v:shape id="Pole tekstowe 35" o:spid="_x0000_s1028" type="#_x0000_t202" style="position:absolute;left:0;text-align:left;margin-left:.8pt;margin-top:254.5pt;width:452.25pt;height:130.25pt;z-index:251660288;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" strokecolor="#f4b083" strokeweight="1pt">
            <v:fill color2="#f7caac" focus="100%" type="gradient"/>
            <v:shadow on="t" color="#823b0b" opacity=".5" offset="1pt"/>
            <v:textbox style="mso-fit-shape-to-text:t">
              <w:txbxContent>
                <w:p w:rsidR="00EF4EB3" w:rsidRDefault="00EF4EB3" w:rsidP="00197D1F">
                  <w:pPr>
                    <w:ind w:left="426" w:hanging="426"/>
                    <w:jc w:val="center"/>
                    <w:rPr>
                      <w:b/>
                    </w:rPr>
                  </w:pPr>
                  <w:r>
                    <w:rPr>
                      <w:b/>
                    </w:rPr>
                    <w:t>1.3</w:t>
                  </w:r>
                  <w:r>
                    <w:rPr>
                      <w:b/>
                      <w:szCs w:val="24"/>
                    </w:rPr>
                    <w:t>. Wsparcie fizycznego, emocjonalnego i intelektualnego rozwoju dzieci i młodzieży.</w:t>
                  </w:r>
                </w:p>
              </w:txbxContent>
            </v:textbox>
            <w10:wrap type="square"/>
          </v:shape>
        </w:pict>
      </w:r>
      <w:r>
        <w:rPr>
          <w:noProof/>
          <w:lang w:eastAsia="pl-PL"/>
        </w:rPr>
        <w:pict>
          <v:shape id="Pole tekstowe 34" o:spid="_x0000_s1029" type="#_x0000_t202" style="position:absolute;left:0;text-align:left;margin-left:.8pt;margin-top:224.05pt;width:452.25pt;height:127.15pt;z-index:251661312;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" strokecolor="#f4b083" strokeweight="1pt">
            <v:fill color2="#f7caac" focus="100%" type="gradient"/>
            <v:shadow on="t" color="#823b0b" opacity=".5" offset="1pt"/>
            <v:textbox style="mso-fit-shape-to-text:t">
              <w:txbxContent>
                <w:p w:rsidR="00EF4EB3" w:rsidRDefault="00EF4EB3" w:rsidP="00197D1F">
                  <w:pPr>
                    <w:ind w:left="426" w:hanging="426"/>
                    <w:jc w:val="center"/>
                    <w:rPr>
                      <w:b/>
                    </w:rPr>
                  </w:pPr>
                  <w:r>
                    <w:rPr>
                      <w:b/>
                    </w:rPr>
                    <w:t>1.2</w:t>
                  </w:r>
                  <w:r>
                    <w:rPr>
                      <w:b/>
                      <w:szCs w:val="24"/>
                    </w:rPr>
                    <w:t>. Rozwój systemu wsparcia dla rodzin, w szczególności doświadczających trudności.</w:t>
                  </w:r>
                </w:p>
              </w:txbxContent>
            </v:textbox>
            <w10:wrap type="square"/>
          </v:shape>
        </w:pict>
      </w:r>
      <w:r>
        <w:rPr>
          <w:noProof/>
          <w:lang w:eastAsia="pl-PL"/>
        </w:rPr>
        <w:pict>
          <v:shape id="Pole tekstowe 33" o:spid="_x0000_s1030" type="#_x0000_t202" style="position:absolute;left:0;text-align:left;margin-left:.8pt;margin-top:193.3pt;width:452.25pt;height:127.15pt;z-index:251662336;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" strokecolor="#f4b083" strokeweight="1pt">
            <v:fill color2="#f7caac" focus="100%" type="gradient"/>
            <v:shadow on="t" color="#823b0b" opacity=".5" offset="1pt"/>
            <v:textbox style="mso-fit-shape-to-text:t">
              <w:txbxContent>
                <w:p w:rsidR="00EF4EB3" w:rsidRDefault="00EF4EB3" w:rsidP="00197D1F">
                  <w:pPr>
                    <w:ind w:left="426" w:hanging="426"/>
                    <w:jc w:val="center"/>
                    <w:rPr>
                      <w:b/>
                    </w:rPr>
                  </w:pPr>
                  <w:r>
                    <w:rPr>
                      <w:b/>
                    </w:rPr>
                    <w:t xml:space="preserve">1.1. </w:t>
                  </w:r>
                  <w:r>
                    <w:rPr>
                      <w:b/>
                      <w:szCs w:val="24"/>
                    </w:rPr>
                    <w:t>Zwiększenie kompetencji rodziców i opiekunów w zakresie opieki i wychowania.</w:t>
                  </w:r>
                </w:p>
              </w:txbxContent>
            </v:textbox>
            <w10:wrap type="square"/>
          </v:shape>
        </w:pict>
      </w:r>
      <w:r>
        <w:rPr>
          <w:noProof/>
          <w:lang w:eastAsia="pl-PL"/>
        </w:rPr>
        <w:pict>
          <v:shape id="Pole tekstowe 32" o:spid="_x0000_s1031" type="#_x0000_t202" style="position:absolute;left:0;text-align:left;margin-left:.25pt;margin-top:147.55pt;width:452.25pt;height:40.65pt;z-index:251663360;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" fillcolor="#f4b083" strokecolor="#ed7d31" strokeweight="1pt">
            <v:fill color2="#ed7d31" focus="50%" type="gradient"/>
            <v:shadow on="t" color="#823b0b" offset="1pt"/>
            <v:textbox>
              <w:txbxContent>
                <w:p w:rsidR="00EF4EB3" w:rsidRDefault="00EF4EB3" w:rsidP="00197D1F">
                  <w:pPr>
                    <w:jc w:val="center"/>
                    <w:rPr>
                      <w:b/>
                      <w:sz w:val="26"/>
                      <w:szCs w:val="26"/>
                    </w:rPr>
                  </w:pPr>
                  <w:r>
                    <w:rPr>
                      <w:b/>
                      <w:sz w:val="26"/>
                      <w:szCs w:val="26"/>
                    </w:rPr>
                    <w:t>Cel strategiczny 1. Wzmocnienie potencjału rodzin jako środowisk wychowawczych</w:t>
                  </w:r>
                </w:p>
              </w:txbxContent>
            </v:textbox>
            <w10:wrap type="square"/>
          </v:shape>
        </w:pict>
      </w:r>
      <w:r>
        <w:rPr>
          <w:b/>
        </w:rPr>
        <w:t>Wizja:</w:t>
      </w:r>
      <w:r>
        <w:t xml:space="preserve"> Rodziny zamieszkujące Gminę Lidzbark Warmiński prawidłowo wypełniają swoje funkcje, są samodzielne, zaradne i aktywne. Stanowią wartościowe środowisko wychowawcze. Ich członkowie w sposób świadomy kształtują relacje między sobą oraz </w:t>
      </w:r>
      <w:r>
        <w:br/>
        <w:t>z otoczeniem. Rodzice potrafią rozmawiać ze swoimi dziećmi, poświęcają im wystarczająco dużo czasu, a także dbają o ich rozwój fizyczny, intelektualny i społeczny. Relacje w rodzinie oparte są na szacunku, zaufaniu i szczerości, stanowiąc podstawę do pomnażania kapitału życiowego niezbędnego do wypełniania ról społecznych. Młodzież przygotowana jest do wyzwań dorosłego życia, przede wszystkim do efektywnego pełnienia ról rodzinnych, społecznych i zawodowych.</w:t>
      </w:r>
    </w:p>
    <w:p w:rsidR="00EF4EB3" w:rsidRDefault="00EF4EB3" w:rsidP="00197D1F"/>
    <w:p w:rsidR="00EF4EB3" w:rsidRDefault="00EF4EB3" w:rsidP="00197D1F">
      <w:pPr>
        <w:rPr>
          <w:b/>
        </w:rPr>
      </w:pPr>
      <w:r>
        <w:rPr>
          <w:b/>
        </w:rPr>
        <w:t>Kierunki działań:</w:t>
      </w:r>
    </w:p>
    <w:p w:rsidR="00EF4EB3" w:rsidRDefault="00EF4EB3" w:rsidP="00197D1F">
      <w:pPr>
        <w:numPr>
          <w:ilvl w:val="0"/>
          <w:numId w:val="30"/>
        </w:numPr>
      </w:pPr>
      <w:r>
        <w:t>Realizacja różnych form edukacji rodziców i opiekunów prawnych w postaci np. Szkoły dla rodziców, warsztatów świadomego rodzicielstwa, zajęć z wychowania bez przemocy, edukacji w zakresie opieki nad osobami niesamodzielnymi, coachingu rodzicielskiego, prelekcji, kampanii społecznych, spotkań i konsultacji ze specjalistami.</w:t>
      </w:r>
    </w:p>
    <w:p w:rsidR="00EF4EB3" w:rsidRDefault="00EF4EB3" w:rsidP="00197D1F">
      <w:pPr>
        <w:pStyle w:val="ListParagraph"/>
        <w:numPr>
          <w:ilvl w:val="0"/>
          <w:numId w:val="30"/>
        </w:numPr>
      </w:pPr>
      <w:r>
        <w:t>Zapewnienie wsparcia w postaci pracy socjalnej oraz asystentury rodzinnej rodzinom doświadczającym trudności w wypełnianiu podstawowych funkcji, zwłaszcza wielodzietnym, niepełnym oraz zagrożonym odebraniem dzieci i umieszczeniem w pieczy zastępczej.</w:t>
      </w:r>
    </w:p>
    <w:p w:rsidR="00EF4EB3" w:rsidRDefault="00EF4EB3" w:rsidP="00197D1F">
      <w:pPr>
        <w:numPr>
          <w:ilvl w:val="0"/>
          <w:numId w:val="30"/>
        </w:numPr>
        <w:rPr>
          <w:szCs w:val="24"/>
        </w:rPr>
      </w:pPr>
      <w:r>
        <w:rPr>
          <w:szCs w:val="24"/>
        </w:rPr>
        <w:t>Organizacja spotkań dla rodzin w formie grup wsparcia i grup samopomocowych mających na celu wymianę doświadczeń, integrację i edukację.</w:t>
      </w:r>
    </w:p>
    <w:p w:rsidR="00EF4EB3" w:rsidRDefault="00EF4EB3" w:rsidP="00197D1F">
      <w:pPr>
        <w:numPr>
          <w:ilvl w:val="0"/>
          <w:numId w:val="30"/>
        </w:numPr>
      </w:pPr>
      <w:r>
        <w:t>Wspieranie rodzin w rozwiązywaniu problemów poprzez poradnictwo specjalistyczne oraz przy pomocy metod bazujących na potencjale i zasobach tkwiących w tych rodzinach, takich jak mediacje, Terapia Skoncentrowana na Rozwiązaniach czy Konferencja Grupy Rodzinnej.</w:t>
      </w:r>
    </w:p>
    <w:p w:rsidR="00EF4EB3" w:rsidRDefault="00EF4EB3" w:rsidP="00197D1F">
      <w:pPr>
        <w:pStyle w:val="ListParagraph"/>
        <w:numPr>
          <w:ilvl w:val="0"/>
          <w:numId w:val="30"/>
        </w:numPr>
      </w:pPr>
      <w:r>
        <w:t xml:space="preserve">Rozwój sieci placówek wsparcia dziennego w formie opiekuńczej, specjalistycznej lub pracy podwórkowej (np. koła zainteresowań, kluby, świetlice środowiskowe </w:t>
      </w:r>
      <w:r>
        <w:br/>
        <w:t>i socjoterapeutyczne) oraz realizacja w ich ramach programów wspierających wychowawcze funkcje rodzin.</w:t>
      </w:r>
    </w:p>
    <w:p w:rsidR="00EF4EB3" w:rsidRDefault="00EF4EB3" w:rsidP="00197D1F">
      <w:pPr>
        <w:numPr>
          <w:ilvl w:val="0"/>
          <w:numId w:val="30"/>
        </w:numPr>
      </w:pPr>
      <w:r>
        <w:rPr>
          <w:szCs w:val="24"/>
        </w:rPr>
        <w:t xml:space="preserve">Realizacja zajęć pozalekcyjnych i pozaszkolnych w różnych formach (np. warsztatów, kółek, turniejów sportowych, wycieczek edukacyjnych) doskonalących wiedzę </w:t>
      </w:r>
      <w:r>
        <w:rPr>
          <w:szCs w:val="24"/>
        </w:rPr>
        <w:br/>
        <w:t>i umiejętności oraz rozwijających pasje i zainteresowania dzieci i młodzieży w powiązaniu z nabywaniem umiejętności osobistych i interpersonalnych.</w:t>
      </w:r>
    </w:p>
    <w:p w:rsidR="00EF4EB3" w:rsidRDefault="00EF4EB3" w:rsidP="00197D1F">
      <w:pPr>
        <w:numPr>
          <w:ilvl w:val="0"/>
          <w:numId w:val="30"/>
        </w:numPr>
      </w:pPr>
      <w:r>
        <w:rPr>
          <w:szCs w:val="24"/>
        </w:rPr>
        <w:t>Zintegrowanie działań na rzecz rodziny oraz dzieci i młodzieży poprzez stałą współpracę placówek oświatowo-wychowawczych, instytucji kultury, jednostek pomocy społecznej, służby zdrowia, policji, organizacji pozarządowych itp.</w:t>
      </w:r>
    </w:p>
    <w:p w:rsidR="00EF4EB3" w:rsidRDefault="00EF4EB3" w:rsidP="00197D1F">
      <w:pPr>
        <w:numPr>
          <w:ilvl w:val="0"/>
          <w:numId w:val="30"/>
        </w:numPr>
      </w:pPr>
      <w:r>
        <w:rPr>
          <w:szCs w:val="24"/>
        </w:rPr>
        <w:t xml:space="preserve">Pomoc w codziennym funkcjonowaniu rodzin poprzez świadczenia pieniężne, rzeczowe </w:t>
      </w:r>
      <w:r>
        <w:rPr>
          <w:szCs w:val="24"/>
        </w:rPr>
        <w:br/>
        <w:t>i w naturze oraz usługi, ze szczególnym uwzględnieniem pracy socjalnej, zapewnienia dzieciom posiłku oraz wsparcia asystenta rodziny.</w:t>
      </w:r>
    </w:p>
    <w:p w:rsidR="00EF4EB3" w:rsidRDefault="00EF4EB3" w:rsidP="00197D1F">
      <w:pPr>
        <w:ind w:left="340"/>
        <w:rPr>
          <w:sz w:val="12"/>
        </w:rPr>
      </w:pPr>
    </w:p>
    <w:p w:rsidR="00EF4EB3" w:rsidRDefault="00EF4EB3" w:rsidP="00197D1F">
      <w:pPr>
        <w:rPr>
          <w:b/>
        </w:rPr>
      </w:pPr>
      <w:r>
        <w:rPr>
          <w:b/>
        </w:rPr>
        <w:t xml:space="preserve">Okres realizacji: </w:t>
      </w:r>
      <w:r>
        <w:t>2017-2026 (działania ciągłe)</w:t>
      </w:r>
    </w:p>
    <w:p w:rsidR="00EF4EB3" w:rsidRDefault="00EF4EB3" w:rsidP="00197D1F">
      <w:pPr>
        <w:rPr>
          <w:b/>
          <w:sz w:val="12"/>
        </w:rPr>
      </w:pPr>
    </w:p>
    <w:p w:rsidR="00EF4EB3" w:rsidRDefault="00EF4EB3" w:rsidP="00197D1F">
      <w:pPr>
        <w:rPr>
          <w:b/>
        </w:rPr>
      </w:pPr>
      <w:r>
        <w:rPr>
          <w:b/>
        </w:rPr>
        <w:t>Wskaźniki monitoringu:</w:t>
      </w:r>
    </w:p>
    <w:p w:rsidR="00EF4EB3" w:rsidRDefault="00EF4EB3" w:rsidP="00197D1F">
      <w:pPr>
        <w:numPr>
          <w:ilvl w:val="0"/>
          <w:numId w:val="31"/>
        </w:numPr>
      </w:pPr>
      <w:r>
        <w:t>Liczba mieszkańców korzystających z pomocy społecznej z tytułu bezradności w sprawach opiekuńczo-wychowawczych i potrzeby ochrony macierzyństwa; liczba rodzin; liczba osób w rodzinach (źródło danych: GOPS).</w:t>
      </w:r>
    </w:p>
    <w:p w:rsidR="00EF4EB3" w:rsidRDefault="00EF4EB3" w:rsidP="00197D1F">
      <w:pPr>
        <w:numPr>
          <w:ilvl w:val="0"/>
          <w:numId w:val="31"/>
        </w:numPr>
      </w:pPr>
      <w:r>
        <w:t>Liczba zorganizowanych form edukacji rodziców i opiekunów (GOPS, UG, placówki oświatowe i in.).</w:t>
      </w:r>
    </w:p>
    <w:p w:rsidR="00EF4EB3" w:rsidRDefault="00EF4EB3" w:rsidP="00197D1F">
      <w:pPr>
        <w:numPr>
          <w:ilvl w:val="0"/>
          <w:numId w:val="31"/>
        </w:numPr>
      </w:pPr>
      <w:r>
        <w:t>Liczba rodzin i osób w rodzinach objętych pracą socjalną (GOPS).</w:t>
      </w:r>
    </w:p>
    <w:p w:rsidR="00EF4EB3" w:rsidRDefault="00EF4EB3" w:rsidP="00197D1F">
      <w:pPr>
        <w:numPr>
          <w:ilvl w:val="0"/>
          <w:numId w:val="31"/>
        </w:numPr>
      </w:pPr>
      <w:r>
        <w:t>Liczba rodzin i osób w rodzinach objętych pracą asystenta rodziny (GOPS).</w:t>
      </w:r>
    </w:p>
    <w:p w:rsidR="00EF4EB3" w:rsidRDefault="00EF4EB3" w:rsidP="00197D1F">
      <w:pPr>
        <w:numPr>
          <w:ilvl w:val="0"/>
          <w:numId w:val="31"/>
        </w:numPr>
      </w:pPr>
      <w:r>
        <w:t>Liczba rodzin i osób korzystających z poradnictwa specjalistycznego (GOPS, UG).</w:t>
      </w:r>
    </w:p>
    <w:p w:rsidR="00EF4EB3" w:rsidRDefault="00EF4EB3" w:rsidP="00197D1F">
      <w:pPr>
        <w:numPr>
          <w:ilvl w:val="0"/>
          <w:numId w:val="31"/>
        </w:numPr>
      </w:pPr>
      <w:r>
        <w:t>Liczba placówek wsparcia dziennego funkcjonujących na terenie Gminy; liczba uczestników (GOPS).</w:t>
      </w:r>
    </w:p>
    <w:p w:rsidR="00EF4EB3" w:rsidRDefault="00EF4EB3" w:rsidP="00197D1F">
      <w:pPr>
        <w:numPr>
          <w:ilvl w:val="0"/>
          <w:numId w:val="31"/>
        </w:numPr>
      </w:pPr>
      <w:r>
        <w:t>Liczba uczniów uczęszczających na zajęcia pozalekcyjne (placówki oświatowe).</w:t>
      </w:r>
    </w:p>
    <w:p w:rsidR="00EF4EB3" w:rsidRDefault="00EF4EB3" w:rsidP="00197D1F">
      <w:pPr>
        <w:rPr>
          <w:sz w:val="16"/>
        </w:rPr>
      </w:pPr>
    </w:p>
    <w:p w:rsidR="00EF4EB3" w:rsidRDefault="00EF4EB3" w:rsidP="00197D1F">
      <w:pPr>
        <w:pStyle w:val="Heading2"/>
      </w:pPr>
      <w:r>
        <w:rPr>
          <w:b w:val="0"/>
          <w:sz w:val="12"/>
        </w:rPr>
        <w:br w:type="page"/>
      </w:r>
      <w:bookmarkStart w:id="31" w:name="_Toc455144246"/>
      <w:r>
        <w:t xml:space="preserve">Priorytet 2. Włączenie społeczne osób starszych, niepełnosprawnych </w:t>
      </w:r>
      <w:r>
        <w:br/>
        <w:t>i chorujących</w:t>
      </w:r>
      <w:bookmarkEnd w:id="31"/>
    </w:p>
    <w:p w:rsidR="00EF4EB3" w:rsidRDefault="00EF4EB3" w:rsidP="00197D1F">
      <w:r>
        <w:rPr>
          <w:noProof/>
          <w:lang w:eastAsia="pl-PL"/>
        </w:rPr>
        <w:pict>
          <v:shape id="Pole tekstowe 31" o:spid="_x0000_s1032" type="#_x0000_t202" style="position:absolute;left:0;text-align:left;margin-left:.25pt;margin-top:271.9pt;width:456.15pt;height:37.1pt;z-index:251664384;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" strokecolor="#9cc2e5" strokeweight="1pt">
            <v:fill color2="#bdd6ee" focus="100%" type="gradient"/>
            <v:shadow on="t" color="#1f4d78" opacity=".5" offset="1pt"/>
            <v:textbox>
              <w:txbxContent>
                <w:p w:rsidR="00EF4EB3" w:rsidRDefault="00EF4EB3" w:rsidP="00197D1F">
                  <w:pPr>
                    <w:ind w:left="426" w:hanging="426"/>
                    <w:jc w:val="center"/>
                    <w:rPr>
                      <w:b/>
                    </w:rPr>
                  </w:pPr>
                  <w:r>
                    <w:rPr>
                      <w:b/>
                    </w:rPr>
                    <w:t xml:space="preserve">2.3. Wzmocnienie integracji osób starszych, niepełnosprawnych i chorujących </w:t>
                  </w:r>
                  <w:r>
                    <w:rPr>
                      <w:b/>
                    </w:rPr>
                    <w:br/>
                    <w:t>z lokalnym środowiskiem.</w:t>
                  </w:r>
                </w:p>
              </w:txbxContent>
            </v:textbox>
            <w10:wrap type="square"/>
          </v:shape>
        </w:pict>
      </w:r>
      <w:r>
        <w:rPr>
          <w:noProof/>
          <w:lang w:eastAsia="pl-PL"/>
        </w:rPr>
        <w:pict>
          <v:shape id="Pole tekstowe 30" o:spid="_x0000_s1033" type="#_x0000_t202" style="position:absolute;left:0;text-align:left;margin-left:.25pt;margin-top:227.25pt;width:456.15pt;height:39.35pt;z-index:251665408;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" strokecolor="#9cc2e5" strokeweight="1pt">
            <v:fill color2="#bdd6ee" focus="100%" type="gradient"/>
            <v:shadow on="t" color="#1f4d78" opacity=".5" offset="1pt"/>
            <v:textbox>
              <w:txbxContent>
                <w:p w:rsidR="00EF4EB3" w:rsidRDefault="00EF4EB3" w:rsidP="00197D1F">
                  <w:pPr>
                    <w:ind w:left="426" w:hanging="426"/>
                    <w:jc w:val="center"/>
                    <w:rPr>
                      <w:b/>
                    </w:rPr>
                  </w:pPr>
                  <w:r>
                    <w:rPr>
                      <w:b/>
                    </w:rPr>
                    <w:t xml:space="preserve">2.2. Zwiększenie aktywności osób starszych, niepełnosprawnych i chorujących </w:t>
                  </w:r>
                  <w:r>
                    <w:rPr>
                      <w:b/>
                    </w:rPr>
                    <w:br/>
                    <w:t>w różnych sferach życia.</w:t>
                  </w:r>
                </w:p>
              </w:txbxContent>
            </v:textbox>
            <w10:wrap type="square"/>
          </v:shape>
        </w:pict>
      </w:r>
      <w:r>
        <w:rPr>
          <w:noProof/>
          <w:lang w:eastAsia="pl-PL"/>
        </w:rPr>
        <w:pict>
          <v:shape id="Pole tekstowe 29" o:spid="_x0000_s1034" type="#_x0000_t202" style="position:absolute;left:0;text-align:left;margin-left:.25pt;margin-top:134.5pt;width:453.75pt;height:47.4pt;z-index:251666432;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" fillcolor="#5b9bd5" strokecolor="#f2f2f2" strokeweight="3pt">
            <v:shadow on="t" color="#1f4d78" opacity=".5" offset="1pt"/>
            <v:textbox>
              <w:txbxContent>
                <w:p w:rsidR="00EF4EB3" w:rsidRDefault="00EF4EB3" w:rsidP="00197D1F">
                  <w:pPr>
                    <w:jc w:val="center"/>
                    <w:rPr>
                      <w:b/>
                      <w:sz w:val="26"/>
                      <w:szCs w:val="26"/>
                    </w:rPr>
                  </w:pPr>
                  <w:r>
                    <w:rPr>
                      <w:b/>
                      <w:sz w:val="26"/>
                      <w:szCs w:val="26"/>
                    </w:rPr>
                    <w:t xml:space="preserve">Cel strategiczny 2. Kreowanie warunków sprzyjających samodzielności </w:t>
                  </w:r>
                  <w:r>
                    <w:rPr>
                      <w:b/>
                      <w:sz w:val="26"/>
                      <w:szCs w:val="26"/>
                    </w:rPr>
                    <w:br/>
                    <w:t>i aktywności osób starszych, niepełnosprawnych oraz chorujących</w:t>
                  </w:r>
                </w:p>
              </w:txbxContent>
            </v:textbox>
            <w10:wrap type="square"/>
          </v:shape>
        </w:pict>
      </w:r>
      <w:r>
        <w:rPr>
          <w:noProof/>
          <w:lang w:eastAsia="pl-PL"/>
        </w:rPr>
        <w:pict>
          <v:shape id="Pole tekstowe 28" o:spid="_x0000_s1035" type="#_x0000_t202" style="position:absolute;left:0;text-align:left;margin-left:.25pt;margin-top:185.65pt;width:456.15pt;height:37.1pt;z-index:251667456;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" strokecolor="#9cc2e5" strokeweight="1pt">
            <v:fill color2="#bdd6ee" focus="100%" type="gradient"/>
            <v:shadow on="t" color="#1f4d78" opacity=".5" offset="1pt"/>
            <v:textbox>
              <w:txbxContent>
                <w:p w:rsidR="00EF4EB3" w:rsidRDefault="00EF4EB3" w:rsidP="00197D1F">
                  <w:pPr>
                    <w:ind w:left="426" w:hanging="426"/>
                    <w:jc w:val="center"/>
                    <w:rPr>
                      <w:b/>
                    </w:rPr>
                  </w:pPr>
                  <w:r>
                    <w:rPr>
                      <w:b/>
                    </w:rPr>
                    <w:t xml:space="preserve">2.1. </w:t>
                  </w:r>
                  <w:r>
                    <w:rPr>
                      <w:b/>
                      <w:szCs w:val="24"/>
                    </w:rPr>
                    <w:t>Poprawa dostępu osób o ograniczonej samodzielności do wysokiej jakości form opieki oraz wsparcia</w:t>
                  </w:r>
                  <w:r>
                    <w:rPr>
                      <w:szCs w:val="24"/>
                    </w:rPr>
                    <w:t>.</w:t>
                  </w:r>
                </w:p>
              </w:txbxContent>
            </v:textbox>
            <w10:wrap type="square"/>
          </v:shape>
        </w:pict>
      </w:r>
      <w:r>
        <w:rPr>
          <w:b/>
        </w:rPr>
        <w:t xml:space="preserve">Wizja: </w:t>
      </w:r>
      <w:r>
        <w:t xml:space="preserve">Starość, niepełnosprawność i zmagania z przewlekłą chorobą w Gminie Lidzbark Warmiński postrzegane są przez pryzmat godności, zdrowia i aktywności. Osoby starsze, niepełnosprawne i chorujące żyją w godnych warunkach, mają zapewnione wsparcie oraz możliwość podejmowania aktywności zawodowej i edukacyjnej. Dzieląc się swoją wiedzą </w:t>
      </w:r>
      <w:r>
        <w:br/>
        <w:t>i doświadczeniami mogą udzielać się społecznie, wykazywać inicjatywę oraz realizować swoje pasje. Osoby, którym stan zdrowia nie pozwala na podejmowanie aktywności – zwłaszcza ciężko i przewlekle chorujące – żyją w godnych warunkach i mają zapewnioną opiekę i wsparcie oraz wykazują się aktywnością w takim stopniu, na jaki pozwala im stan zdrowia.</w:t>
      </w:r>
    </w:p>
    <w:p w:rsidR="00EF4EB3" w:rsidRDefault="00EF4EB3" w:rsidP="00197D1F">
      <w:pPr>
        <w:rPr>
          <w:b/>
        </w:rPr>
      </w:pPr>
    </w:p>
    <w:p w:rsidR="00EF4EB3" w:rsidRDefault="00EF4EB3" w:rsidP="00197D1F">
      <w:pPr>
        <w:rPr>
          <w:b/>
        </w:rPr>
      </w:pPr>
      <w:r>
        <w:rPr>
          <w:b/>
        </w:rPr>
        <w:t>Kierunki działań:</w:t>
      </w:r>
    </w:p>
    <w:p w:rsidR="00EF4EB3" w:rsidRDefault="00EF4EB3" w:rsidP="00197D1F">
      <w:pPr>
        <w:pStyle w:val="ListParagraph"/>
        <w:numPr>
          <w:ilvl w:val="0"/>
          <w:numId w:val="32"/>
        </w:numPr>
        <w:rPr>
          <w:szCs w:val="24"/>
        </w:rPr>
      </w:pPr>
      <w:r>
        <w:rPr>
          <w:szCs w:val="24"/>
        </w:rPr>
        <w:t xml:space="preserve">Organizacja </w:t>
      </w:r>
      <w:r>
        <w:t>wysokiej jakości usług opiekuńczych, w tym specjalistycznych, umożliwiających</w:t>
      </w:r>
      <w:r>
        <w:rPr>
          <w:szCs w:val="24"/>
        </w:rPr>
        <w:t xml:space="preserve"> </w:t>
      </w:r>
      <w:r>
        <w:t>dłuższe pozostanie w lokalnym środowisku</w:t>
      </w:r>
      <w:r>
        <w:rPr>
          <w:szCs w:val="24"/>
        </w:rPr>
        <w:t xml:space="preserve"> osobom o ograniczonej sprawności.</w:t>
      </w:r>
    </w:p>
    <w:p w:rsidR="00EF4EB3" w:rsidRDefault="00EF4EB3" w:rsidP="00197D1F">
      <w:pPr>
        <w:pStyle w:val="ListParagraph"/>
        <w:numPr>
          <w:ilvl w:val="0"/>
          <w:numId w:val="32"/>
        </w:numPr>
        <w:rPr>
          <w:szCs w:val="24"/>
        </w:rPr>
      </w:pPr>
      <w:r>
        <w:t xml:space="preserve">Rozwój instytucjonalnych form opieki i wsparcia dla osób starszych, niepełnosprawnych </w:t>
      </w:r>
      <w:r>
        <w:br/>
        <w:t>i przewlekle chorujących (</w:t>
      </w:r>
      <w:r>
        <w:rPr>
          <w:szCs w:val="24"/>
        </w:rPr>
        <w:t xml:space="preserve">w szczególności ośrodków dziennego pobytu, klubów seniora, rodzinnych domów pomocy oraz chronionych form mieszkalnictwa), </w:t>
      </w:r>
      <w:r>
        <w:t>zapewniających pomoc w zaspokajaniu niezbędnych potrzeb życiowych, a także stymulujących intelektualną, psychiczną i fizyczną sprawność.</w:t>
      </w:r>
    </w:p>
    <w:p w:rsidR="00EF4EB3" w:rsidRDefault="00EF4EB3" w:rsidP="00197D1F">
      <w:pPr>
        <w:pStyle w:val="ListParagraph"/>
        <w:numPr>
          <w:ilvl w:val="0"/>
          <w:numId w:val="32"/>
        </w:numPr>
      </w:pPr>
      <w:r>
        <w:t>Realizacja różnorodnych form aktywności społecznej, edukacyjnej, kulturalnej i sportowej osób starszych i niepełnosprawnych, takich jak np. kursy i szkolenia umożliwiające nabywanie kompetencji z zakresu obsługi komputera i Internetu; spotkania i pogadanki dotyczące zagrożeń dla bezpieczeństwa fizycznego i materialnego; zajęcia rozwijające pasje i zainteresowania uczestników; wycieczki autokarowe, piesze, rowerowe.</w:t>
      </w:r>
    </w:p>
    <w:p w:rsidR="00EF4EB3" w:rsidRDefault="00EF4EB3" w:rsidP="00197D1F">
      <w:pPr>
        <w:numPr>
          <w:ilvl w:val="0"/>
          <w:numId w:val="32"/>
        </w:numPr>
        <w:rPr>
          <w:szCs w:val="24"/>
        </w:rPr>
      </w:pPr>
      <w:r>
        <w:rPr>
          <w:szCs w:val="24"/>
        </w:rPr>
        <w:t xml:space="preserve">Realizacja kampanii, akcji i imprez służących integracji oraz przełamywaniu stereotypów dotyczących osób starszych, niepełnosprawnych i chorujących wśród społeczeństwa, </w:t>
      </w:r>
      <w:r>
        <w:rPr>
          <w:szCs w:val="24"/>
        </w:rPr>
        <w:br/>
        <w:t xml:space="preserve">w tym m.in. </w:t>
      </w:r>
      <w:r>
        <w:t>promujących wartości uczestnictwa osób starszych w kultywowaniu i rozpowszechnianiu lokalnych tradycji.</w:t>
      </w:r>
    </w:p>
    <w:p w:rsidR="00EF4EB3" w:rsidRDefault="00EF4EB3" w:rsidP="00197D1F">
      <w:pPr>
        <w:numPr>
          <w:ilvl w:val="0"/>
          <w:numId w:val="32"/>
        </w:numPr>
      </w:pPr>
      <w:r>
        <w:rPr>
          <w:szCs w:val="24"/>
        </w:rPr>
        <w:t>Rozwój pomocy sąsiedzkiej oraz wolontariatu (w tym międzypokoleniowego) na rzecz osób w podeszłym wieku, niepełnosprawnych i przewlekle chorych, zwłaszcza samotnych i ubogich, a także podejmowanie działań służących włączaniu ich w inicjatywy wolontariackie.</w:t>
      </w:r>
    </w:p>
    <w:p w:rsidR="00EF4EB3" w:rsidRDefault="00EF4EB3" w:rsidP="00197D1F">
      <w:pPr>
        <w:numPr>
          <w:ilvl w:val="0"/>
          <w:numId w:val="32"/>
        </w:numPr>
      </w:pPr>
      <w:r>
        <w:rPr>
          <w:szCs w:val="24"/>
        </w:rPr>
        <w:t>Likwidacja barier architektonicznych, komunikacyjnych oraz transportowych utrudniających osobom niepełnosprawnym poruszanie się w przestrzeni publicznej oraz w miejscu zamieszkania.</w:t>
      </w:r>
    </w:p>
    <w:p w:rsidR="00EF4EB3" w:rsidRDefault="00EF4EB3" w:rsidP="00197D1F">
      <w:pPr>
        <w:rPr>
          <w:sz w:val="12"/>
        </w:rPr>
      </w:pPr>
    </w:p>
    <w:p w:rsidR="00EF4EB3" w:rsidRDefault="00EF4EB3" w:rsidP="00197D1F">
      <w:pPr>
        <w:rPr>
          <w:b/>
        </w:rPr>
      </w:pPr>
      <w:r>
        <w:rPr>
          <w:b/>
        </w:rPr>
        <w:t xml:space="preserve">Okres realizacji: </w:t>
      </w:r>
      <w:r>
        <w:t>2017-2026 (działania ciągłe)</w:t>
      </w:r>
    </w:p>
    <w:p w:rsidR="00EF4EB3" w:rsidRDefault="00EF4EB3" w:rsidP="00197D1F">
      <w:pPr>
        <w:rPr>
          <w:b/>
          <w:sz w:val="12"/>
        </w:rPr>
      </w:pPr>
    </w:p>
    <w:p w:rsidR="00EF4EB3" w:rsidRDefault="00EF4EB3" w:rsidP="00197D1F">
      <w:pPr>
        <w:rPr>
          <w:b/>
        </w:rPr>
      </w:pPr>
      <w:r>
        <w:rPr>
          <w:b/>
        </w:rPr>
        <w:t>Wskaźniki monitoringu:</w:t>
      </w:r>
    </w:p>
    <w:p w:rsidR="00EF4EB3" w:rsidRDefault="00EF4EB3" w:rsidP="00197D1F">
      <w:pPr>
        <w:numPr>
          <w:ilvl w:val="0"/>
          <w:numId w:val="33"/>
        </w:numPr>
      </w:pPr>
      <w:r>
        <w:t xml:space="preserve">Liczba świadczeniobiorców pomocy społecznej w wieku poprodukcyjnym i ich odsetek </w:t>
      </w:r>
      <w:r>
        <w:br/>
        <w:t>w strukturze (GOPS).</w:t>
      </w:r>
    </w:p>
    <w:p w:rsidR="00EF4EB3" w:rsidRDefault="00EF4EB3" w:rsidP="00197D1F">
      <w:pPr>
        <w:numPr>
          <w:ilvl w:val="0"/>
          <w:numId w:val="33"/>
        </w:numPr>
      </w:pPr>
      <w:r>
        <w:t>Liczba mieszkańców korzystających z pomocy społecznej z tytułu niepełnosprawności, długotrwałej lub ciężkiej choroby; liczba rodzin; liczba osób w rodzinach (GOPS).</w:t>
      </w:r>
    </w:p>
    <w:p w:rsidR="00EF4EB3" w:rsidRDefault="00EF4EB3" w:rsidP="00197D1F">
      <w:pPr>
        <w:numPr>
          <w:ilvl w:val="0"/>
          <w:numId w:val="33"/>
        </w:numPr>
      </w:pPr>
      <w:r>
        <w:t>Liczba osób korzystających z usług opiekuńczych, w tym specjalistycznych, w miejscu zamieszkania (GOPS).</w:t>
      </w:r>
    </w:p>
    <w:p w:rsidR="00EF4EB3" w:rsidRDefault="00EF4EB3" w:rsidP="00197D1F">
      <w:pPr>
        <w:numPr>
          <w:ilvl w:val="0"/>
          <w:numId w:val="33"/>
        </w:numPr>
      </w:pPr>
      <w:r>
        <w:t>Liczba zorganizowanych form aktywności osób starszych, niepełnosprawnych i przewlekle chorujących (GOPS, UG, instytucje kultury i in.).</w:t>
      </w:r>
    </w:p>
    <w:p w:rsidR="00EF4EB3" w:rsidRDefault="00EF4EB3" w:rsidP="00197D1F">
      <w:pPr>
        <w:numPr>
          <w:ilvl w:val="0"/>
          <w:numId w:val="33"/>
        </w:numPr>
      </w:pPr>
      <w:r>
        <w:t>Liczba zrealizowanych kampanii, akcji i imprez służących integracji ze środowiskiem lokalnym (GOPS, UG, instytucje kultury, placówki oświatowe i in.).</w:t>
      </w:r>
    </w:p>
    <w:p w:rsidR="00EF4EB3" w:rsidRDefault="00EF4EB3" w:rsidP="00197D1F">
      <w:pPr>
        <w:numPr>
          <w:ilvl w:val="0"/>
          <w:numId w:val="33"/>
        </w:numPr>
      </w:pPr>
      <w:r>
        <w:t>Liczba osób starszych, niepełnosprawnych i chorujących zaangażowanych w wolontariat oraz objętych pomocą wolontariuszy (GOPS, UG i in.).</w:t>
      </w:r>
    </w:p>
    <w:p w:rsidR="00EF4EB3" w:rsidRDefault="00EF4EB3" w:rsidP="00197D1F">
      <w:pPr>
        <w:numPr>
          <w:ilvl w:val="0"/>
          <w:numId w:val="33"/>
        </w:numPr>
      </w:pPr>
      <w:r>
        <w:t>Liczba obiektów, w których zlikwidowano bariery (GOPS, UG i in.).</w:t>
      </w:r>
    </w:p>
    <w:p w:rsidR="00EF4EB3" w:rsidRDefault="00EF4EB3" w:rsidP="00197D1F"/>
    <w:p w:rsidR="00EF4EB3" w:rsidRDefault="00EF4EB3" w:rsidP="00197D1F">
      <w:pPr>
        <w:pStyle w:val="Heading2"/>
      </w:pPr>
      <w:r>
        <w:rPr>
          <w:b w:val="0"/>
        </w:rPr>
        <w:br w:type="page"/>
      </w:r>
      <w:bookmarkStart w:id="32" w:name="_Toc455144247"/>
      <w:r>
        <w:t>Priorytet 3. Przeciwdziałanie ubóstwu i problemom mieszkaniowym</w:t>
      </w:r>
      <w:bookmarkEnd w:id="32"/>
    </w:p>
    <w:p w:rsidR="00EF4EB3" w:rsidRDefault="00EF4EB3" w:rsidP="00197D1F">
      <w:r>
        <w:rPr>
          <w:noProof/>
          <w:lang w:eastAsia="pl-PL"/>
        </w:rPr>
        <w:pict>
          <v:shape id="Pole tekstowe 27" o:spid="_x0000_s1036" type="#_x0000_t202" style="position:absolute;left:0;text-align:left;margin-left:-3.5pt;margin-top:239.8pt;width:456.15pt;height:37.1pt;z-index:251668480;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" strokecolor="#a8d08d" strokeweight="1pt">
            <v:fill color2="#c5e0b3" focus="100%" type="gradient"/>
            <v:shadow on="t" color="#375623" opacity=".5" offset="1pt"/>
            <v:textbox>
              <w:txbxContent>
                <w:p w:rsidR="00EF4EB3" w:rsidRDefault="00EF4EB3" w:rsidP="00197D1F">
                  <w:pPr>
                    <w:ind w:left="426" w:hanging="426"/>
                    <w:jc w:val="center"/>
                    <w:rPr>
                      <w:b/>
                    </w:rPr>
                  </w:pPr>
                  <w:r>
                    <w:rPr>
                      <w:b/>
                    </w:rPr>
                    <w:t>3.2. Zapewnienie najbardziej potrzebującym osobom i rodzinom dostępu do podstawowych dóbr i zasobów.</w:t>
                  </w:r>
                </w:p>
              </w:txbxContent>
            </v:textbox>
            <w10:wrap type="square"/>
          </v:shape>
        </w:pict>
      </w:r>
      <w:r>
        <w:rPr>
          <w:noProof/>
          <w:lang w:eastAsia="pl-PL"/>
        </w:rPr>
        <w:pict>
          <v:shape id="Pole tekstowe 26" o:spid="_x0000_s1037" type="#_x0000_t202" style="position:absolute;left:0;text-align:left;margin-left:-3.5pt;margin-top:198.55pt;width:456.15pt;height:37.1pt;z-index:251669504;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" strokecolor="#a8d08d" strokeweight="1pt">
            <v:fill color2="#c5e0b3" focus="100%" type="gradient"/>
            <v:shadow on="t" color="#375623" opacity=".5" offset="1pt"/>
            <v:textbox>
              <w:txbxContent>
                <w:p w:rsidR="00EF4EB3" w:rsidRDefault="00EF4EB3" w:rsidP="00197D1F">
                  <w:pPr>
                    <w:ind w:left="426" w:hanging="426"/>
                    <w:jc w:val="center"/>
                    <w:rPr>
                      <w:b/>
                    </w:rPr>
                  </w:pPr>
                  <w:r>
                    <w:rPr>
                      <w:b/>
                    </w:rPr>
                    <w:t xml:space="preserve">3.1. Rozwijanie kompetencji mieszkańców sprzyjających aktywności, samodzielności </w:t>
                  </w:r>
                  <w:r>
                    <w:rPr>
                      <w:b/>
                    </w:rPr>
                    <w:br/>
                    <w:t>i zaradności życiowej.</w:t>
                  </w:r>
                </w:p>
              </w:txbxContent>
            </v:textbox>
            <w10:wrap type="square"/>
          </v:shape>
        </w:pict>
      </w:r>
      <w:r>
        <w:rPr>
          <w:noProof/>
          <w:lang w:eastAsia="pl-PL"/>
        </w:rPr>
        <w:pict>
          <v:shape id="Pole tekstowe 25" o:spid="_x0000_s1038" type="#_x0000_t202" style="position:absolute;left:0;text-align:left;margin-left:-3.5pt;margin-top:148.65pt;width:453.75pt;height:47.4pt;z-index:251670528;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" fillcolor="#70ad47" strokecolor="#f2f2f2" strokeweight="3pt">
            <v:shadow on="t" color="#375623" opacity=".5" offset="1pt"/>
            <v:textbox>
              <w:txbxContent>
                <w:p w:rsidR="00EF4EB3" w:rsidRDefault="00EF4EB3" w:rsidP="00197D1F">
                  <w:pPr>
                    <w:jc w:val="center"/>
                    <w:rPr>
                      <w:b/>
                      <w:sz w:val="26"/>
                      <w:szCs w:val="26"/>
                    </w:rPr>
                  </w:pPr>
                  <w:r>
                    <w:rPr>
                      <w:b/>
                      <w:sz w:val="26"/>
                      <w:szCs w:val="26"/>
                    </w:rPr>
                    <w:t xml:space="preserve">Cel strategiczny 3. Zwiększenie poczucia bezpieczeństwa materialnego </w:t>
                  </w:r>
                  <w:r>
                    <w:rPr>
                      <w:b/>
                      <w:sz w:val="26"/>
                      <w:szCs w:val="26"/>
                    </w:rPr>
                    <w:br/>
                    <w:t>i mieszkaniowego osób i rodzin zagrożonych wykluczeniem społecznym.</w:t>
                  </w:r>
                </w:p>
              </w:txbxContent>
            </v:textbox>
            <w10:wrap type="square"/>
          </v:shape>
        </w:pict>
      </w:r>
      <w:r>
        <w:rPr>
          <w:noProof/>
          <w:lang w:eastAsia="pl-PL"/>
        </w:rPr>
        <w:pict>
          <v:shape id="Pole tekstowe 24" o:spid="_x0000_s1039" type="#_x0000_t202" style="position:absolute;left:0;text-align:left;margin-left:-3.5pt;margin-top:278.4pt;width:456.15pt;height:28.85pt;z-index:251671552;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" strokecolor="#a8d08d" strokeweight="1pt">
            <v:fill color2="#c5e0b3" focus="100%" type="gradient"/>
            <v:shadow on="t" color="#375623" opacity=".5" offset="1pt"/>
            <v:textbox>
              <w:txbxContent>
                <w:p w:rsidR="00EF4EB3" w:rsidRDefault="00EF4EB3" w:rsidP="00197D1F">
                  <w:pPr>
                    <w:ind w:left="426" w:hanging="426"/>
                    <w:jc w:val="center"/>
                    <w:rPr>
                      <w:b/>
                    </w:rPr>
                  </w:pPr>
                  <w:r>
                    <w:rPr>
                      <w:b/>
                    </w:rPr>
                    <w:t>3.2. Kreowanie warunków sprzyjających zwiększeniu bezpieczeństwa mieszkaniowego.</w:t>
                  </w:r>
                </w:p>
              </w:txbxContent>
            </v:textbox>
            <w10:wrap type="square"/>
          </v:shape>
        </w:pict>
      </w:r>
      <w:r>
        <w:rPr>
          <w:b/>
        </w:rPr>
        <w:t xml:space="preserve">Wizja: </w:t>
      </w:r>
      <w:r>
        <w:t xml:space="preserve">Mieszkańcy Gminy Lidzbark Warmiński charakteryzują się dużą zaradnością życiową, wyrażającą się w samodzielności, zapobiegliwości, przedsiębiorczości i kreatywności. Potrafią i chcą brać odpowiedzialność za siebie i własne życie, a także za jakość życia swoich najbliższych. Dzięki zaradnej postawie posiadają dostateczne warunki materialne do zaspokojenia podstawowych potrzeb, takich jak mieszkanie, wyżywienie i ubranie, co przekłada się na wysokie poczucie bezpieczeństwa materialnego i finansowego. Mieszkańcy żyją w godnych warunkach mieszkaniowych, mają również zapewnione wsparcie </w:t>
      </w:r>
      <w:r>
        <w:br/>
        <w:t>w przypadku wystąpienia trudności życiowych, mogących powodować zagrożenie ubóstwem i bezdomnością.</w:t>
      </w:r>
    </w:p>
    <w:p w:rsidR="00EF4EB3" w:rsidRDefault="00EF4EB3" w:rsidP="00197D1F"/>
    <w:p w:rsidR="00EF4EB3" w:rsidRDefault="00EF4EB3" w:rsidP="00197D1F">
      <w:pPr>
        <w:rPr>
          <w:b/>
        </w:rPr>
      </w:pPr>
      <w:r>
        <w:rPr>
          <w:b/>
        </w:rPr>
        <w:t>Kierunki działań:</w:t>
      </w:r>
    </w:p>
    <w:p w:rsidR="00EF4EB3" w:rsidRDefault="00EF4EB3" w:rsidP="00197D1F">
      <w:pPr>
        <w:pStyle w:val="ListParagraph"/>
        <w:numPr>
          <w:ilvl w:val="0"/>
          <w:numId w:val="34"/>
        </w:numPr>
      </w:pPr>
      <w:r>
        <w:t>Działania edukacyjne (np. kursy, szkolenia, warsztaty), służące rozwijaniu kapitału życiowego mieszkańców, m.in. w zakresie skutecznego działania, automotywacji, kreatywnego rozwiązywania problemów, prowadzenia gospodarstwa domowego oraz planowania i racjonalizacji wydatków.</w:t>
      </w:r>
    </w:p>
    <w:p w:rsidR="00EF4EB3" w:rsidRDefault="00EF4EB3" w:rsidP="00197D1F">
      <w:pPr>
        <w:pStyle w:val="ListParagraph"/>
        <w:numPr>
          <w:ilvl w:val="0"/>
          <w:numId w:val="34"/>
        </w:numPr>
      </w:pPr>
      <w:r>
        <w:t>Udzielanie pomocy finansowej i rzeczowej osobom i rodzinom znajdującym się w trudnej sytuacji materialnej, w tym również w formie schronienia, posiłku i niezbędnego ubrania osobom tego pozbawionym, dożywiania dzieci, pracy socjalnej i poradnictwa specjalistycznego.</w:t>
      </w:r>
    </w:p>
    <w:p w:rsidR="00EF4EB3" w:rsidRDefault="00EF4EB3" w:rsidP="00197D1F">
      <w:pPr>
        <w:pStyle w:val="ListParagraph"/>
        <w:numPr>
          <w:ilvl w:val="0"/>
          <w:numId w:val="34"/>
        </w:numPr>
      </w:pPr>
      <w:r>
        <w:t xml:space="preserve">Realizacja kompleksowych działań wspierających powrót do naturalnego życia społecznego osób z niego wyizolowanych, zwłaszcza osób doświadczających trudności </w:t>
      </w:r>
      <w:r>
        <w:br/>
        <w:t>w przystosowaniu się po długotrwałym pobycie w zakładzie karnym oraz osób bezdomnych – poprzez pracę socjalną, pomoc w załatwieniu spraw socjalno-bytowych oraz zapewnieniu odpowiednich warunków mieszkaniowych, działalność Zespołu Interdyscyplinarnego ds. przeciwdziałania przemocy w rodzinie.</w:t>
      </w:r>
    </w:p>
    <w:p w:rsidR="00EF4EB3" w:rsidRDefault="00EF4EB3" w:rsidP="00197D1F">
      <w:pPr>
        <w:pStyle w:val="ListParagraph"/>
        <w:numPr>
          <w:ilvl w:val="0"/>
          <w:numId w:val="34"/>
        </w:numPr>
      </w:pPr>
      <w:r>
        <w:t xml:space="preserve">Tworzenie i rozwój bazy noclegowej dla osób bezdomnych w postaci np. noclegowni, schronisk, ogrzewalni oraz działania informacyjne skierowane do osób bezdomnych </w:t>
      </w:r>
      <w:r>
        <w:br/>
        <w:t>o miejscach, w których mogą otrzymać pomoc.</w:t>
      </w:r>
    </w:p>
    <w:p w:rsidR="00EF4EB3" w:rsidRDefault="00EF4EB3" w:rsidP="00197D1F">
      <w:pPr>
        <w:pStyle w:val="ListParagraph"/>
        <w:numPr>
          <w:ilvl w:val="0"/>
          <w:numId w:val="34"/>
        </w:numPr>
      </w:pPr>
      <w:r>
        <w:t xml:space="preserve">Realizacja programów w zakresie prewencji przed utratą mieszkania, zadłużeniem czynszowym, eksmisją i bezdomnością. </w:t>
      </w:r>
    </w:p>
    <w:p w:rsidR="00EF4EB3" w:rsidRDefault="00EF4EB3" w:rsidP="00197D1F">
      <w:pPr>
        <w:pStyle w:val="ListParagraph"/>
        <w:numPr>
          <w:ilvl w:val="0"/>
          <w:numId w:val="34"/>
        </w:numPr>
      </w:pPr>
      <w:r>
        <w:t>Wspieranie rozwoju różnych form mieszkalnictwa chronionego (np. mieszkania treningowe, rówieśnicze, terapeutyczne) i budownictwa społecznego.</w:t>
      </w:r>
    </w:p>
    <w:p w:rsidR="00EF4EB3" w:rsidRDefault="00EF4EB3" w:rsidP="00197D1F">
      <w:pPr>
        <w:pStyle w:val="ListParagraph"/>
        <w:numPr>
          <w:ilvl w:val="0"/>
          <w:numId w:val="34"/>
        </w:numPr>
      </w:pPr>
      <w:r>
        <w:t>Współpraca z PUP, PCPR, służbą kuratorską i innymi podmiotami w zakresie m.in. wdrażania indywidualnych programów wsparcia służących usamodzielnianiu wychowanków pieczy zastępczej, wychodzeniu z bezdomności, a także integracji osób opuszczających zakłady karne i cudzoziemców.</w:t>
      </w:r>
    </w:p>
    <w:p w:rsidR="00EF4EB3" w:rsidRDefault="00EF4EB3" w:rsidP="00197D1F">
      <w:pPr>
        <w:pStyle w:val="ListParagraph"/>
        <w:ind w:left="0"/>
        <w:rPr>
          <w:sz w:val="12"/>
        </w:rPr>
      </w:pPr>
    </w:p>
    <w:p w:rsidR="00EF4EB3" w:rsidRDefault="00EF4EB3" w:rsidP="00197D1F">
      <w:pPr>
        <w:rPr>
          <w:b/>
        </w:rPr>
      </w:pPr>
      <w:r>
        <w:rPr>
          <w:b/>
        </w:rPr>
        <w:t xml:space="preserve">Okres realizacji: </w:t>
      </w:r>
      <w:r>
        <w:t>2017-2026 (działania ciągłe)</w:t>
      </w:r>
    </w:p>
    <w:p w:rsidR="00EF4EB3" w:rsidRDefault="00EF4EB3" w:rsidP="00197D1F">
      <w:pPr>
        <w:rPr>
          <w:b/>
          <w:sz w:val="12"/>
        </w:rPr>
      </w:pPr>
    </w:p>
    <w:p w:rsidR="00EF4EB3" w:rsidRDefault="00EF4EB3" w:rsidP="00197D1F">
      <w:pPr>
        <w:rPr>
          <w:b/>
        </w:rPr>
      </w:pPr>
      <w:r>
        <w:rPr>
          <w:b/>
        </w:rPr>
        <w:t>Wskaźniki monitoringu:</w:t>
      </w:r>
    </w:p>
    <w:p w:rsidR="00EF4EB3" w:rsidRDefault="00EF4EB3" w:rsidP="00197D1F">
      <w:pPr>
        <w:numPr>
          <w:ilvl w:val="0"/>
          <w:numId w:val="35"/>
        </w:numPr>
      </w:pPr>
      <w:r>
        <w:t>Liczba osób korzystających z pomocy społecznej z tytułu ubóstwa, bezdomności oraz trudności w przystosowaniu do życia po opuszczeniu zakładu karnego; liczba rodzin; liczba osób w rodzinach (GOPS).</w:t>
      </w:r>
    </w:p>
    <w:p w:rsidR="00EF4EB3" w:rsidRDefault="00EF4EB3" w:rsidP="00197D1F">
      <w:pPr>
        <w:numPr>
          <w:ilvl w:val="0"/>
          <w:numId w:val="35"/>
        </w:numPr>
      </w:pPr>
      <w:r>
        <w:t>Liczba osób otrzymujących z pomocy społecznej świadczenia pieniężne i/lub niepieniężne, w tym m.in. w postaci zasiłków, schronienia, posiłku (GOPS).</w:t>
      </w:r>
    </w:p>
    <w:p w:rsidR="00EF4EB3" w:rsidRDefault="00EF4EB3" w:rsidP="00197D1F">
      <w:pPr>
        <w:numPr>
          <w:ilvl w:val="0"/>
          <w:numId w:val="35"/>
        </w:numPr>
      </w:pPr>
      <w:r>
        <w:t>Liczba placówek i miejsc w bazie noclegowej dla osób bezdomnych (GOPS, UG).</w:t>
      </w:r>
    </w:p>
    <w:p w:rsidR="00EF4EB3" w:rsidRDefault="00EF4EB3" w:rsidP="00197D1F">
      <w:pPr>
        <w:numPr>
          <w:ilvl w:val="0"/>
          <w:numId w:val="35"/>
        </w:numPr>
      </w:pPr>
      <w:r>
        <w:t>Liczba zrealizowanych programów w zakresie prewencji przed utratą mieszkania, zadłużeniem czynszowym eksmisją i bezdomnością (GOPS).</w:t>
      </w:r>
    </w:p>
    <w:p w:rsidR="00EF4EB3" w:rsidRDefault="00EF4EB3" w:rsidP="00197D1F">
      <w:pPr>
        <w:numPr>
          <w:ilvl w:val="0"/>
          <w:numId w:val="35"/>
        </w:numPr>
      </w:pPr>
      <w:r>
        <w:t>Liczba utworzonych mieszkań chronionych (GOPS i in.)</w:t>
      </w:r>
    </w:p>
    <w:p w:rsidR="00EF4EB3" w:rsidRDefault="00EF4EB3" w:rsidP="00197D1F">
      <w:pPr>
        <w:numPr>
          <w:ilvl w:val="0"/>
          <w:numId w:val="35"/>
        </w:numPr>
      </w:pPr>
      <w:r>
        <w:t>Liczba mieszkań komunalnych oraz mieszkań (lokali) socjalnych w zasobie gminy (UG).</w:t>
      </w:r>
    </w:p>
    <w:p w:rsidR="00EF4EB3" w:rsidRDefault="00EF4EB3" w:rsidP="00197D1F"/>
    <w:p w:rsidR="00EF4EB3" w:rsidRDefault="00EF4EB3" w:rsidP="00197D1F">
      <w:pPr>
        <w:pStyle w:val="Heading2"/>
      </w:pPr>
      <w:r>
        <w:rPr>
          <w:b w:val="0"/>
        </w:rPr>
        <w:br w:type="page"/>
      </w:r>
      <w:bookmarkStart w:id="33" w:name="_Toc455144248"/>
      <w:r>
        <w:t>Priorytet 4. Przedsiębiorczy i aktywni zawodowo mieszkańcy</w:t>
      </w:r>
      <w:bookmarkEnd w:id="33"/>
    </w:p>
    <w:p w:rsidR="00EF4EB3" w:rsidRDefault="00EF4EB3" w:rsidP="00197D1F">
      <w:r>
        <w:rPr>
          <w:noProof/>
          <w:lang w:eastAsia="pl-PL"/>
        </w:rPr>
        <w:pict>
          <v:shape id="Pole tekstowe 23" o:spid="_x0000_s1040" type="#_x0000_t202" style="position:absolute;left:0;text-align:left;margin-left:1.15pt;margin-top:148.25pt;width:449.1pt;height:47.4pt;z-index:251672576;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" fillcolor="#ffc000" strokecolor="#f2f2f2" strokeweight="3pt">
            <v:shadow on="t" color="#7f5f00" opacity=".5" offset="1pt"/>
            <v:textbox>
              <w:txbxContent>
                <w:p w:rsidR="00EF4EB3" w:rsidRDefault="00EF4EB3" w:rsidP="00197D1F">
                  <w:pPr>
                    <w:jc w:val="center"/>
                    <w:rPr>
                      <w:b/>
                      <w:sz w:val="26"/>
                      <w:szCs w:val="26"/>
                    </w:rPr>
                  </w:pPr>
                  <w:r>
                    <w:rPr>
                      <w:b/>
                      <w:sz w:val="26"/>
                      <w:szCs w:val="26"/>
                    </w:rPr>
                    <w:t xml:space="preserve">Cel strategiczny 4. Poprawa zdolności mieszkańców do zatrudnienia </w:t>
                  </w:r>
                  <w:r>
                    <w:rPr>
                      <w:b/>
                      <w:sz w:val="26"/>
                      <w:szCs w:val="26"/>
                    </w:rPr>
                    <w:br/>
                    <w:t>i podejmowania działalności gospodarczej.</w:t>
                  </w:r>
                </w:p>
              </w:txbxContent>
            </v:textbox>
            <w10:wrap type="square"/>
          </v:shape>
        </w:pict>
      </w:r>
      <w:r>
        <w:rPr>
          <w:noProof/>
          <w:lang w:eastAsia="pl-PL"/>
        </w:rPr>
        <w:pict>
          <v:shape id="Pole tekstowe 22" o:spid="_x0000_s1041" type="#_x0000_t202" style="position:absolute;left:0;text-align:left;margin-left:.25pt;margin-top:284.9pt;width:452.25pt;height:36.35pt;z-index:251673600;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" strokecolor="#ffd966" strokeweight="1pt">
            <v:fill color2="#ffe599" focus="100%" type="gradient"/>
            <v:shadow on="t" color="#7f5f00" opacity=".5" offset="1pt"/>
            <v:textbox>
              <w:txbxContent>
                <w:p w:rsidR="00EF4EB3" w:rsidRDefault="00EF4EB3" w:rsidP="00197D1F">
                  <w:pPr>
                    <w:ind w:left="426" w:hanging="426"/>
                    <w:jc w:val="center"/>
                    <w:rPr>
                      <w:b/>
                    </w:rPr>
                  </w:pPr>
                  <w:r>
                    <w:rPr>
                      <w:b/>
                    </w:rPr>
                    <w:t>4.3. Zwiększanie potencjału lokalnej gospodarki do tworzenia wysokiej jakości miejsc pracy, w tym w sektorze ekonomii społecznej.</w:t>
                  </w:r>
                </w:p>
              </w:txbxContent>
            </v:textbox>
            <w10:wrap type="square"/>
          </v:shape>
        </w:pict>
      </w:r>
      <w:r>
        <w:rPr>
          <w:noProof/>
          <w:lang w:eastAsia="pl-PL"/>
        </w:rPr>
        <w:pict>
          <v:shape id="Pole tekstowe 21" o:spid="_x0000_s1042" type="#_x0000_t202" style="position:absolute;left:0;text-align:left;margin-left:.25pt;margin-top:240.25pt;width:450.9pt;height:40pt;z-index:251674624;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" strokecolor="#ffd966" strokeweight="1pt">
            <v:fill color2="#ffe599" focus="100%" type="gradient"/>
            <v:shadow on="t" color="#7f5f00" opacity=".5" offset="1pt"/>
            <v:textbox>
              <w:txbxContent>
                <w:p w:rsidR="00EF4EB3" w:rsidRDefault="00EF4EB3" w:rsidP="00197D1F">
                  <w:pPr>
                    <w:ind w:left="426" w:hanging="426"/>
                    <w:jc w:val="center"/>
                    <w:rPr>
                      <w:b/>
                    </w:rPr>
                  </w:pPr>
                  <w:r>
                    <w:rPr>
                      <w:b/>
                    </w:rPr>
                    <w:t>4.2. Kreowanie warunków sprzyjających aktywizacji osób w szczególnie trudnej sytuacji na rynku pracy.</w:t>
                  </w:r>
                </w:p>
              </w:txbxContent>
            </v:textbox>
            <w10:wrap type="square"/>
          </v:shape>
        </w:pict>
      </w:r>
      <w:r>
        <w:rPr>
          <w:noProof/>
          <w:lang w:eastAsia="pl-PL"/>
        </w:rPr>
        <w:pict>
          <v:shape id="Pole tekstowe 20" o:spid="_x0000_s1043" type="#_x0000_t202" style="position:absolute;left:0;text-align:left;margin-left:2.05pt;margin-top:206.15pt;width:449.1pt;height:28.85pt;z-index:251675648;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" strokecolor="#ffd966" strokeweight="1pt">
            <v:fill color2="#ffe599" focus="100%" type="gradient"/>
            <v:shadow on="t" color="#7f5f00" opacity=".5" offset="1pt"/>
            <v:textbox>
              <w:txbxContent>
                <w:p w:rsidR="00EF4EB3" w:rsidRDefault="00EF4EB3" w:rsidP="00197D1F">
                  <w:pPr>
                    <w:ind w:left="426" w:hanging="426"/>
                    <w:jc w:val="center"/>
                    <w:rPr>
                      <w:b/>
                    </w:rPr>
                  </w:pPr>
                  <w:r>
                    <w:rPr>
                      <w:b/>
                    </w:rPr>
                    <w:t>4.1. Wzmacnianie kompetencji mieszkańców sprzyjających aktywności zawodowej.</w:t>
                  </w:r>
                </w:p>
              </w:txbxContent>
            </v:textbox>
            <w10:wrap type="square"/>
          </v:shape>
        </w:pict>
      </w:r>
      <w:r>
        <w:rPr>
          <w:b/>
        </w:rPr>
        <w:t xml:space="preserve">Wizja: </w:t>
      </w:r>
      <w:r>
        <w:t xml:space="preserve">Aktywność zawodowa odgrywa istotną rolę w społeczeństwie Gminy Lidzbark Warmiński. Praca w godnych warunkach pozwala mieszkańcom nie tylko na utrzymanie swoich rodzin, ale także na rozwój osobisty. Mają oni silną motywację do podejmowania zatrudnienia bądź zakładania własnych firm, a także do ustawicznego podnoszenia swoich kwalifikacji. Potrafią przełamywać bariery i pokonywać trudności, które utrudniają im aktywność zawodową – samodzielnie bądź przy wsparciu rodzin oraz instytucji rynku pracy </w:t>
      </w:r>
      <w:r>
        <w:br/>
        <w:t xml:space="preserve">i pomocy społecznej. Młodzi ludzie planują swoją przyszłość zawodową, wybierając szkoły </w:t>
      </w:r>
      <w:r>
        <w:br/>
        <w:t xml:space="preserve">i studia, które ułatwią im znalezienie pracy. Osoby i grupy defaworyzowane otrzymują wsparcie, dzięki któremu mogą przełamywać bariery utrudniające im podjęcie zatrudnienia. </w:t>
      </w:r>
    </w:p>
    <w:p w:rsidR="00EF4EB3" w:rsidRDefault="00EF4EB3" w:rsidP="00197D1F">
      <w:pPr>
        <w:rPr>
          <w:b/>
        </w:rPr>
      </w:pPr>
    </w:p>
    <w:p w:rsidR="00EF4EB3" w:rsidRDefault="00EF4EB3" w:rsidP="00197D1F">
      <w:pPr>
        <w:rPr>
          <w:b/>
        </w:rPr>
      </w:pPr>
      <w:r>
        <w:rPr>
          <w:b/>
        </w:rPr>
        <w:t>Kierunki działań:</w:t>
      </w:r>
    </w:p>
    <w:p w:rsidR="00EF4EB3" w:rsidRDefault="00EF4EB3" w:rsidP="00197D1F">
      <w:pPr>
        <w:pStyle w:val="ListParagraph"/>
        <w:numPr>
          <w:ilvl w:val="0"/>
          <w:numId w:val="36"/>
        </w:numPr>
        <w:ind w:left="284" w:hanging="284"/>
      </w:pPr>
      <w:r>
        <w:t xml:space="preserve">Współpraca z Powiatowym Urzędem Pracy i innymi instytucjami rynku pracy w zakresie realizacji programów aktywizacji zawodowej osób bezrobotnych, poszukujących pracy </w:t>
      </w:r>
      <w:r>
        <w:br/>
        <w:t>i nieaktywnych zawodowo, skierowanych przede wszystkim do osób i grup w szczególnej sytuacji na rynku pracy, obejmujących m.in.:</w:t>
      </w:r>
    </w:p>
    <w:p w:rsidR="00EF4EB3" w:rsidRDefault="00EF4EB3" w:rsidP="00197D1F">
      <w:pPr>
        <w:pStyle w:val="ListParagraph"/>
        <w:numPr>
          <w:ilvl w:val="0"/>
          <w:numId w:val="37"/>
        </w:numPr>
      </w:pPr>
      <w:r>
        <w:t xml:space="preserve">wsparcie przez doradców zawodowych, pośredników pracy, psychologów, coachów </w:t>
      </w:r>
      <w:r>
        <w:br/>
        <w:t>i innych specjalistów w zakresie wyboru i planowania ścieżki zawodowej, technik aktywnego poszukiwania pracy;</w:t>
      </w:r>
    </w:p>
    <w:p w:rsidR="00EF4EB3" w:rsidRDefault="00EF4EB3" w:rsidP="00197D1F">
      <w:pPr>
        <w:pStyle w:val="ListParagraph"/>
        <w:numPr>
          <w:ilvl w:val="0"/>
          <w:numId w:val="37"/>
        </w:numPr>
      </w:pPr>
      <w:r>
        <w:t>kursy zawodowe, szkolenia oraz formy przygotowania zawodowego dorosłych skierowane do osób o niskich bądź zdezaktualizowanych kwalifikacjach, uwzględniające potrzeby lokalnego i regionalnego rynku pracy;</w:t>
      </w:r>
    </w:p>
    <w:p w:rsidR="00EF4EB3" w:rsidRDefault="00EF4EB3" w:rsidP="00197D1F">
      <w:pPr>
        <w:pStyle w:val="ListParagraph"/>
        <w:numPr>
          <w:ilvl w:val="0"/>
          <w:numId w:val="37"/>
        </w:numPr>
      </w:pPr>
      <w:r>
        <w:t>staże, praktyki i subsydiowane formy zatrudnienia u lokalnych pracodawców, zwłaszcza dla osób nie posiadających doświadczenia zawodowego;</w:t>
      </w:r>
    </w:p>
    <w:p w:rsidR="00EF4EB3" w:rsidRDefault="00EF4EB3" w:rsidP="00197D1F">
      <w:pPr>
        <w:numPr>
          <w:ilvl w:val="0"/>
          <w:numId w:val="36"/>
        </w:numPr>
        <w:ind w:left="284" w:hanging="284"/>
      </w:pPr>
      <w:r>
        <w:t>Organizacja doradztwa zawodowego w szkołach w postaci np. punktów doradztwa zawodowego i punktów planowania kariery, wspierających podejmowanie wyborów dotyczących dalszej ścieżki kształcenia i kariery zawodowej.</w:t>
      </w:r>
    </w:p>
    <w:p w:rsidR="00EF4EB3" w:rsidRDefault="00EF4EB3" w:rsidP="00197D1F">
      <w:pPr>
        <w:numPr>
          <w:ilvl w:val="0"/>
          <w:numId w:val="36"/>
        </w:numPr>
        <w:ind w:left="284" w:hanging="284"/>
        <w:rPr>
          <w:szCs w:val="24"/>
        </w:rPr>
      </w:pPr>
      <w:r>
        <w:rPr>
          <w:szCs w:val="24"/>
        </w:rPr>
        <w:t xml:space="preserve">Zwiększanie dostępności zatrudnienia socjalnego dla osób wykluczonych społecznie </w:t>
      </w:r>
      <w:r>
        <w:rPr>
          <w:szCs w:val="24"/>
        </w:rPr>
        <w:br/>
        <w:t xml:space="preserve">(w szczególności osób niepełnosprawnych, chorujących psychicznie, uzależnionych od substancji psychoaktywnych, opuszczających zakłady karne), realizowanego m.in. </w:t>
      </w:r>
      <w:r>
        <w:rPr>
          <w:szCs w:val="24"/>
        </w:rPr>
        <w:br/>
        <w:t>w formie zajęć reintegracji społeczno-zawodowej lub zatrudnienia wspieranego.</w:t>
      </w:r>
    </w:p>
    <w:p w:rsidR="00EF4EB3" w:rsidRDefault="00EF4EB3" w:rsidP="00197D1F">
      <w:pPr>
        <w:numPr>
          <w:ilvl w:val="0"/>
          <w:numId w:val="36"/>
        </w:numPr>
        <w:ind w:left="284" w:hanging="284"/>
      </w:pPr>
      <w:r>
        <w:t xml:space="preserve">Rozwój usług opieki nad dziećmi w żłobkach, przedszkolach, klubach dziecięcych lub </w:t>
      </w:r>
      <w:r>
        <w:br/>
        <w:t>u dziennych opiekunów, ułatwiających powrót lub wejście na rynek pracy po okresie opieki nad dziećmi.</w:t>
      </w:r>
    </w:p>
    <w:p w:rsidR="00EF4EB3" w:rsidRDefault="00EF4EB3" w:rsidP="00197D1F">
      <w:pPr>
        <w:pStyle w:val="ListParagraph"/>
        <w:numPr>
          <w:ilvl w:val="0"/>
          <w:numId w:val="36"/>
        </w:numPr>
        <w:ind w:left="284" w:hanging="284"/>
      </w:pPr>
      <w:r>
        <w:rPr>
          <w:szCs w:val="24"/>
        </w:rPr>
        <w:t>Wsparcie finansowe (dotacje, pożyczki, poręczenia) połączone z usługami szkoleniowo-doradczymi dla osób podejmujących samozatrudnienie w formie jednoosobowej działalności gospodarczej albo spółdzielni socjalnej.</w:t>
      </w:r>
    </w:p>
    <w:p w:rsidR="00EF4EB3" w:rsidRDefault="00EF4EB3" w:rsidP="00197D1F">
      <w:pPr>
        <w:numPr>
          <w:ilvl w:val="0"/>
          <w:numId w:val="36"/>
        </w:numPr>
        <w:ind w:left="284" w:hanging="284"/>
      </w:pPr>
      <w:r>
        <w:t xml:space="preserve">Upowszechnianie różnych form i instrumentów ekonomii społecznej, w tym m.in. </w:t>
      </w:r>
      <w:r>
        <w:br/>
        <w:t>w kontekście zatrudnienia osób defaworyzowanych na rynku pracy oraz koncepcji wsi tematycznych wykorzystujących zasoby przyrodnicze, kulturowe i społeczne gminy.</w:t>
      </w:r>
    </w:p>
    <w:p w:rsidR="00EF4EB3" w:rsidRDefault="00EF4EB3" w:rsidP="00197D1F">
      <w:pPr>
        <w:pStyle w:val="ListParagraph"/>
        <w:ind w:left="0"/>
        <w:rPr>
          <w:sz w:val="12"/>
        </w:rPr>
      </w:pPr>
    </w:p>
    <w:p w:rsidR="00EF4EB3" w:rsidRDefault="00EF4EB3" w:rsidP="00197D1F">
      <w:pPr>
        <w:rPr>
          <w:b/>
        </w:rPr>
      </w:pPr>
      <w:r>
        <w:rPr>
          <w:b/>
        </w:rPr>
        <w:t xml:space="preserve">Okres realizacji: </w:t>
      </w:r>
      <w:r>
        <w:t>2017-2026 (działania ciągłe)</w:t>
      </w:r>
    </w:p>
    <w:p w:rsidR="00EF4EB3" w:rsidRDefault="00EF4EB3" w:rsidP="00197D1F">
      <w:pPr>
        <w:rPr>
          <w:b/>
          <w:sz w:val="12"/>
        </w:rPr>
      </w:pPr>
    </w:p>
    <w:p w:rsidR="00EF4EB3" w:rsidRDefault="00EF4EB3" w:rsidP="00197D1F">
      <w:pPr>
        <w:rPr>
          <w:b/>
        </w:rPr>
      </w:pPr>
      <w:r>
        <w:rPr>
          <w:b/>
        </w:rPr>
        <w:t>Wskaźniki monitoringu:</w:t>
      </w:r>
    </w:p>
    <w:p w:rsidR="00EF4EB3" w:rsidRDefault="00EF4EB3" w:rsidP="00197D1F">
      <w:pPr>
        <w:numPr>
          <w:ilvl w:val="0"/>
          <w:numId w:val="38"/>
        </w:numPr>
      </w:pPr>
      <w:r>
        <w:t>Liczba osób korzystających z pomocy społecznej z tytułu bezrobocia; liczba rodzin; liczba osób w rodzinach (GOPS).</w:t>
      </w:r>
    </w:p>
    <w:p w:rsidR="00EF4EB3" w:rsidRDefault="00EF4EB3" w:rsidP="00197D1F">
      <w:pPr>
        <w:numPr>
          <w:ilvl w:val="0"/>
          <w:numId w:val="38"/>
        </w:numPr>
      </w:pPr>
      <w:r>
        <w:t>Liczba bezrobotnych z terenu Gminy, w tym m.in. kobiety, osoby niepełnosprawne, długotrwale bezrobotni, bezrobotni do 30 roku życia i powyżej 50 lat (PUP).</w:t>
      </w:r>
    </w:p>
    <w:p w:rsidR="00EF4EB3" w:rsidRDefault="00EF4EB3" w:rsidP="00197D1F">
      <w:pPr>
        <w:numPr>
          <w:ilvl w:val="0"/>
          <w:numId w:val="38"/>
        </w:numPr>
      </w:pPr>
      <w:r>
        <w:t>Liczba bezrobotnych z terenu Gminy, którzy wzięli udział w różnych formach aktywizacji zawodowej (PUP).</w:t>
      </w:r>
    </w:p>
    <w:p w:rsidR="00EF4EB3" w:rsidRDefault="00EF4EB3" w:rsidP="00197D1F">
      <w:pPr>
        <w:numPr>
          <w:ilvl w:val="0"/>
          <w:numId w:val="38"/>
        </w:numPr>
      </w:pPr>
      <w:r>
        <w:t>Liczba bezrobotnych z terenu Gminy, którzy podjęli pracę niesubsydiowaną (PUP).</w:t>
      </w:r>
    </w:p>
    <w:p w:rsidR="00EF4EB3" w:rsidRDefault="00EF4EB3" w:rsidP="00197D1F">
      <w:pPr>
        <w:numPr>
          <w:ilvl w:val="0"/>
          <w:numId w:val="38"/>
        </w:numPr>
      </w:pPr>
      <w:r>
        <w:t>Liczba zorganizowanych w szkołach punktów doradztwa zawodowego (szkoły).</w:t>
      </w:r>
    </w:p>
    <w:p w:rsidR="00EF4EB3" w:rsidRDefault="00EF4EB3" w:rsidP="00197D1F">
      <w:pPr>
        <w:numPr>
          <w:ilvl w:val="0"/>
          <w:numId w:val="38"/>
        </w:numPr>
      </w:pPr>
      <w:r>
        <w:t>Liczba dzieci do 6 roku życia objętych opieką i wychowaniem w placówkach (UG).</w:t>
      </w:r>
    </w:p>
    <w:p w:rsidR="00EF4EB3" w:rsidRDefault="00EF4EB3" w:rsidP="00197D1F">
      <w:pPr>
        <w:numPr>
          <w:ilvl w:val="0"/>
          <w:numId w:val="38"/>
        </w:numPr>
      </w:pPr>
      <w:r>
        <w:t>Liczba bezrobotnych, którzy otrzymali wsparcie finansowe dla osób podejmujących samozatrudnienie (PUP).</w:t>
      </w:r>
    </w:p>
    <w:p w:rsidR="00EF4EB3" w:rsidRDefault="00EF4EB3" w:rsidP="00197D1F">
      <w:pPr>
        <w:numPr>
          <w:ilvl w:val="0"/>
          <w:numId w:val="38"/>
        </w:numPr>
      </w:pPr>
      <w:r>
        <w:t>Liczba nowoutworzonych podmiotów ekonomii społecznej/liczba miejsc pracy w tych podmiotach (PUP).</w:t>
      </w:r>
    </w:p>
    <w:p w:rsidR="00EF4EB3" w:rsidRDefault="00EF4EB3" w:rsidP="00197D1F"/>
    <w:p w:rsidR="00EF4EB3" w:rsidRDefault="00EF4EB3" w:rsidP="00197D1F">
      <w:pPr>
        <w:pStyle w:val="Heading2"/>
      </w:pPr>
      <w:r>
        <w:rPr>
          <w:b w:val="0"/>
        </w:rPr>
        <w:br w:type="page"/>
      </w:r>
      <w:bookmarkStart w:id="34" w:name="_Toc455144249"/>
      <w:r>
        <w:t>Priorytet 5. Przeciwdziałanie i ograniczanie skali dysfunkcji społecznych</w:t>
      </w:r>
      <w:bookmarkEnd w:id="34"/>
    </w:p>
    <w:p w:rsidR="00EF4EB3" w:rsidRDefault="00EF4EB3" w:rsidP="00197D1F">
      <w:r>
        <w:rPr>
          <w:noProof/>
          <w:lang w:eastAsia="pl-PL"/>
        </w:rPr>
        <w:pict>
          <v:shape id="Pole tekstowe 19" o:spid="_x0000_s1044" type="#_x0000_t202" style="position:absolute;left:0;text-align:left;margin-left:.25pt;margin-top:224.4pt;width:450.9pt;height:39.35pt;z-index:251676672;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" strokecolor="#c9c9c9" strokeweight="1pt">
            <v:fill color2="#dbdbdb" focus="100%" type="gradient"/>
            <v:shadow on="t" color="#525252" opacity=".5" offset="1pt"/>
            <v:textbox>
              <w:txbxContent>
                <w:p w:rsidR="00EF4EB3" w:rsidRDefault="00EF4EB3" w:rsidP="00197D1F">
                  <w:pPr>
                    <w:ind w:left="426" w:hanging="426"/>
                    <w:jc w:val="center"/>
                    <w:rPr>
                      <w:b/>
                    </w:rPr>
                  </w:pPr>
                  <w:r>
                    <w:rPr>
                      <w:b/>
                    </w:rPr>
                    <w:t>5.2. Zapewnienie osobom i rodzinom doświadczającym dysfunkcji lub nimi zagrożonym dostępu do bezpośredniego, specjalistycznego wsparcia.</w:t>
                  </w:r>
                </w:p>
              </w:txbxContent>
            </v:textbox>
            <w10:wrap type="square"/>
          </v:shape>
        </w:pict>
      </w:r>
      <w:r>
        <w:rPr>
          <w:noProof/>
          <w:lang w:eastAsia="pl-PL"/>
        </w:rPr>
        <w:pict>
          <v:shape id="Pole tekstowe 18" o:spid="_x0000_s1045" type="#_x0000_t202" style="position:absolute;left:0;text-align:left;margin-left:.25pt;margin-top:183.55pt;width:450.9pt;height:36.35pt;z-index:251677696;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" strokecolor="#c9c9c9" strokeweight="1pt">
            <v:fill color2="#dbdbdb" focus="100%" type="gradient"/>
            <v:shadow on="t" color="#525252" opacity=".5" offset="1pt"/>
            <v:textbox>
              <w:txbxContent>
                <w:p w:rsidR="00EF4EB3" w:rsidRDefault="00EF4EB3" w:rsidP="00197D1F">
                  <w:pPr>
                    <w:ind w:left="426" w:hanging="426"/>
                    <w:jc w:val="center"/>
                    <w:rPr>
                      <w:b/>
                    </w:rPr>
                  </w:pPr>
                  <w:r>
                    <w:rPr>
                      <w:b/>
                    </w:rPr>
                    <w:t>5.1. Zwiększenie świadomości i wrażliwości społecznej w obszarze zjawisk dysfunkcyjnych</w:t>
                  </w:r>
                  <w:r>
                    <w:t>.</w:t>
                  </w:r>
                </w:p>
              </w:txbxContent>
            </v:textbox>
            <w10:wrap type="square"/>
          </v:shape>
        </w:pict>
      </w:r>
      <w:r>
        <w:rPr>
          <w:noProof/>
          <w:lang w:eastAsia="pl-PL"/>
        </w:rPr>
        <w:pict>
          <v:shape id="Pole tekstowe 17" o:spid="_x0000_s1046" type="#_x0000_t202" style="position:absolute;left:0;text-align:left;margin-left:1.75pt;margin-top:117.15pt;width:448.5pt;height:59.4pt;z-index:251678720;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" fillcolor="#a5a5a5" strokecolor="#f2f2f2" strokeweight="3pt">
            <v:shadow on="t" color="#525252" opacity=".5" offset="1pt"/>
            <v:textbox>
              <w:txbxContent>
                <w:p w:rsidR="00EF4EB3" w:rsidRDefault="00EF4EB3" w:rsidP="00197D1F">
                  <w:pPr>
                    <w:jc w:val="center"/>
                    <w:rPr>
                      <w:b/>
                      <w:sz w:val="26"/>
                      <w:szCs w:val="26"/>
                    </w:rPr>
                  </w:pPr>
                  <w:r>
                    <w:rPr>
                      <w:b/>
                      <w:sz w:val="26"/>
                      <w:szCs w:val="26"/>
                    </w:rPr>
                    <w:t>Cel strategiczny 5. Wzmocnienie mieszkańców w zapobieganiu problemom związanych z przemocą, uzależnieniami, przestępczością i innymi dysfunkcjami oraz w skutecznym ich rozwiązywaniu.</w:t>
                  </w:r>
                </w:p>
              </w:txbxContent>
            </v:textbox>
            <w10:wrap type="square"/>
          </v:shape>
        </w:pict>
      </w:r>
      <w:r>
        <w:rPr>
          <w:b/>
        </w:rPr>
        <w:t xml:space="preserve">Wizja: </w:t>
      </w:r>
      <w:r>
        <w:t>Mieszkańcy Gminy Lidzbark Warmiński mają wysoki poziom świadomości w kwestii, jak ich wybory wpływają na ich zdrowie, życie i rodzinę. Zarówno młodzież, jak i dorośli nie poddają się łatwo presji otoczenia i podchodzą do życia w sposób odpowiedzialny. Dzięki temu uzależnienia, przemoc i przestępczość nie stanowią dla nich sposobu ucieczki przed problemami, nie są powodem do dumy ani też do drogą do sukcesu. Osoby, których słaba wola i mnogość trudności życiowych nie pozwoliły ustrzec siebie i swoich rodzin przed dysfunkcjami, mogą liczyć na profesjonalną pomoc i wsparcie.</w:t>
      </w:r>
    </w:p>
    <w:p w:rsidR="00EF4EB3" w:rsidRDefault="00EF4EB3" w:rsidP="00197D1F"/>
    <w:p w:rsidR="00EF4EB3" w:rsidRDefault="00EF4EB3" w:rsidP="00197D1F">
      <w:pPr>
        <w:rPr>
          <w:b/>
        </w:rPr>
      </w:pPr>
      <w:r>
        <w:rPr>
          <w:b/>
        </w:rPr>
        <w:t>Kierunki działań:</w:t>
      </w:r>
    </w:p>
    <w:p w:rsidR="00EF4EB3" w:rsidRDefault="00EF4EB3" w:rsidP="00197D1F">
      <w:pPr>
        <w:pStyle w:val="ListParagraph"/>
        <w:numPr>
          <w:ilvl w:val="0"/>
          <w:numId w:val="39"/>
        </w:numPr>
        <w:ind w:left="357" w:hanging="357"/>
      </w:pPr>
      <w:r>
        <w:rPr>
          <w:szCs w:val="24"/>
        </w:rPr>
        <w:t>Inicjowanie i realizacja akcji, kampanii społecznych oraz innych działań o charakterze edukacyjnym i informacyjnym, służących podnoszeniu wiedzy oraz kształtowaniu odpowiednich postaw społecznych, w szczególności w zakresie zdrowia, problematyki uzależnień, bezpieczeństwa publicznego.</w:t>
      </w:r>
    </w:p>
    <w:p w:rsidR="00EF4EB3" w:rsidRDefault="00EF4EB3" w:rsidP="00197D1F">
      <w:pPr>
        <w:pStyle w:val="ListParagraph"/>
        <w:numPr>
          <w:ilvl w:val="0"/>
          <w:numId w:val="39"/>
        </w:numPr>
        <w:ind w:left="357" w:hanging="357"/>
      </w:pPr>
      <w:r>
        <w:t xml:space="preserve">Upowszechnianie informacji na temat możliwości uzyskania pomocy przez osoby uzależnione i ich rodziny, a także przez sprawców i ofiary przemocy w rodzinie, </w:t>
      </w:r>
      <w:r>
        <w:br/>
        <w:t>za pośrednictwem np. mediów, materiałów drukowanych czy spotkań mieszkańców ze specjalistami.</w:t>
      </w:r>
    </w:p>
    <w:p w:rsidR="00EF4EB3" w:rsidRDefault="00EF4EB3" w:rsidP="00197D1F">
      <w:pPr>
        <w:pStyle w:val="ListParagraph"/>
        <w:numPr>
          <w:ilvl w:val="0"/>
          <w:numId w:val="39"/>
        </w:numPr>
      </w:pPr>
      <w:r>
        <w:t xml:space="preserve">Realizacja programów profilaktyczno-edukacyjnych </w:t>
      </w:r>
      <w:r>
        <w:rPr>
          <w:szCs w:val="24"/>
        </w:rPr>
        <w:t xml:space="preserve">skierowanych do dzieci, młodzieży oraz osób dorosłych </w:t>
      </w:r>
      <w:r>
        <w:t>dotyczących uzależnień od substancji psychoaktywnych, uzależnień behawioralnych, innych zachowań ryzykownych, przemocy w rodzinie oraz zachowań agresywnych w szkołach; ze szczególnym uwzględnieniem problematyki aktualnych zagrożeń (rozwój nowoczesnych technologii, dysfunkcyjne grupy i zachowania, przekaz medialny itp.).</w:t>
      </w:r>
    </w:p>
    <w:p w:rsidR="00EF4EB3" w:rsidRDefault="00EF4EB3" w:rsidP="00197D1F">
      <w:pPr>
        <w:pStyle w:val="ListParagraph"/>
        <w:numPr>
          <w:ilvl w:val="0"/>
          <w:numId w:val="39"/>
        </w:numPr>
        <w:rPr>
          <w:szCs w:val="24"/>
        </w:rPr>
      </w:pPr>
      <w:r>
        <w:t xml:space="preserve">Rozwój poradnictwa specjalistycznego, wsparcia socjalnego oraz pracy terapeutycznej </w:t>
      </w:r>
      <w:r>
        <w:br/>
        <w:t>z dziećmi, osobami dorosłymi i całymi rodzinami doświadczającymi uzależnień bądź przemocy domowej.</w:t>
      </w:r>
    </w:p>
    <w:p w:rsidR="00EF4EB3" w:rsidRDefault="00EF4EB3" w:rsidP="00197D1F">
      <w:pPr>
        <w:pStyle w:val="ListParagraph"/>
        <w:numPr>
          <w:ilvl w:val="0"/>
          <w:numId w:val="39"/>
        </w:numPr>
        <w:rPr>
          <w:szCs w:val="24"/>
        </w:rPr>
      </w:pPr>
      <w:r>
        <w:t>Stosowanie procedury „Niebieskiej Karty” jako ważnego elementu profesjonalnego systemu przeciwdziałania przemocy w środowisku lokalnym.</w:t>
      </w:r>
    </w:p>
    <w:p w:rsidR="00EF4EB3" w:rsidRDefault="00EF4EB3" w:rsidP="00197D1F">
      <w:pPr>
        <w:pStyle w:val="ListParagraph"/>
        <w:numPr>
          <w:ilvl w:val="0"/>
          <w:numId w:val="39"/>
        </w:numPr>
      </w:pPr>
      <w:r>
        <w:t xml:space="preserve">Wspieranie tworzenia i funkcjonowania punktów konsultacyjnych oraz grup samopomocowych i terapeutycznych dla osób uzależnionych, współuzależnionych </w:t>
      </w:r>
      <w:r>
        <w:br/>
        <w:t>i dotkniętych przemocą.</w:t>
      </w:r>
    </w:p>
    <w:p w:rsidR="00EF4EB3" w:rsidRDefault="00EF4EB3" w:rsidP="00197D1F">
      <w:pPr>
        <w:numPr>
          <w:ilvl w:val="0"/>
          <w:numId w:val="39"/>
        </w:numPr>
      </w:pPr>
      <w:r>
        <w:t xml:space="preserve">Rozwój współpracy międzyinstytucjonalnej, w szczególności pomiędzy GOPS, GKRPA, Policją, Sądem, Prokuraturą, służbą zdrowia, oświatą i organizacjami pozarządowymi </w:t>
      </w:r>
      <w:r>
        <w:br/>
        <w:t>w obszarze przeciwdziałania dysfunkcjom i zmniejszania skali ich występowania.</w:t>
      </w:r>
    </w:p>
    <w:p w:rsidR="00EF4EB3" w:rsidRDefault="00EF4EB3" w:rsidP="00197D1F">
      <w:pPr>
        <w:pStyle w:val="ListParagraph"/>
        <w:ind w:left="0"/>
        <w:rPr>
          <w:sz w:val="12"/>
        </w:rPr>
      </w:pPr>
    </w:p>
    <w:p w:rsidR="00EF4EB3" w:rsidRDefault="00EF4EB3" w:rsidP="00197D1F">
      <w:pPr>
        <w:rPr>
          <w:b/>
        </w:rPr>
      </w:pPr>
      <w:r>
        <w:rPr>
          <w:b/>
        </w:rPr>
        <w:t xml:space="preserve">Okres realizacji: </w:t>
      </w:r>
      <w:r>
        <w:t>2017-2026 (działania ciągłe)</w:t>
      </w:r>
    </w:p>
    <w:p w:rsidR="00EF4EB3" w:rsidRDefault="00EF4EB3" w:rsidP="00197D1F">
      <w:pPr>
        <w:rPr>
          <w:b/>
          <w:sz w:val="12"/>
        </w:rPr>
      </w:pPr>
    </w:p>
    <w:p w:rsidR="00EF4EB3" w:rsidRDefault="00EF4EB3" w:rsidP="00197D1F">
      <w:pPr>
        <w:rPr>
          <w:b/>
        </w:rPr>
      </w:pPr>
      <w:r>
        <w:rPr>
          <w:b/>
        </w:rPr>
        <w:t>Wskaźniki monitoringu:</w:t>
      </w:r>
    </w:p>
    <w:p w:rsidR="00EF4EB3" w:rsidRDefault="00EF4EB3" w:rsidP="00197D1F">
      <w:pPr>
        <w:numPr>
          <w:ilvl w:val="0"/>
          <w:numId w:val="40"/>
        </w:numPr>
      </w:pPr>
      <w:r>
        <w:t>Liczba osób korzystających z pomocy społecznej z tytułu alkoholizmu; narkomanii; przemocy w rodzinie; liczba rodzin; liczba osób w rodzinach (GOPS).</w:t>
      </w:r>
    </w:p>
    <w:p w:rsidR="00EF4EB3" w:rsidRDefault="00EF4EB3" w:rsidP="00197D1F">
      <w:pPr>
        <w:numPr>
          <w:ilvl w:val="0"/>
          <w:numId w:val="40"/>
        </w:numPr>
      </w:pPr>
      <w:r>
        <w:t xml:space="preserve">Liczba zrealizowanych działań edukacyjnych i profilaktycznych, służących wzrostowi wiedzy i świadomości społecznej (GOPS, UG, placówki oświatowe, instytucje kultury </w:t>
      </w:r>
      <w:r>
        <w:br/>
        <w:t>i in.).</w:t>
      </w:r>
    </w:p>
    <w:p w:rsidR="00EF4EB3" w:rsidRDefault="00EF4EB3" w:rsidP="00197D1F">
      <w:pPr>
        <w:numPr>
          <w:ilvl w:val="0"/>
          <w:numId w:val="40"/>
        </w:numPr>
      </w:pPr>
      <w:r>
        <w:t>Liczba osób i rodzin korzystających z poradnictwa specjalistycznego (GOPS i in.).</w:t>
      </w:r>
    </w:p>
    <w:p w:rsidR="00EF4EB3" w:rsidRDefault="00EF4EB3" w:rsidP="00197D1F">
      <w:pPr>
        <w:numPr>
          <w:ilvl w:val="0"/>
          <w:numId w:val="40"/>
        </w:numPr>
      </w:pPr>
      <w:r>
        <w:t>Liczba założonych i zakończonych w roku procedur „Niebieskiej Karty” (ZI).</w:t>
      </w:r>
    </w:p>
    <w:p w:rsidR="00EF4EB3" w:rsidRDefault="00EF4EB3" w:rsidP="00197D1F">
      <w:pPr>
        <w:numPr>
          <w:ilvl w:val="0"/>
          <w:numId w:val="40"/>
        </w:numPr>
      </w:pPr>
      <w:r>
        <w:t>Liczba funkcjonujących grup wsparcia i grup samopomocowych (podmioty prowadzące).</w:t>
      </w:r>
    </w:p>
    <w:p w:rsidR="00EF4EB3" w:rsidRDefault="00EF4EB3" w:rsidP="00197D1F"/>
    <w:p w:rsidR="00EF4EB3" w:rsidRDefault="00EF4EB3" w:rsidP="00197D1F">
      <w:pPr>
        <w:pStyle w:val="Heading2"/>
      </w:pPr>
      <w:r>
        <w:rPr>
          <w:b w:val="0"/>
        </w:rPr>
        <w:br w:type="page"/>
      </w:r>
      <w:bookmarkStart w:id="35" w:name="_Toc455144250"/>
      <w:r>
        <w:t>Priorytet 6. Aktywna i zintegrowana społeczność lokalna</w:t>
      </w:r>
      <w:bookmarkEnd w:id="35"/>
    </w:p>
    <w:p w:rsidR="00EF4EB3" w:rsidRDefault="00EF4EB3" w:rsidP="00197D1F">
      <w:r>
        <w:rPr>
          <w:noProof/>
          <w:lang w:eastAsia="pl-PL"/>
        </w:rPr>
        <w:pict>
          <v:shape id="Pole tekstowe 16" o:spid="_x0000_s1047" type="#_x0000_t202" style="position:absolute;left:0;text-align:left;margin-left:1.75pt;margin-top:270.05pt;width:450.9pt;height:24.35pt;z-index:251679744;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" strokecolor="#f4b083" strokeweight="1pt">
            <v:fill color2="#f7caac" focus="100%" type="gradient"/>
            <v:shadow on="t" color="#823b0b" opacity=".5" offset="1pt"/>
            <v:textbox>
              <w:txbxContent>
                <w:p w:rsidR="00EF4EB3" w:rsidRDefault="00EF4EB3" w:rsidP="00197D1F">
                  <w:pPr>
                    <w:jc w:val="center"/>
                  </w:pPr>
                  <w:r>
                    <w:rPr>
                      <w:b/>
                    </w:rPr>
                    <w:t>6.2. Wzrost poziomu partycypacji obywatelskiej mieszkańców.</w:t>
                  </w:r>
                </w:p>
                <w:p w:rsidR="00EF4EB3" w:rsidRDefault="00EF4EB3" w:rsidP="00197D1F">
                  <w:pPr>
                    <w:ind w:left="426" w:hanging="426"/>
                    <w:jc w:val="center"/>
                    <w:rPr>
                      <w:b/>
                    </w:rPr>
                  </w:pPr>
                </w:p>
              </w:txbxContent>
            </v:textbox>
            <w10:wrap type="square"/>
          </v:shape>
        </w:pict>
      </w:r>
      <w:r>
        <w:rPr>
          <w:noProof/>
          <w:lang w:eastAsia="pl-PL"/>
        </w:rPr>
        <w:pict>
          <v:shape id="Pole tekstowe 15" o:spid="_x0000_s1048" type="#_x0000_t202" style="position:absolute;left:0;text-align:left;margin-left:1.75pt;margin-top:229.55pt;width:450.9pt;height:36.35pt;z-index:251680768;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" strokecolor="#f4b083" strokeweight="1pt">
            <v:fill color2="#f7caac" focus="100%" type="gradient"/>
            <v:shadow on="t" color="#823b0b" opacity=".5" offset="1pt"/>
            <v:textbox>
              <w:txbxContent>
                <w:p w:rsidR="00EF4EB3" w:rsidRDefault="00EF4EB3" w:rsidP="00197D1F">
                  <w:pPr>
                    <w:jc w:val="center"/>
                  </w:pPr>
                  <w:r>
                    <w:rPr>
                      <w:b/>
                    </w:rPr>
                    <w:t>6.2. Wzmocnienie oddolnej aktywności mieszkańców, realizowanej przez organizacje pozarządowe i grupy nieformalne.</w:t>
                  </w:r>
                </w:p>
                <w:p w:rsidR="00EF4EB3" w:rsidRDefault="00EF4EB3" w:rsidP="00197D1F">
                  <w:pPr>
                    <w:ind w:left="426" w:hanging="426"/>
                    <w:jc w:val="center"/>
                    <w:rPr>
                      <w:b/>
                    </w:rPr>
                  </w:pPr>
                </w:p>
              </w:txbxContent>
            </v:textbox>
            <w10:wrap type="square"/>
          </v:shape>
        </w:pict>
      </w:r>
      <w:r>
        <w:rPr>
          <w:noProof/>
          <w:lang w:eastAsia="pl-PL"/>
        </w:rPr>
        <w:pict>
          <v:shape id="Pole tekstowe 14" o:spid="_x0000_s1049" type="#_x0000_t202" style="position:absolute;left:0;text-align:left;margin-left:.25pt;margin-top:189.05pt;width:450.9pt;height:36.35pt;z-index:251681792;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" strokecolor="#f4b083" strokeweight="1pt">
            <v:fill color2="#f7caac" focus="100%" type="gradient"/>
            <v:shadow on="t" color="#823b0b" opacity=".5" offset="1pt"/>
            <v:textbox>
              <w:txbxContent>
                <w:p w:rsidR="00EF4EB3" w:rsidRDefault="00EF4EB3" w:rsidP="00197D1F">
                  <w:pPr>
                    <w:jc w:val="center"/>
                  </w:pPr>
                  <w:r>
                    <w:rPr>
                      <w:b/>
                    </w:rPr>
                    <w:t>6.1. Zwiększenie potencjału mieszkańców w działaniach służących lokalnej społeczności.</w:t>
                  </w:r>
                </w:p>
                <w:p w:rsidR="00EF4EB3" w:rsidRDefault="00EF4EB3" w:rsidP="00197D1F">
                  <w:pPr>
                    <w:ind w:left="426" w:hanging="426"/>
                    <w:jc w:val="center"/>
                    <w:rPr>
                      <w:b/>
                    </w:rPr>
                  </w:pPr>
                </w:p>
              </w:txbxContent>
            </v:textbox>
            <w10:wrap type="square"/>
          </v:shape>
        </w:pict>
      </w:r>
      <w:r>
        <w:rPr>
          <w:noProof/>
          <w:lang w:eastAsia="pl-PL"/>
        </w:rPr>
        <w:pict>
          <v:shape id="Pole tekstowe 13" o:spid="_x0000_s1050" type="#_x0000_t202" style="position:absolute;left:0;text-align:left;margin-left:1.75pt;margin-top:136.2pt;width:448.5pt;height:45.9pt;z-index:251682816;visibility:visible;mso-wrap-distance-top:3.6pt;mso-wrap-distance-bottom: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" fillcolor="#ed7d31" strokecolor="#f2f2f2" strokeweight="3pt">
            <v:shadow on="t" color="#823b0b" opacity=".5" offset="1pt"/>
            <v:textbox>
              <w:txbxContent>
                <w:p w:rsidR="00EF4EB3" w:rsidRDefault="00EF4EB3" w:rsidP="00197D1F">
                  <w:pPr>
                    <w:jc w:val="center"/>
                    <w:rPr>
                      <w:b/>
                      <w:sz w:val="26"/>
                      <w:szCs w:val="26"/>
                    </w:rPr>
                  </w:pPr>
                  <w:r>
                    <w:rPr>
                      <w:b/>
                      <w:sz w:val="26"/>
                      <w:szCs w:val="26"/>
                    </w:rPr>
                    <w:t>Cel strategiczny 6. Tworzenie warunków rozwoju aktywności i integracji lokalnych społeczności na rzecz dobra wspólnego.</w:t>
                  </w:r>
                </w:p>
              </w:txbxContent>
            </v:textbox>
            <w10:wrap type="square"/>
          </v:shape>
        </w:pict>
      </w:r>
      <w:r>
        <w:rPr>
          <w:b/>
        </w:rPr>
        <w:t>Wizja:</w:t>
      </w:r>
      <w:r>
        <w:t xml:space="preserve"> Społeczność lokalna Gminy Lidzbark Warmiński jest otwarta, twórcza, solidarna </w:t>
      </w:r>
      <w:r>
        <w:br/>
        <w:t xml:space="preserve">i aktywna. Ma świadomość swojego potencjału i wykorzystuje go na rzecz dobra wspólnego oraz pomocy osobom i grupom w najtrudniejszej sytuacji. Wyraz aktywnych postaw stanowią funkcjonujące tu organizacje pozarządowe i grupy nieformalne, które organizują życie lokalnych społeczności, a także wysoka dbałość o jakość i wygląd najbliższego otoczenia. Mieszkańcy chcą się integrować, wspólnie realizują swoje pomysły i inicjatywy, </w:t>
      </w:r>
      <w:r>
        <w:br/>
        <w:t>a lokalni liderzy wyposażeni są w kompetencje, które pozwalają im efektywnie i skutecznie działać. W Gminie istnieje wysoki poziom partycypacji obywateli w sprawach publicznych.</w:t>
      </w:r>
    </w:p>
    <w:p w:rsidR="00EF4EB3" w:rsidRDefault="00EF4EB3" w:rsidP="00197D1F"/>
    <w:p w:rsidR="00EF4EB3" w:rsidRDefault="00EF4EB3" w:rsidP="00197D1F">
      <w:pPr>
        <w:rPr>
          <w:b/>
        </w:rPr>
      </w:pPr>
      <w:r>
        <w:rPr>
          <w:b/>
        </w:rPr>
        <w:t>Kierunki działań:</w:t>
      </w:r>
    </w:p>
    <w:p w:rsidR="00EF4EB3" w:rsidRDefault="00EF4EB3" w:rsidP="00197D1F">
      <w:pPr>
        <w:numPr>
          <w:ilvl w:val="0"/>
          <w:numId w:val="41"/>
        </w:numPr>
        <w:ind w:left="426" w:hanging="426"/>
      </w:pPr>
      <w:r>
        <w:t xml:space="preserve">Realizacja działań edukacyjnych, takich jak np. kursy, szkolenia, warsztaty oraz wizyty studyjne, służących rozwojowi kompetencji liderskich mieszkańców ze szczególnym naciskiem na partycypację obywatelską oraz wsparcie liderów w aktywnym </w:t>
      </w:r>
      <w:r>
        <w:br/>
        <w:t>i świadomym działaniu w społecznościach lokalnych.</w:t>
      </w:r>
    </w:p>
    <w:p w:rsidR="00EF4EB3" w:rsidRDefault="00EF4EB3" w:rsidP="00197D1F">
      <w:pPr>
        <w:numPr>
          <w:ilvl w:val="0"/>
          <w:numId w:val="41"/>
        </w:numPr>
        <w:ind w:left="426" w:hanging="426"/>
      </w:pPr>
      <w:r>
        <w:t xml:space="preserve">Organizacja wydarzeń i uroczystości o zasięgu sołeckim lub gminnym, związanych ze świętami narodowymi bądź religijnymi, ważnymi rocznicami oraz lokalnymi tradycjami </w:t>
      </w:r>
      <w:r>
        <w:br/>
        <w:t>i zwyczajami, sprzyjających budowaniu tożsamości i poczucia przynależności do wspólnoty.</w:t>
      </w:r>
    </w:p>
    <w:p w:rsidR="00EF4EB3" w:rsidRDefault="00EF4EB3" w:rsidP="00197D1F">
      <w:pPr>
        <w:numPr>
          <w:ilvl w:val="0"/>
          <w:numId w:val="41"/>
        </w:numPr>
        <w:ind w:left="426" w:hanging="426"/>
      </w:pPr>
      <w:r>
        <w:rPr>
          <w:szCs w:val="24"/>
        </w:rPr>
        <w:t xml:space="preserve">Współpraca merytoryczna i finansowa z organizacjami pozarządowymi oraz podmiotami wymienionymi w art. 3 ust. 3 ustawy o działalności pożytku publicznego </w:t>
      </w:r>
      <w:r>
        <w:rPr>
          <w:szCs w:val="24"/>
        </w:rPr>
        <w:br/>
        <w:t xml:space="preserve">i o wolontariacie służąca poprawie dostępności usług społecznych oraz zaangażowaniu obywateli w rozwój lokalny, poprzez m.in. </w:t>
      </w:r>
      <w:r>
        <w:t>powierzenie lub wspieranie wykonywania zadań publicznych wraz z udzielaniem dotacji na ich realizację</w:t>
      </w:r>
      <w:r>
        <w:rPr>
          <w:szCs w:val="24"/>
        </w:rPr>
        <w:t>, konsultacje i szkolenia, włączanie lokalnych liderów do prac zespołów o charakterze inicjatywnych i doradczym.</w:t>
      </w:r>
    </w:p>
    <w:p w:rsidR="00EF4EB3" w:rsidRDefault="00EF4EB3" w:rsidP="00197D1F">
      <w:pPr>
        <w:numPr>
          <w:ilvl w:val="0"/>
          <w:numId w:val="41"/>
        </w:numPr>
        <w:ind w:left="426" w:hanging="426"/>
      </w:pPr>
      <w:r>
        <w:t>Działania na rzecz organizowania społeczności lokalnej poprzez środowiskową pracę socjalną, animację społeczną, wspieranie grup nieformalnych oraz zorganizowanych form aktywności mieszkańców (np. klubów seniora, kół gospodyń wiejskich).</w:t>
      </w:r>
    </w:p>
    <w:p w:rsidR="00EF4EB3" w:rsidRDefault="00EF4EB3" w:rsidP="00197D1F">
      <w:pPr>
        <w:numPr>
          <w:ilvl w:val="0"/>
          <w:numId w:val="41"/>
        </w:numPr>
        <w:ind w:left="426" w:hanging="426"/>
      </w:pPr>
      <w:r>
        <w:rPr>
          <w:szCs w:val="24"/>
        </w:rPr>
        <w:t>Prowadzenie konsultacji społecznych z mieszkańcami, w formie m.in. spotkań otwartych, debat, warsztatów obywatelskich, badań ankietowych, przy podejmowaniu przez władze Gminy decyzji w sprawach ważnych dla społeczności, w sposób stwarzający warunki do powszechnego uczestnictwa osób fizycznych i organizacji pozarządowych.</w:t>
      </w:r>
    </w:p>
    <w:p w:rsidR="00EF4EB3" w:rsidRDefault="00EF4EB3" w:rsidP="00197D1F">
      <w:r>
        <w:rPr>
          <w:b/>
        </w:rPr>
        <w:t xml:space="preserve">Okres realizacji: </w:t>
      </w:r>
      <w:r>
        <w:t>2017-2026 (działania ciągłe)</w:t>
      </w:r>
    </w:p>
    <w:p w:rsidR="00EF4EB3" w:rsidRDefault="00EF4EB3" w:rsidP="00197D1F">
      <w:pPr>
        <w:rPr>
          <w:b/>
          <w:sz w:val="12"/>
        </w:rPr>
      </w:pPr>
    </w:p>
    <w:p w:rsidR="00EF4EB3" w:rsidRDefault="00EF4EB3" w:rsidP="00197D1F">
      <w:pPr>
        <w:rPr>
          <w:b/>
        </w:rPr>
      </w:pPr>
      <w:r>
        <w:rPr>
          <w:b/>
        </w:rPr>
        <w:t>Wskaźniki monitoringu:</w:t>
      </w:r>
    </w:p>
    <w:p w:rsidR="00EF4EB3" w:rsidRDefault="00EF4EB3" w:rsidP="00197D1F">
      <w:pPr>
        <w:numPr>
          <w:ilvl w:val="0"/>
          <w:numId w:val="42"/>
        </w:numPr>
      </w:pPr>
      <w:r>
        <w:t>Liczba zorganizowanych działań edukacyjnych dla lokalnych liderów; liczba uczestników (podmioty realizujące).</w:t>
      </w:r>
    </w:p>
    <w:p w:rsidR="00EF4EB3" w:rsidRDefault="00EF4EB3" w:rsidP="00197D1F">
      <w:pPr>
        <w:numPr>
          <w:ilvl w:val="0"/>
          <w:numId w:val="42"/>
        </w:numPr>
      </w:pPr>
      <w:r>
        <w:t>Liczba zorganizowanych wydarzeń i uroczystości (podmioty realizujące).</w:t>
      </w:r>
    </w:p>
    <w:p w:rsidR="00EF4EB3" w:rsidRDefault="00EF4EB3" w:rsidP="00197D1F">
      <w:pPr>
        <w:numPr>
          <w:ilvl w:val="0"/>
          <w:numId w:val="42"/>
        </w:numPr>
      </w:pPr>
      <w:r>
        <w:t>Liczba organizacji pozarządowych, które otrzymały dotacje na realizację zadań publicznych (G).</w:t>
      </w:r>
    </w:p>
    <w:p w:rsidR="00EF4EB3" w:rsidRDefault="00EF4EB3" w:rsidP="00197D1F">
      <w:pPr>
        <w:numPr>
          <w:ilvl w:val="0"/>
          <w:numId w:val="42"/>
        </w:numPr>
      </w:pPr>
      <w:r>
        <w:t>Wartość dotacji przekazanych organizacjom pozarządowym na realizację zadań publicznych (UG).</w:t>
      </w:r>
    </w:p>
    <w:p w:rsidR="00EF4EB3" w:rsidRDefault="00EF4EB3" w:rsidP="00197D1F">
      <w:pPr>
        <w:numPr>
          <w:ilvl w:val="0"/>
          <w:numId w:val="42"/>
        </w:numPr>
      </w:pPr>
      <w:r>
        <w:t>Liczba organizacji pozarządowych i innych zorganizowanych form aktywności (kluby seniora, koła gospodyń wiejskich) mających siedzibę na terenie Gminy (UG; KRS).</w:t>
      </w:r>
    </w:p>
    <w:p w:rsidR="00EF4EB3" w:rsidRDefault="00EF4EB3" w:rsidP="00197D1F">
      <w:pPr>
        <w:numPr>
          <w:ilvl w:val="0"/>
          <w:numId w:val="42"/>
        </w:numPr>
      </w:pPr>
      <w:r>
        <w:t>Liczba konsultacji społecznych przeprowadzonych z mieszkańcami; liczba mieszkańców, którzy wzięli udział w konsultacjach (UG).</w:t>
      </w:r>
    </w:p>
    <w:p w:rsidR="00EF4EB3" w:rsidRDefault="00EF4EB3" w:rsidP="00197D1F"/>
    <w:p w:rsidR="00EF4EB3" w:rsidRDefault="00EF4EB3" w:rsidP="00197D1F">
      <w:pPr>
        <w:pStyle w:val="Heading1"/>
      </w:pPr>
      <w:r>
        <w:rPr>
          <w:b w:val="0"/>
        </w:rPr>
        <w:br w:type="page"/>
      </w:r>
      <w:bookmarkStart w:id="36" w:name="_Toc455144251"/>
      <w:r>
        <w:t>7. Wdrażanie i monitoring Strategii</w:t>
      </w:r>
      <w:bookmarkEnd w:id="36"/>
    </w:p>
    <w:p w:rsidR="00EF4EB3" w:rsidRDefault="00EF4EB3" w:rsidP="00197D1F">
      <w:pPr>
        <w:pStyle w:val="Heading2"/>
      </w:pPr>
      <w:bookmarkStart w:id="37" w:name="_Toc455144252"/>
      <w:r>
        <w:t>7.1. Zarządzanie realizacją Strategii</w:t>
      </w:r>
      <w:bookmarkEnd w:id="37"/>
    </w:p>
    <w:p w:rsidR="00EF4EB3" w:rsidRDefault="00EF4EB3" w:rsidP="00197D1F">
      <w:pPr>
        <w:rPr>
          <w:szCs w:val="24"/>
        </w:rPr>
      </w:pPr>
      <w:r>
        <w:rPr>
          <w:szCs w:val="24"/>
        </w:rPr>
        <w:t>Zarządzanie oznacza zestaw powiązanych ze sobą logicznie czynności, które służą osiągnięciu określonego celu za pomocą dostępnych zasobów ludzkich, rzeczowych, finansowych oraz informacyjnych. Specyfika zarządzania realizacją strategii rozwiązywania problemów społecznych wynika z charakteru tego dokumentu oraz regulacji prawnych określających ramy jego wdrażania. Opracowanie i realizacja Strategii jest zadaniem obowiązkowym gminy, co wynika z art. 17 ust. 1 pkt 1 ustawy z dnia 12 marca 2004 r. o pomocy społecznej.</w:t>
      </w:r>
    </w:p>
    <w:p w:rsidR="00EF4EB3" w:rsidRDefault="00EF4EB3" w:rsidP="00197D1F">
      <w:r>
        <w:t xml:space="preserve">Kluczową rolę w zakresie planowania oraz podejmowania decyzji strategicznych będą odgrywały władze Gminy Lidzbark Warmiński – Wójt oraz Rada Gminy, natomiast instytucją koordynującą działania związane z wdrażaniem Strategii będzie Gminny Ośrodek Pomocy Społecznej w Lidzbarku Warmińskim, do zadań którego należy w szczególności: </w:t>
      </w:r>
    </w:p>
    <w:p w:rsidR="00EF4EB3" w:rsidRDefault="00EF4EB3" w:rsidP="00197D1F">
      <w:pPr>
        <w:numPr>
          <w:ilvl w:val="0"/>
          <w:numId w:val="43"/>
        </w:numPr>
      </w:pPr>
      <w:r>
        <w:t xml:space="preserve">ustalanie z interesariuszami bieżących potrzeb, podziału zadań i odpowiedzialności, </w:t>
      </w:r>
      <w:r>
        <w:br/>
        <w:t>a także uszczegóławianie zapisów strategii w postaci rocznych lub kilkuletnich programów wynikających z innych ustaw;</w:t>
      </w:r>
    </w:p>
    <w:p w:rsidR="00EF4EB3" w:rsidRDefault="00EF4EB3" w:rsidP="00197D1F">
      <w:pPr>
        <w:numPr>
          <w:ilvl w:val="0"/>
          <w:numId w:val="43"/>
        </w:numPr>
      </w:pPr>
      <w:r>
        <w:t>przekazywanie władzom gminy, lokalnym partnerom i instytucjom współpracującym oraz mieszkańcom informacji na temat stanu wdrożenia poszczególnych priorytetów, a także pozyskiwanie informacji zwrotnej w zakresie problemów i potrzeb;</w:t>
      </w:r>
    </w:p>
    <w:p w:rsidR="00EF4EB3" w:rsidRDefault="00EF4EB3" w:rsidP="00197D1F">
      <w:pPr>
        <w:numPr>
          <w:ilvl w:val="0"/>
          <w:numId w:val="43"/>
        </w:numPr>
      </w:pPr>
      <w:r>
        <w:t>regularny monitoring poziomu osiągnięcia celów i rezultatów oraz zakresu zrealizowanych działań;</w:t>
      </w:r>
    </w:p>
    <w:p w:rsidR="00EF4EB3" w:rsidRDefault="00EF4EB3" w:rsidP="00197D1F">
      <w:pPr>
        <w:numPr>
          <w:ilvl w:val="0"/>
          <w:numId w:val="43"/>
        </w:numPr>
      </w:pPr>
      <w:r>
        <w:t>przedkładanie władzom gminy oraz lokalnym partnerom stosownych wniosków oraz rekomendacji dotyczących decyzji korygujących wdrażanie Strategii oraz aktualizacji dokumentu.</w:t>
      </w:r>
    </w:p>
    <w:p w:rsidR="00EF4EB3" w:rsidRDefault="00EF4EB3" w:rsidP="00197D1F">
      <w:r>
        <w:t xml:space="preserve">Realizacja zaplanowanych w Strategii kierunków działań wymaga szerokiego zaangażowania również innych instytucji, w tym przede wszystkim jednostek organizacyjnych </w:t>
      </w:r>
      <w:r>
        <w:br/>
        <w:t xml:space="preserve">i pomocniczych gminy – Urzędu Gminy w Lidzbarku Warmińskim, Gminnej Komisji Rozwiązywania Problemów Alkoholowych, Zespołu Interdyscyplinarnego ds. przemocy w rodzinie, Gminnego Ośrodka Kultury i Sportu, Biblioteki Publicznej, gminnych placówek oświatowych oraz sołectw. Istotna jest również ścisła współpraca z innymi instytucjami </w:t>
      </w:r>
      <w:r>
        <w:br/>
        <w:t xml:space="preserve">i podmiotami niezależnymi organizacyjnie, w tym z Powiatem Lidzbarskim, Województwem Warmińsko-Mazurskim, administracją rządową, służbą zdrowia, policją, strażą pożarną, podmiotami ekonomii społecznej, przedsiębiorcami oraz mieszkańcami Gminy Lidzbark Warmiński. </w:t>
      </w:r>
    </w:p>
    <w:p w:rsidR="00EF4EB3" w:rsidRDefault="00EF4EB3" w:rsidP="00197D1F">
      <w:r>
        <w:t xml:space="preserve">Skuteczne i efektywne działanie oraz współdziałanie wyżej wymienionych podmiotów wydaje się warunkiem niezbędnym do osiągnięcia sukcesu w realizacji celów długoterminowych Strategii. </w:t>
      </w:r>
    </w:p>
    <w:p w:rsidR="00EF4EB3" w:rsidRDefault="00EF4EB3" w:rsidP="00197D1F">
      <w:pPr>
        <w:pStyle w:val="Heading2"/>
      </w:pPr>
      <w:bookmarkStart w:id="38" w:name="_Toc455144253"/>
      <w:r>
        <w:t>7.2. Główne założenia monitoringu</w:t>
      </w:r>
      <w:bookmarkEnd w:id="38"/>
    </w:p>
    <w:p w:rsidR="00EF4EB3" w:rsidRDefault="00EF4EB3" w:rsidP="00197D1F">
      <w:r>
        <w:t xml:space="preserve">Monitoring stanowi proces gromadzenia oraz analizowania informacji ilościowych </w:t>
      </w:r>
      <w:r>
        <w:br/>
        <w:t xml:space="preserve">i jakościowych, służący odpowiedzi na pytania: </w:t>
      </w:r>
      <w:r>
        <w:rPr>
          <w:i/>
        </w:rPr>
        <w:t>Co zostało zrobione?</w:t>
      </w:r>
      <w:r>
        <w:t xml:space="preserve">, </w:t>
      </w:r>
      <w:r>
        <w:rPr>
          <w:i/>
        </w:rPr>
        <w:t>Kiedy to zostało zrobione?</w:t>
      </w:r>
      <w:r>
        <w:t xml:space="preserve"> i </w:t>
      </w:r>
      <w:r>
        <w:rPr>
          <w:i/>
        </w:rPr>
        <w:t>Jak to zostało zrobione?</w:t>
      </w:r>
      <w:r>
        <w:t xml:space="preserve">. Dzięki monitoringowi można uchwycić różnice pomiędzy założeniami planu strategicznego a ich faktycznym wykonaniem, w dwóch zasadniczych obszarach: </w:t>
      </w:r>
    </w:p>
    <w:p w:rsidR="00EF4EB3" w:rsidRDefault="00EF4EB3" w:rsidP="00197D1F">
      <w:pPr>
        <w:numPr>
          <w:ilvl w:val="0"/>
          <w:numId w:val="44"/>
        </w:numPr>
      </w:pPr>
      <w:r>
        <w:t>rzeczowym (merytorycznym) – dotyczącym postępu realizacji działań pod względem osiągniętych efektów oraz terminowości wykonania;</w:t>
      </w:r>
    </w:p>
    <w:p w:rsidR="00EF4EB3" w:rsidRDefault="00EF4EB3" w:rsidP="00197D1F">
      <w:pPr>
        <w:numPr>
          <w:ilvl w:val="0"/>
          <w:numId w:val="44"/>
        </w:numPr>
      </w:pPr>
      <w:r>
        <w:t xml:space="preserve">finansowym – obejmującym zarządzanie środkami, przede wszystkim pod kątem efektywności wydatków. </w:t>
      </w:r>
    </w:p>
    <w:p w:rsidR="00EF4EB3" w:rsidRDefault="00EF4EB3" w:rsidP="00197D1F">
      <w:r>
        <w:t xml:space="preserve">Monitoring realizacji </w:t>
      </w:r>
      <w:r>
        <w:rPr>
          <w:i/>
        </w:rPr>
        <w:t>Strategii rozwiązywania problemów społecznych w Gminie Lidzbark Warmiński na lata 2017-2026</w:t>
      </w:r>
      <w:r>
        <w:t xml:space="preserve"> będzie realizowany corocznie. Przedmiotem monitoringu będą wskaźniki</w:t>
      </w:r>
      <w:r>
        <w:rPr>
          <w:vertAlign w:val="superscript"/>
        </w:rPr>
        <w:footnoteReference w:id="19"/>
      </w:r>
      <w:r>
        <w:t xml:space="preserve"> oparte na obiektywnych dowodach obrazujących stan założonych działań oraz osiągniętych rezultatów i celów. Odnoszą się one do kierunków niezbędnych działań, które zostały przyporządkowane poszczególnym priorytetom Strategii. Monitoringowi mogą podlegać również wskaźniki kontekstowe, pokazujące ogólną sytuację społeczną Gminy Lidzbark Warmiński, mające charakter komplementarny wobec wskaźników realizacji działań. Ich analiza pozwoli spojrzeć na proces realizacji Strategii w odniesieniu do sytuacji </w:t>
      </w:r>
      <w:r>
        <w:br/>
        <w:t>w Gminie.</w:t>
      </w:r>
    </w:p>
    <w:p w:rsidR="00EF4EB3" w:rsidRDefault="00EF4EB3" w:rsidP="00197D1F">
      <w:r>
        <w:t>Raporty z monitoringu powinny zawierać w szczególności:</w:t>
      </w:r>
    </w:p>
    <w:p w:rsidR="00EF4EB3" w:rsidRDefault="00EF4EB3" w:rsidP="00197D1F">
      <w:pPr>
        <w:numPr>
          <w:ilvl w:val="0"/>
          <w:numId w:val="45"/>
        </w:numPr>
      </w:pPr>
      <w:r>
        <w:t>opis uwarunkowań i przebieg procesu monitorowania Strategii;</w:t>
      </w:r>
    </w:p>
    <w:p w:rsidR="00EF4EB3" w:rsidRDefault="00EF4EB3" w:rsidP="00197D1F">
      <w:pPr>
        <w:numPr>
          <w:ilvl w:val="0"/>
          <w:numId w:val="45"/>
        </w:numPr>
      </w:pPr>
      <w:r>
        <w:t>ocenę wpływu uwarunkowań zewnętrznych, np. zmian prawa, procesów ekonomicznych czy zjawisk społeczno-kulturowych, na aktualność założeń Strategii;</w:t>
      </w:r>
    </w:p>
    <w:p w:rsidR="00EF4EB3" w:rsidRDefault="00EF4EB3" w:rsidP="00197D1F">
      <w:pPr>
        <w:numPr>
          <w:ilvl w:val="0"/>
          <w:numId w:val="45"/>
        </w:numPr>
      </w:pPr>
      <w:r>
        <w:t>ogólną charakterystykę bieżącej sytuacji społeczno-ekonomicznej Gminy;</w:t>
      </w:r>
    </w:p>
    <w:p w:rsidR="00EF4EB3" w:rsidRDefault="00EF4EB3" w:rsidP="00197D1F">
      <w:pPr>
        <w:numPr>
          <w:ilvl w:val="0"/>
          <w:numId w:val="45"/>
        </w:numPr>
      </w:pPr>
      <w:r>
        <w:t xml:space="preserve">prezentację obszarów i celów Strategii, zrealizowanych wskaźników wdrażania, </w:t>
      </w:r>
      <w:r>
        <w:br/>
        <w:t>a także opis zrealizowanych działań pod względem jakościowym i ilościowym;</w:t>
      </w:r>
    </w:p>
    <w:p w:rsidR="00EF4EB3" w:rsidRDefault="00EF4EB3" w:rsidP="00197D1F">
      <w:pPr>
        <w:numPr>
          <w:ilvl w:val="0"/>
          <w:numId w:val="45"/>
        </w:numPr>
      </w:pPr>
      <w:r>
        <w:t>wnioski i rekomendacje.</w:t>
      </w:r>
    </w:p>
    <w:p w:rsidR="00EF4EB3" w:rsidRDefault="00EF4EB3" w:rsidP="00197D1F">
      <w:r>
        <w:t>Ze względu na terminy udostępniania danych statystycznych</w:t>
      </w:r>
      <w:r>
        <w:rPr>
          <w:vertAlign w:val="superscript"/>
        </w:rPr>
        <w:footnoteReference w:id="20"/>
      </w:r>
      <w:r>
        <w:t xml:space="preserve">, zaleca się, aby raporty </w:t>
      </w:r>
      <w:r>
        <w:br/>
        <w:t>z monitoringu były opracowywane do końca czerwca roku następującego po okresie sprawozdawczym, a następnie przedkładane Wójtowi.</w:t>
      </w:r>
    </w:p>
    <w:p w:rsidR="00EF4EB3" w:rsidRDefault="00EF4EB3" w:rsidP="00197D1F"/>
    <w:p w:rsidR="00EF4EB3" w:rsidRDefault="00EF4EB3" w:rsidP="00197D1F">
      <w:pPr>
        <w:pStyle w:val="Heading1"/>
      </w:pPr>
      <w:r>
        <w:rPr>
          <w:b w:val="0"/>
        </w:rPr>
        <w:br w:type="page"/>
      </w:r>
      <w:bookmarkStart w:id="39" w:name="_Toc455144254"/>
      <w:r>
        <w:t>8. Główne źródła finansowania</w:t>
      </w:r>
      <w:bookmarkEnd w:id="39"/>
    </w:p>
    <w:p w:rsidR="00EF4EB3" w:rsidRDefault="00EF4EB3" w:rsidP="00197D1F">
      <w:r>
        <w:t xml:space="preserve">Z uwagi na szeroki zakres działań zaplanowanych do realizacji w ramach </w:t>
      </w:r>
      <w:r>
        <w:rPr>
          <w:i/>
        </w:rPr>
        <w:t>Strategii rozwiązywania problemów społecznych w Gminie Lidzbark Warmiński na lata 2017-2026</w:t>
      </w:r>
      <w:r>
        <w:t xml:space="preserve"> należy w procesie jej wdrażania uwzględnić środki pochodzące z różnych źródeł finansowania. Można je podzielić na trzy główne grupy, tj. na środki krajowe, środki unijne oraz granty i środki prywatne.</w:t>
      </w:r>
    </w:p>
    <w:p w:rsidR="00EF4EB3" w:rsidRDefault="00EF4EB3" w:rsidP="00197D1F">
      <w:r w:rsidRPr="0057650D">
        <w:rPr>
          <w:noProof/>
          <w:sz w:val="18"/>
          <w:lang w:eastAsia="pl-PL"/>
        </w:rPr>
        <w:pict>
          <v:shape id="Diagram 1" o:spid="_x0000_i1036" type="#_x0000_t75" style="width:438.75pt;height:168.75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">
            <v:imagedata r:id="rId59" o:title="" croptop="-3062f" cropbottom="-3870f" cropleft="-43181f" cropright="-43650f"/>
            <o:lock v:ext="edit" aspectratio="f"/>
          </v:shape>
        </w:pict>
      </w:r>
    </w:p>
    <w:p w:rsidR="00EF4EB3" w:rsidRDefault="00EF4EB3" w:rsidP="00197D1F">
      <w:r>
        <w:t>Jednym z podstawowych źródeł finansowania będzie budżet Gminy, w zakresie działań realizowanych przez jednostki organizacyjne i pomocnicze w ramach swoich podstawowych, statutowych zadań. Pewien zakres działań jest ponadto możliwy do realizacji komplementarnie lub nawet wspólnie przez Samorząd Gminy, Powiatu Lidzbarskiego, Województwa Warmińsko-Mazurskiego oraz inne jednostki – na podstawie zawieranych pomiędzy nimi porozumień.</w:t>
      </w:r>
    </w:p>
    <w:p w:rsidR="00EF4EB3" w:rsidRDefault="00EF4EB3" w:rsidP="00197D1F">
      <w:r>
        <w:t xml:space="preserve">Środki na realizację zadań będą pochodzić również z budżetu państwa – w postaci subwencji ogólnej oraz dotacji celowych. Część z nich trzeba będzie pozyskać startując w konkursach, ponieważ w tej kategorii mieszczą się programy rządowe oraz programy ministerstw. Wśród głównych programów w zakresie polityki społecznej można wskazać programy ministra właściwego ds. zabezpieczenia społecznego, takie jak: </w:t>
      </w:r>
    </w:p>
    <w:p w:rsidR="00EF4EB3" w:rsidRDefault="00EF4EB3" w:rsidP="00197D1F">
      <w:pPr>
        <w:numPr>
          <w:ilvl w:val="0"/>
          <w:numId w:val="46"/>
        </w:numPr>
        <w:rPr>
          <w:bCs/>
          <w:iCs/>
        </w:rPr>
      </w:pPr>
      <w:r>
        <w:rPr>
          <w:i/>
        </w:rPr>
        <w:t>Aktywne Formy Przeciwdziałania Wykluczeniu Społecznemu – nowy wymiar 2020,</w:t>
      </w:r>
    </w:p>
    <w:p w:rsidR="00EF4EB3" w:rsidRDefault="00EF4EB3" w:rsidP="00197D1F">
      <w:pPr>
        <w:numPr>
          <w:ilvl w:val="0"/>
          <w:numId w:val="46"/>
        </w:numPr>
        <w:rPr>
          <w:bCs/>
          <w:iCs/>
        </w:rPr>
      </w:pPr>
      <w:r>
        <w:rPr>
          <w:bCs/>
          <w:i/>
          <w:iCs/>
        </w:rPr>
        <w:t>Program asystent rodziny i koordynator rodzinnej pieczy zastępczej,</w:t>
      </w:r>
    </w:p>
    <w:p w:rsidR="00EF4EB3" w:rsidRDefault="00EF4EB3" w:rsidP="00197D1F">
      <w:pPr>
        <w:numPr>
          <w:ilvl w:val="0"/>
          <w:numId w:val="46"/>
        </w:numPr>
        <w:rPr>
          <w:bCs/>
          <w:iCs/>
        </w:rPr>
      </w:pPr>
      <w:r>
        <w:rPr>
          <w:i/>
        </w:rPr>
        <w:t>O</w:t>
      </w:r>
      <w:r>
        <w:rPr>
          <w:bCs/>
          <w:i/>
          <w:iCs/>
        </w:rPr>
        <w:t>parcie społeczne dla osób z zaburzeniami psychicznymi</w:t>
      </w:r>
      <w:r>
        <w:rPr>
          <w:bCs/>
          <w:iCs/>
        </w:rPr>
        <w:t xml:space="preserve">, </w:t>
      </w:r>
    </w:p>
    <w:p w:rsidR="00EF4EB3" w:rsidRDefault="00EF4EB3" w:rsidP="00197D1F">
      <w:pPr>
        <w:numPr>
          <w:ilvl w:val="0"/>
          <w:numId w:val="46"/>
        </w:numPr>
        <w:rPr>
          <w:bCs/>
          <w:iCs/>
        </w:rPr>
      </w:pPr>
      <w:r>
        <w:rPr>
          <w:bCs/>
          <w:i/>
          <w:iCs/>
        </w:rPr>
        <w:t>Gminne programy aktywizacji społeczno-zawodowej na rzecz budownictwa socjalnego</w:t>
      </w:r>
      <w:r>
        <w:rPr>
          <w:bCs/>
          <w:iCs/>
        </w:rPr>
        <w:t>,</w:t>
      </w:r>
    </w:p>
    <w:p w:rsidR="00EF4EB3" w:rsidRDefault="00EF4EB3" w:rsidP="00197D1F">
      <w:pPr>
        <w:numPr>
          <w:ilvl w:val="0"/>
          <w:numId w:val="46"/>
        </w:numPr>
        <w:rPr>
          <w:bCs/>
          <w:iCs/>
        </w:rPr>
      </w:pPr>
      <w:r>
        <w:rPr>
          <w:bCs/>
          <w:i/>
          <w:iCs/>
        </w:rPr>
        <w:t xml:space="preserve">Resortowy program rozwoju instytucji opieki nad dziećmi w wieku do lat 3 </w:t>
      </w:r>
      <w:r>
        <w:rPr>
          <w:bCs/>
          <w:iCs/>
        </w:rPr>
        <w:t>MALUCH,</w:t>
      </w:r>
    </w:p>
    <w:p w:rsidR="00EF4EB3" w:rsidRDefault="00EF4EB3" w:rsidP="00197D1F">
      <w:pPr>
        <w:numPr>
          <w:ilvl w:val="0"/>
          <w:numId w:val="46"/>
        </w:numPr>
        <w:rPr>
          <w:bCs/>
          <w:iCs/>
        </w:rPr>
      </w:pPr>
      <w:r>
        <w:rPr>
          <w:bCs/>
          <w:i/>
          <w:iCs/>
        </w:rPr>
        <w:t>Program Rządowy „Pomoc państwa w zakresie dożywiania”.</w:t>
      </w:r>
    </w:p>
    <w:p w:rsidR="00EF4EB3" w:rsidRDefault="00EF4EB3" w:rsidP="00197D1F">
      <w:r>
        <w:t xml:space="preserve">Dla organizacji pozarządowych dostępny natomiast jest </w:t>
      </w:r>
      <w:r>
        <w:rPr>
          <w:i/>
        </w:rPr>
        <w:t>Rządowy Program na rzecz Aktywności Społecznej Osób Starszych na lata 2014-2020</w:t>
      </w:r>
      <w:r>
        <w:t xml:space="preserve"> oraz </w:t>
      </w:r>
      <w:r>
        <w:rPr>
          <w:i/>
        </w:rPr>
        <w:t>Fundusz Inicjatyw Obywatelskich na lata 2014-2020</w:t>
      </w:r>
      <w:r>
        <w:t>.</w:t>
      </w:r>
    </w:p>
    <w:p w:rsidR="00EF4EB3" w:rsidRDefault="00EF4EB3" w:rsidP="00197D1F">
      <w:r>
        <w:t xml:space="preserve">Druga grupa źródeł finansowania to przede wszystkim środki z Funduszy Europejskich dostępne w ramach perspektywy obejmującej lata 2014-2020. Najistotniejsze znaczenie może mieć Regionalny Program Operacyjny Województwa Warmińsko-Mazurskiego na lata 2014-2020, w szczególności osie priorytetowe 10) </w:t>
      </w:r>
      <w:r>
        <w:rPr>
          <w:i/>
        </w:rPr>
        <w:t>Regionalny rynek pracy</w:t>
      </w:r>
      <w:r>
        <w:t xml:space="preserve"> i 11) </w:t>
      </w:r>
      <w:r>
        <w:rPr>
          <w:i/>
        </w:rPr>
        <w:t>Włączenie społeczne</w:t>
      </w:r>
      <w:r>
        <w:t xml:space="preserve">. Obecna perspektywa finansowa daje również możliwość pozyskania środków </w:t>
      </w:r>
      <w:r>
        <w:br/>
        <w:t>z Programu Operacyjnego Wiedza Edukacja Rozwój 2014-2020 – jego zakres ma służyć poprawie funkcjonowania polityk sektorowych, a także interwencji w obszarach m.in. wsparcia młodych osób na rynku pracy, efektywnych polityk publicznych dla rynku pracy, gospodarki i edukacji, a także innowacji społecznych.</w:t>
      </w:r>
    </w:p>
    <w:p w:rsidR="00EF4EB3" w:rsidRDefault="00EF4EB3" w:rsidP="00197D1F">
      <w:r>
        <w:t xml:space="preserve">W trzeciej grupie źródeł finansowania mieszczą się środki prywatne pochodzące z fundacji (np. Fundacja im. Stefana Batorego, Fundacja Bankowa im. Leopolda Kronenberga, Fundacja PZU, Fundacja AVIVA), pieniądze od sponsorów, środki z 1% dla organizacji pożytku publicznego, darowizny, zbiórki publiczne i inne. Są one dostępne przede wszystkim dla organizacji pozarządowych, dlatego też nieodzowna będzie współpraca Gminy Lidzbark Warmiński z trzecim sektorem – w formie wzajemnego informowania o planowanych i realizowanych działaniach, a także przy okazji projektów partnerskich. </w:t>
      </w:r>
    </w:p>
    <w:p w:rsidR="00EF4EB3" w:rsidRDefault="00EF4EB3" w:rsidP="00197D1F">
      <w:r>
        <w:t>Określenie precyzyjnych ram finansowych planowanych kierunków działań nie wydaje się obecnie możliwe ani celowe, szczególnie ze względu na szeroki zakres tematyczny dokumentu, długi okres jego obowiązywania oraz konkursowy charakter większości programów pomocowych, który z punktu widzenia Gminy przekłada się na incydentalność wsparcia. Adekwatne do potrzeb kosztorysy będą tworzone w momencie planowania rocznego i aktualizacji budżetu Gminy, w tym planów finansowych jednostek, oraz opracowywania projektów uszczegóławiających założenia Strategii.</w:t>
      </w:r>
    </w:p>
    <w:p w:rsidR="00EF4EB3" w:rsidRDefault="00EF4EB3" w:rsidP="009458EA">
      <w:pPr>
        <w:spacing w:after="0"/>
        <w:jc w:val="center"/>
      </w:pPr>
      <w:r>
        <w:br w:type="page"/>
        <w:t xml:space="preserve"> </w:t>
      </w:r>
    </w:p>
    <w:p w:rsidR="00EF4EB3" w:rsidRPr="00456495" w:rsidRDefault="00EF4EB3">
      <w:pPr>
        <w:rPr>
          <w:rFonts w:ascii="Times New Roman" w:hAnsi="Times New Roman"/>
          <w:b/>
          <w:szCs w:val="24"/>
        </w:rPr>
      </w:pPr>
    </w:p>
    <w:sectPr w:rsidR="00EF4EB3" w:rsidRPr="00456495" w:rsidSect="00FD20A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EB3" w:rsidRDefault="00EF4EB3" w:rsidP="00197D1F">
      <w:pPr>
        <w:spacing w:after="0"/>
      </w:pPr>
      <w:r>
        <w:separator/>
      </w:r>
    </w:p>
  </w:endnote>
  <w:endnote w:type="continuationSeparator" w:id="0">
    <w:p w:rsidR="00EF4EB3" w:rsidRDefault="00EF4EB3" w:rsidP="00197D1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0000000000000000000"/>
    <w:charset w:val="EE"/>
    <w:family w:val="swiss"/>
    <w:notTrueType/>
    <w:pitch w:val="variable"/>
    <w:sig w:usb0="00000007" w:usb1="00000000" w:usb2="00000000" w:usb3="00000000" w:csb0="00000003" w:csb1="00000000"/>
  </w:font>
  <w:font w:name="Segoe UI">
    <w:panose1 w:val="00000000000000000000"/>
    <w:charset w:val="EE"/>
    <w:family w:val="swiss"/>
    <w:notTrueType/>
    <w:pitch w:val="variable"/>
    <w:sig w:usb0="00000007" w:usb1="00000000" w:usb2="00000000" w:usb3="00000000" w:csb0="00000003"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EB3" w:rsidRDefault="00EF4EB3" w:rsidP="00197D1F">
      <w:pPr>
        <w:spacing w:after="0"/>
      </w:pPr>
      <w:r>
        <w:separator/>
      </w:r>
    </w:p>
  </w:footnote>
  <w:footnote w:type="continuationSeparator" w:id="0">
    <w:p w:rsidR="00EF4EB3" w:rsidRDefault="00EF4EB3" w:rsidP="00197D1F">
      <w:pPr>
        <w:spacing w:after="0"/>
      </w:pPr>
      <w:r>
        <w:continuationSeparator/>
      </w:r>
    </w:p>
  </w:footnote>
  <w:footnote w:id="1">
    <w:p w:rsidR="00EF4EB3" w:rsidRDefault="00EF4EB3" w:rsidP="00197D1F">
      <w:pPr>
        <w:pStyle w:val="FootnoteText"/>
        <w:jc w:val="left"/>
      </w:pPr>
      <w:r>
        <w:rPr>
          <w:rStyle w:val="FootnoteReference"/>
        </w:rPr>
        <w:footnoteRef/>
      </w:r>
      <w:r>
        <w:t xml:space="preserve"> M. Pachocka, </w:t>
      </w:r>
      <w:r>
        <w:rPr>
          <w:i/>
        </w:rPr>
        <w:t xml:space="preserve">Współczesne problemy demograficzne Polski, Europy i świata – sprawozdanie z konferencji Kolegium Ekonomiczno-Społecznego Szkoły Głównej Handlowej w Warszawie </w:t>
      </w:r>
      <w:r>
        <w:t>(http://kolegia.sgh.waw.pl/pl/KES/kwartalnik/archiwum/Documents/MPachocka8.pdf).</w:t>
      </w:r>
    </w:p>
  </w:footnote>
  <w:footnote w:id="2">
    <w:p w:rsidR="00EF4EB3" w:rsidRDefault="00EF4EB3" w:rsidP="00197D1F">
      <w:pPr>
        <w:pStyle w:val="FootnoteText"/>
      </w:pPr>
      <w:r>
        <w:rPr>
          <w:rStyle w:val="FootnoteReference"/>
        </w:rPr>
        <w:footnoteRef/>
      </w:r>
      <w:r>
        <w:t xml:space="preserve"> Okres analizy danych ludnościowych zależy od dostępności w GUS. W momencie opracowywania dokumentu nie zostały jeszcze udostępnione dane dotyczące ruchu naturalnego ludności, dlatego analiza dotyczy w ich przypadku 2014 roku.</w:t>
      </w:r>
    </w:p>
  </w:footnote>
  <w:footnote w:id="3">
    <w:p w:rsidR="00EF4EB3" w:rsidRDefault="00EF4EB3" w:rsidP="00197D1F">
      <w:pPr>
        <w:pStyle w:val="FootnoteText"/>
      </w:pPr>
      <w:r>
        <w:rPr>
          <w:rStyle w:val="FootnoteReference"/>
        </w:rPr>
        <w:footnoteRef/>
      </w:r>
      <w:r>
        <w:t xml:space="preserve"> Brak danych za 2015 rok.</w:t>
      </w:r>
    </w:p>
  </w:footnote>
  <w:footnote w:id="4">
    <w:p w:rsidR="00EF4EB3" w:rsidRDefault="00EF4EB3" w:rsidP="00197D1F">
      <w:pPr>
        <w:pStyle w:val="FootnoteText"/>
      </w:pPr>
      <w:r>
        <w:rPr>
          <w:rStyle w:val="FootnoteReference"/>
        </w:rPr>
        <w:footnoteRef/>
      </w:r>
      <w:r>
        <w:t xml:space="preserve"> </w:t>
      </w:r>
      <w:r>
        <w:rPr>
          <w:i/>
        </w:rPr>
        <w:t>Szanse i zagrożenia oraz potencjalne kierunki rozwoju obszarów wiejskich w Polsce w ujęciu regionalnym. Raport podsumowujący</w:t>
      </w:r>
      <w:r>
        <w:t xml:space="preserve">, Warszawa 2012, s. 6. </w:t>
      </w:r>
    </w:p>
  </w:footnote>
  <w:footnote w:id="5">
    <w:p w:rsidR="00EF4EB3" w:rsidRDefault="00EF4EB3" w:rsidP="00197D1F">
      <w:pPr>
        <w:pStyle w:val="FootnoteText"/>
      </w:pPr>
      <w:r>
        <w:rPr>
          <w:rStyle w:val="FootnoteReference"/>
        </w:rPr>
        <w:footnoteRef/>
      </w:r>
      <w:r>
        <w:t xml:space="preserve"> Sułek, A. (2013). Stan społeczeństwa obywatelskiego. Doświadczenie, działania dla społeczności i kompetencje </w:t>
      </w:r>
    </w:p>
    <w:p w:rsidR="00EF4EB3" w:rsidRDefault="00EF4EB3" w:rsidP="00197D1F">
      <w:pPr>
        <w:pStyle w:val="FootnoteText"/>
      </w:pPr>
      <w:r>
        <w:t xml:space="preserve">obywatelskie. Diagnoza Społeczna 2013 Warunki i Jakość Życia Polaków - Raport. [Special issue]. </w:t>
      </w:r>
    </w:p>
    <w:p w:rsidR="00EF4EB3" w:rsidRDefault="00EF4EB3" w:rsidP="00197D1F">
      <w:pPr>
        <w:pStyle w:val="FootnoteText"/>
      </w:pPr>
      <w:r>
        <w:rPr>
          <w:i/>
          <w:iCs/>
        </w:rPr>
        <w:t>Contemporary Economics.</w:t>
      </w:r>
      <w:r>
        <w:t>, 7, 275-284 DOI: 10.5709/ce.1897-9254.109</w:t>
      </w:r>
    </w:p>
  </w:footnote>
  <w:footnote w:id="6">
    <w:p w:rsidR="00EF4EB3" w:rsidRDefault="00EF4EB3" w:rsidP="00197D1F">
      <w:pPr>
        <w:pStyle w:val="FootnoteText"/>
      </w:pPr>
      <w:r>
        <w:rPr>
          <w:rStyle w:val="FootnoteReference"/>
        </w:rPr>
        <w:footnoteRef/>
      </w:r>
      <w:r>
        <w:t xml:space="preserve"> U. Panicz, </w:t>
      </w:r>
      <w:r>
        <w:rPr>
          <w:i/>
        </w:rPr>
        <w:t>Frekwencja wyborcza a stan polskiej demokracji</w:t>
      </w:r>
      <w:r>
        <w:t>, „Refleksje” 2011, nr 4, s. 112-113).</w:t>
      </w:r>
    </w:p>
  </w:footnote>
  <w:footnote w:id="7">
    <w:p w:rsidR="00EF4EB3" w:rsidRDefault="00EF4EB3" w:rsidP="00197D1F">
      <w:pPr>
        <w:pStyle w:val="FootnoteText"/>
      </w:pPr>
      <w:r>
        <w:rPr>
          <w:rStyle w:val="FootnoteReference"/>
        </w:rPr>
        <w:footnoteRef/>
      </w:r>
      <w:r>
        <w:t xml:space="preserve"> Stan na dzień 17.05.2016.</w:t>
      </w:r>
    </w:p>
  </w:footnote>
  <w:footnote w:id="8">
    <w:p w:rsidR="00EF4EB3" w:rsidRDefault="00EF4EB3" w:rsidP="00197D1F">
      <w:pPr>
        <w:pStyle w:val="FootnoteText"/>
      </w:pPr>
      <w:r>
        <w:rPr>
          <w:rStyle w:val="FootnoteReference"/>
        </w:rPr>
        <w:footnoteRef/>
      </w:r>
      <w:r>
        <w:t xml:space="preserve"> http://gminalidzbark.com. </w:t>
      </w:r>
    </w:p>
  </w:footnote>
  <w:footnote w:id="9">
    <w:p w:rsidR="00EF4EB3" w:rsidRDefault="00EF4EB3" w:rsidP="00197D1F">
      <w:pPr>
        <w:pStyle w:val="FootnoteText"/>
      </w:pPr>
      <w:r>
        <w:rPr>
          <w:rStyle w:val="FootnoteReference"/>
        </w:rPr>
        <w:footnoteRef/>
      </w:r>
      <w:r>
        <w:t xml:space="preserve"> encyklopedia.pwn.pl/haslo/3876790/bezpieczenstwo-publiczne.html</w:t>
      </w:r>
    </w:p>
  </w:footnote>
  <w:footnote w:id="10">
    <w:p w:rsidR="00EF4EB3" w:rsidRDefault="00EF4EB3" w:rsidP="00197D1F">
      <w:pPr>
        <w:pStyle w:val="FootnoteText"/>
      </w:pPr>
      <w:r>
        <w:rPr>
          <w:rStyle w:val="FootnoteReference"/>
        </w:rPr>
        <w:footnoteRef/>
      </w:r>
      <w:r>
        <w:t xml:space="preserve"> Art. 1 ust. 2 ustawy z dnia 6 kwietnia 1990 r. </w:t>
      </w:r>
      <w:r>
        <w:rPr>
          <w:i/>
        </w:rPr>
        <w:t>o Policji</w:t>
      </w:r>
      <w:r>
        <w:t>.</w:t>
      </w:r>
    </w:p>
  </w:footnote>
  <w:footnote w:id="11">
    <w:p w:rsidR="00EF4EB3" w:rsidRDefault="00EF4EB3" w:rsidP="00197D1F">
      <w:pPr>
        <w:pStyle w:val="FootnoteText"/>
      </w:pPr>
      <w:r>
        <w:rPr>
          <w:rStyle w:val="FootnoteReference"/>
        </w:rPr>
        <w:footnoteRef/>
      </w:r>
      <w:r>
        <w:t xml:space="preserve"> http://inwestycje.pl/nieruchomosci/Warunki-mieszkaniowe-Polakow-na-tle-innych-krajow---nie-mamy-sie-czym-pochwalic;272615;0.html.</w:t>
      </w:r>
    </w:p>
  </w:footnote>
  <w:footnote w:id="12">
    <w:p w:rsidR="00EF4EB3" w:rsidRDefault="00EF4EB3" w:rsidP="00197D1F">
      <w:pPr>
        <w:pStyle w:val="FootnoteText"/>
        <w:jc w:val="left"/>
      </w:pPr>
      <w:r>
        <w:rPr>
          <w:rStyle w:val="FootnoteReference"/>
        </w:rPr>
        <w:footnoteRef/>
      </w:r>
      <w:r>
        <w:t xml:space="preserve"> http://www.nieruchomosci.egospodarka.pl/122577,Co-5-mieszkanie-bez-ogrzewania-co-10-bez-lazienki,1,80,1.html </w:t>
      </w:r>
    </w:p>
  </w:footnote>
  <w:footnote w:id="13">
    <w:p w:rsidR="00EF4EB3" w:rsidRDefault="00EF4EB3" w:rsidP="00197D1F">
      <w:pPr>
        <w:pStyle w:val="FootnoteText"/>
      </w:pPr>
      <w:r>
        <w:rPr>
          <w:rStyle w:val="FootnoteReference"/>
        </w:rPr>
        <w:footnoteRef/>
      </w:r>
      <w:r>
        <w:t xml:space="preserve"> T. Panek, J. Czapiński, Diagnoza Społeczna 2013 Warunki i Jakość Życia Polaków - Raport. [Special issue]. </w:t>
      </w:r>
    </w:p>
    <w:p w:rsidR="00EF4EB3" w:rsidRDefault="00EF4EB3" w:rsidP="00197D1F">
      <w:pPr>
        <w:pStyle w:val="FootnoteText"/>
      </w:pPr>
      <w:r>
        <w:rPr>
          <w:i/>
          <w:iCs/>
        </w:rPr>
        <w:t>Contemporary Economics.</w:t>
      </w:r>
      <w:r>
        <w:t>, 7, 275-284 DOI: 10.5709/ce.1897-9254.109.</w:t>
      </w:r>
    </w:p>
  </w:footnote>
  <w:footnote w:id="14">
    <w:p w:rsidR="00EF4EB3" w:rsidRDefault="00EF4EB3" w:rsidP="00197D1F">
      <w:pPr>
        <w:pStyle w:val="FootnoteText"/>
      </w:pPr>
      <w:r>
        <w:rPr>
          <w:rStyle w:val="FootnoteReference"/>
        </w:rPr>
        <w:footnoteRef/>
      </w:r>
      <w:r>
        <w:t xml:space="preserve"> Art. 2 ust. 1 ustawy z dnia 12 marca 2004 r. </w:t>
      </w:r>
      <w:r>
        <w:rPr>
          <w:i/>
        </w:rPr>
        <w:t>o pomocy społecznej</w:t>
      </w:r>
      <w:r>
        <w:t>.</w:t>
      </w:r>
    </w:p>
  </w:footnote>
  <w:footnote w:id="15">
    <w:p w:rsidR="00EF4EB3" w:rsidRDefault="00EF4EB3" w:rsidP="00197D1F">
      <w:pPr>
        <w:pStyle w:val="FootnoteText"/>
      </w:pPr>
      <w:r>
        <w:rPr>
          <w:rStyle w:val="FootnoteReference"/>
        </w:rPr>
        <w:footnoteRef/>
      </w:r>
      <w:r>
        <w:t xml:space="preserve"> K. Szafraniec, </w:t>
      </w:r>
      <w:r>
        <w:rPr>
          <w:i/>
        </w:rPr>
        <w:t>Raz jeszcze o społecznej roli młodego pokolenia. Konteksty lokalne i globalne</w:t>
      </w:r>
      <w:r>
        <w:t>, w: Rocznik Lubuski Tom 37, cz. 2, 2011, s. 11.</w:t>
      </w:r>
    </w:p>
  </w:footnote>
  <w:footnote w:id="16">
    <w:p w:rsidR="00EF4EB3" w:rsidRDefault="00EF4EB3" w:rsidP="00197D1F">
      <w:pPr>
        <w:pStyle w:val="FootnoteText"/>
      </w:pPr>
      <w:r>
        <w:rPr>
          <w:rStyle w:val="FootnoteReference"/>
        </w:rPr>
        <w:footnoteRef/>
      </w:r>
      <w:r>
        <w:t xml:space="preserve"> A. Karwacki, M. Rymsza, </w:t>
      </w:r>
      <w:r>
        <w:rPr>
          <w:i/>
        </w:rPr>
        <w:t>Meandry upowszechniania koncepcji aktywnej polityki społecznej w Polsce</w:t>
      </w:r>
      <w:r>
        <w:t xml:space="preserve">, </w:t>
      </w:r>
      <w:r>
        <w:br/>
        <w:t xml:space="preserve">w: </w:t>
      </w:r>
      <w:r>
        <w:rPr>
          <w:i/>
        </w:rPr>
        <w:t>Polityka aktywizacji w Polsce. Usługi reintegracji w sektorze gospodarki społecznej</w:t>
      </w:r>
      <w:r>
        <w:t xml:space="preserve">, red. M. Grewiński, </w:t>
      </w:r>
      <w:r>
        <w:br/>
        <w:t>M. Rymsza, Warszawa 2011, s. 30-34.</w:t>
      </w:r>
    </w:p>
  </w:footnote>
  <w:footnote w:id="17">
    <w:p w:rsidR="00EF4EB3" w:rsidRDefault="00EF4EB3" w:rsidP="00197D1F">
      <w:pPr>
        <w:pStyle w:val="FootnoteText"/>
      </w:pPr>
      <w:r>
        <w:rPr>
          <w:rStyle w:val="FootnoteReference"/>
        </w:rPr>
        <w:footnoteRef/>
      </w:r>
      <w:r>
        <w:t xml:space="preserve"> Tamże, s. 31-32.</w:t>
      </w:r>
    </w:p>
  </w:footnote>
  <w:footnote w:id="18">
    <w:p w:rsidR="00EF4EB3" w:rsidRDefault="00EF4EB3" w:rsidP="00197D1F">
      <w:pPr>
        <w:pStyle w:val="FootnoteText"/>
      </w:pPr>
      <w:r>
        <w:rPr>
          <w:rStyle w:val="FootnoteReference"/>
        </w:rPr>
        <w:footnoteRef/>
      </w:r>
      <w:r>
        <w:t xml:space="preserve"> Zob. więcej: A. Rurka, G. Hardy, C. Defays, </w:t>
      </w:r>
      <w:r>
        <w:rPr>
          <w:i/>
        </w:rPr>
        <w:t>Proszę, nie pomagaj mi! Paradoks pomocy narzuconej</w:t>
      </w:r>
      <w:r>
        <w:t>, tłum. U. Bisek i M. Macińska, Warszawa 2013.</w:t>
      </w:r>
    </w:p>
  </w:footnote>
  <w:footnote w:id="19">
    <w:p w:rsidR="00EF4EB3" w:rsidRDefault="00EF4EB3" w:rsidP="00197D1F">
      <w:pPr>
        <w:pStyle w:val="FootnoteText"/>
      </w:pPr>
      <w:r>
        <w:rPr>
          <w:rStyle w:val="FootnoteReference"/>
        </w:rPr>
        <w:footnoteRef/>
      </w:r>
      <w:r>
        <w:t xml:space="preserve"> Katalog wskaźników został przedstawiony w ramach obszarów realizacji Strategii. Ma on charakter otwarty. Jeżeli w procesie monitoringu zostanie zidentyfikowana potrzeba zmiany jego zakresu, możliwe jest wprowadzenie zmian i uzupełnień bez konieczności aktualizacji dokumentu – o ile będą one służyły lepszemu rozpoznaniu sytuacji społecznej oraz efektów wdrażania Strategii. Stosowną decyzję w tym zakresie podejmuje Kierownik Gminnego Ośrodka Pomocy Społecznej w Lidzbarku Warmińskim.</w:t>
      </w:r>
    </w:p>
  </w:footnote>
  <w:footnote w:id="20">
    <w:p w:rsidR="00EF4EB3" w:rsidRDefault="00EF4EB3" w:rsidP="00197D1F">
      <w:pPr>
        <w:pStyle w:val="FootnoteText"/>
      </w:pPr>
      <w:r>
        <w:rPr>
          <w:rStyle w:val="FootnoteReference"/>
        </w:rPr>
        <w:footnoteRef/>
      </w:r>
      <w:r>
        <w:t xml:space="preserve"> Względnie długi czas oczekiwania dotyczy w szczególności statystyki publicznej prowadzonej przez GUS. Dla przykładu najświeższe dane dotyczące demografii i rynku pracy są zwykle dostępne około połowy maja.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46FB8"/>
    <w:multiLevelType w:val="hybridMultilevel"/>
    <w:tmpl w:val="7AACAF94"/>
    <w:lvl w:ilvl="0" w:tplc="3AFA1B92">
      <w:start w:val="1"/>
      <w:numFmt w:val="decimal"/>
      <w:lvlText w:val="%1)"/>
      <w:lvlJc w:val="left"/>
      <w:pPr>
        <w:ind w:left="454" w:hanging="454"/>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nsid w:val="030A46B4"/>
    <w:multiLevelType w:val="hybridMultilevel"/>
    <w:tmpl w:val="11902ED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
    <w:nsid w:val="06551C92"/>
    <w:multiLevelType w:val="hybridMultilevel"/>
    <w:tmpl w:val="A11645F8"/>
    <w:lvl w:ilvl="0" w:tplc="04150017">
      <w:start w:val="1"/>
      <w:numFmt w:val="lowerLetter"/>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3">
    <w:nsid w:val="0A09386F"/>
    <w:multiLevelType w:val="hybridMultilevel"/>
    <w:tmpl w:val="6B68DCD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0A7D1AC1"/>
    <w:multiLevelType w:val="hybridMultilevel"/>
    <w:tmpl w:val="3C2A9564"/>
    <w:lvl w:ilvl="0" w:tplc="8B6AD65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hint="default"/>
      </w:rPr>
    </w:lvl>
    <w:lvl w:ilvl="8" w:tplc="04150005">
      <w:start w:val="1"/>
      <w:numFmt w:val="bullet"/>
      <w:lvlText w:val=""/>
      <w:lvlJc w:val="left"/>
      <w:pPr>
        <w:ind w:left="7200" w:hanging="360"/>
      </w:pPr>
      <w:rPr>
        <w:rFonts w:ascii="Wingdings" w:hAnsi="Wingdings" w:hint="default"/>
      </w:rPr>
    </w:lvl>
  </w:abstractNum>
  <w:abstractNum w:abstractNumId="5">
    <w:nsid w:val="0EDD5CC1"/>
    <w:multiLevelType w:val="hybridMultilevel"/>
    <w:tmpl w:val="13A4EEA0"/>
    <w:lvl w:ilvl="0" w:tplc="04150005">
      <w:start w:val="1"/>
      <w:numFmt w:val="bullet"/>
      <w:lvlText w:val=""/>
      <w:lvlJc w:val="left"/>
      <w:pPr>
        <w:ind w:left="720" w:hanging="360"/>
      </w:pPr>
      <w:rPr>
        <w:rFonts w:ascii="Wingdings" w:hAnsi="Wingding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nsid w:val="0EF8762C"/>
    <w:multiLevelType w:val="hybridMultilevel"/>
    <w:tmpl w:val="A672D102"/>
    <w:lvl w:ilvl="0" w:tplc="8B6AD65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hint="default"/>
      </w:rPr>
    </w:lvl>
    <w:lvl w:ilvl="8" w:tplc="04150005">
      <w:start w:val="1"/>
      <w:numFmt w:val="bullet"/>
      <w:lvlText w:val=""/>
      <w:lvlJc w:val="left"/>
      <w:pPr>
        <w:ind w:left="6840" w:hanging="360"/>
      </w:pPr>
      <w:rPr>
        <w:rFonts w:ascii="Wingdings" w:hAnsi="Wingdings" w:hint="default"/>
      </w:rPr>
    </w:lvl>
  </w:abstractNum>
  <w:abstractNum w:abstractNumId="7">
    <w:nsid w:val="10B93707"/>
    <w:multiLevelType w:val="hybridMultilevel"/>
    <w:tmpl w:val="E958723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8">
    <w:nsid w:val="1C3B32CF"/>
    <w:multiLevelType w:val="hybridMultilevel"/>
    <w:tmpl w:val="FEF6AEF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1FF7726C"/>
    <w:multiLevelType w:val="hybridMultilevel"/>
    <w:tmpl w:val="C3F66C4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0">
    <w:nsid w:val="24A869E2"/>
    <w:multiLevelType w:val="hybridMultilevel"/>
    <w:tmpl w:val="DDFA3D50"/>
    <w:lvl w:ilvl="0" w:tplc="A278849E">
      <w:start w:val="1"/>
      <w:numFmt w:val="decimal"/>
      <w:lvlText w:val="%1)"/>
      <w:lvlJc w:val="left"/>
      <w:pPr>
        <w:ind w:left="340" w:hanging="34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
    <w:nsid w:val="277608F5"/>
    <w:multiLevelType w:val="hybridMultilevel"/>
    <w:tmpl w:val="B156D02A"/>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2">
    <w:nsid w:val="286C5F50"/>
    <w:multiLevelType w:val="hybridMultilevel"/>
    <w:tmpl w:val="9716B29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nsid w:val="2CE21909"/>
    <w:multiLevelType w:val="hybridMultilevel"/>
    <w:tmpl w:val="63DECAFC"/>
    <w:lvl w:ilvl="0" w:tplc="4FD06E7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hint="default"/>
      </w:rPr>
    </w:lvl>
    <w:lvl w:ilvl="8" w:tplc="04150005">
      <w:start w:val="1"/>
      <w:numFmt w:val="bullet"/>
      <w:lvlText w:val=""/>
      <w:lvlJc w:val="left"/>
      <w:pPr>
        <w:ind w:left="7200" w:hanging="360"/>
      </w:pPr>
      <w:rPr>
        <w:rFonts w:ascii="Wingdings" w:hAnsi="Wingdings" w:hint="default"/>
      </w:rPr>
    </w:lvl>
  </w:abstractNum>
  <w:abstractNum w:abstractNumId="14">
    <w:nsid w:val="2E4C4BF8"/>
    <w:multiLevelType w:val="hybridMultilevel"/>
    <w:tmpl w:val="709A50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5">
    <w:nsid w:val="2F60456D"/>
    <w:multiLevelType w:val="hybridMultilevel"/>
    <w:tmpl w:val="A300D4EC"/>
    <w:lvl w:ilvl="0" w:tplc="A278849E">
      <w:start w:val="1"/>
      <w:numFmt w:val="decimal"/>
      <w:lvlText w:val="%1)"/>
      <w:lvlJc w:val="left"/>
      <w:pPr>
        <w:ind w:left="340" w:hanging="34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nsid w:val="301F540B"/>
    <w:multiLevelType w:val="hybridMultilevel"/>
    <w:tmpl w:val="0102F3AA"/>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7">
    <w:nsid w:val="30933A44"/>
    <w:multiLevelType w:val="hybridMultilevel"/>
    <w:tmpl w:val="50A2AD80"/>
    <w:lvl w:ilvl="0" w:tplc="A278849E">
      <w:start w:val="1"/>
      <w:numFmt w:val="decimal"/>
      <w:lvlText w:val="%1)"/>
      <w:lvlJc w:val="left"/>
      <w:pPr>
        <w:ind w:left="340" w:hanging="34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nsid w:val="33E045E8"/>
    <w:multiLevelType w:val="hybridMultilevel"/>
    <w:tmpl w:val="51CEA6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9">
    <w:nsid w:val="358E52C0"/>
    <w:multiLevelType w:val="hybridMultilevel"/>
    <w:tmpl w:val="C9322EDE"/>
    <w:lvl w:ilvl="0" w:tplc="8B6AD65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hint="default"/>
      </w:rPr>
    </w:lvl>
    <w:lvl w:ilvl="8" w:tplc="04150005">
      <w:start w:val="1"/>
      <w:numFmt w:val="bullet"/>
      <w:lvlText w:val=""/>
      <w:lvlJc w:val="left"/>
      <w:pPr>
        <w:ind w:left="7200" w:hanging="360"/>
      </w:pPr>
      <w:rPr>
        <w:rFonts w:ascii="Wingdings" w:hAnsi="Wingdings" w:hint="default"/>
      </w:rPr>
    </w:lvl>
  </w:abstractNum>
  <w:abstractNum w:abstractNumId="20">
    <w:nsid w:val="35BA5B94"/>
    <w:multiLevelType w:val="hybridMultilevel"/>
    <w:tmpl w:val="1324A90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nsid w:val="39D30568"/>
    <w:multiLevelType w:val="hybridMultilevel"/>
    <w:tmpl w:val="421453BA"/>
    <w:lvl w:ilvl="0" w:tplc="8B6AD65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hint="default"/>
      </w:rPr>
    </w:lvl>
    <w:lvl w:ilvl="8" w:tplc="04150005">
      <w:start w:val="1"/>
      <w:numFmt w:val="bullet"/>
      <w:lvlText w:val=""/>
      <w:lvlJc w:val="left"/>
      <w:pPr>
        <w:ind w:left="7200" w:hanging="360"/>
      </w:pPr>
      <w:rPr>
        <w:rFonts w:ascii="Wingdings" w:hAnsi="Wingdings" w:hint="default"/>
      </w:rPr>
    </w:lvl>
  </w:abstractNum>
  <w:abstractNum w:abstractNumId="22">
    <w:nsid w:val="3AAB7728"/>
    <w:multiLevelType w:val="hybridMultilevel"/>
    <w:tmpl w:val="31CCB408"/>
    <w:lvl w:ilvl="0" w:tplc="3AFA1B92">
      <w:start w:val="1"/>
      <w:numFmt w:val="decimal"/>
      <w:lvlText w:val="%1)"/>
      <w:lvlJc w:val="left"/>
      <w:pPr>
        <w:ind w:left="454" w:hanging="454"/>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3">
    <w:nsid w:val="3FDF1459"/>
    <w:multiLevelType w:val="hybridMultilevel"/>
    <w:tmpl w:val="19AA189C"/>
    <w:lvl w:ilvl="0" w:tplc="A278849E">
      <w:start w:val="1"/>
      <w:numFmt w:val="decimal"/>
      <w:lvlText w:val="%1)"/>
      <w:lvlJc w:val="left"/>
      <w:pPr>
        <w:ind w:left="340" w:hanging="34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nsid w:val="475B2713"/>
    <w:multiLevelType w:val="hybridMultilevel"/>
    <w:tmpl w:val="A5868A10"/>
    <w:lvl w:ilvl="0" w:tplc="7DCA1804">
      <w:start w:val="1"/>
      <w:numFmt w:val="decimal"/>
      <w:lvlText w:val="%1)"/>
      <w:lvlJc w:val="left"/>
      <w:pPr>
        <w:ind w:left="340" w:hanging="34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nsid w:val="481F1B85"/>
    <w:multiLevelType w:val="hybridMultilevel"/>
    <w:tmpl w:val="1B7AA22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6">
    <w:nsid w:val="4AA42B65"/>
    <w:multiLevelType w:val="hybridMultilevel"/>
    <w:tmpl w:val="07DE210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7">
    <w:nsid w:val="4EB70253"/>
    <w:multiLevelType w:val="hybridMultilevel"/>
    <w:tmpl w:val="B310234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8">
    <w:nsid w:val="51A72F55"/>
    <w:multiLevelType w:val="hybridMultilevel"/>
    <w:tmpl w:val="5ACCA54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9">
    <w:nsid w:val="56A656DD"/>
    <w:multiLevelType w:val="hybridMultilevel"/>
    <w:tmpl w:val="3DF44958"/>
    <w:lvl w:ilvl="0" w:tplc="19E6CBCA">
      <w:start w:val="1"/>
      <w:numFmt w:val="decimal"/>
      <w:lvlText w:val="%1)"/>
      <w:lvlJc w:val="left"/>
      <w:pPr>
        <w:ind w:left="720" w:hanging="360"/>
      </w:pPr>
      <w:rPr>
        <w:rFonts w:cs="Times New Roman"/>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nsid w:val="5C876461"/>
    <w:multiLevelType w:val="hybridMultilevel"/>
    <w:tmpl w:val="42C6F6CE"/>
    <w:lvl w:ilvl="0" w:tplc="E46818A8">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nsid w:val="5E74595D"/>
    <w:multiLevelType w:val="hybridMultilevel"/>
    <w:tmpl w:val="ABCAE73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2">
    <w:nsid w:val="5EB75A78"/>
    <w:multiLevelType w:val="hybridMultilevel"/>
    <w:tmpl w:val="028AC09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3">
    <w:nsid w:val="62366F0A"/>
    <w:multiLevelType w:val="hybridMultilevel"/>
    <w:tmpl w:val="A1CE0482"/>
    <w:lvl w:ilvl="0" w:tplc="04150011">
      <w:start w:val="1"/>
      <w:numFmt w:val="decimal"/>
      <w:lvlText w:val="%1)"/>
      <w:lvlJc w:val="left"/>
      <w:pPr>
        <w:ind w:left="786"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nsid w:val="625A56DB"/>
    <w:multiLevelType w:val="hybridMultilevel"/>
    <w:tmpl w:val="8224114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nsid w:val="66AB6965"/>
    <w:multiLevelType w:val="hybridMultilevel"/>
    <w:tmpl w:val="3C444C2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6">
    <w:nsid w:val="67700A5C"/>
    <w:multiLevelType w:val="hybridMultilevel"/>
    <w:tmpl w:val="226CF04A"/>
    <w:lvl w:ilvl="0" w:tplc="04150017">
      <w:start w:val="1"/>
      <w:numFmt w:val="lowerLetter"/>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37">
    <w:nsid w:val="68BE0936"/>
    <w:multiLevelType w:val="hybridMultilevel"/>
    <w:tmpl w:val="E9421E2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8">
    <w:nsid w:val="6C6B0602"/>
    <w:multiLevelType w:val="hybridMultilevel"/>
    <w:tmpl w:val="F392EAE8"/>
    <w:lvl w:ilvl="0" w:tplc="04150011">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9">
    <w:nsid w:val="71103613"/>
    <w:multiLevelType w:val="hybridMultilevel"/>
    <w:tmpl w:val="AA1EEFF6"/>
    <w:lvl w:ilvl="0" w:tplc="7DCA1804">
      <w:start w:val="1"/>
      <w:numFmt w:val="decimal"/>
      <w:lvlText w:val="%1)"/>
      <w:lvlJc w:val="left"/>
      <w:pPr>
        <w:ind w:left="340" w:hanging="34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nsid w:val="75BF7F57"/>
    <w:multiLevelType w:val="hybridMultilevel"/>
    <w:tmpl w:val="A5868A10"/>
    <w:lvl w:ilvl="0" w:tplc="7DCA1804">
      <w:start w:val="1"/>
      <w:numFmt w:val="decimal"/>
      <w:lvlText w:val="%1)"/>
      <w:lvlJc w:val="left"/>
      <w:pPr>
        <w:ind w:left="340" w:hanging="34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nsid w:val="769D2956"/>
    <w:multiLevelType w:val="hybridMultilevel"/>
    <w:tmpl w:val="A5868A10"/>
    <w:lvl w:ilvl="0" w:tplc="7DCA1804">
      <w:start w:val="1"/>
      <w:numFmt w:val="decimal"/>
      <w:lvlText w:val="%1)"/>
      <w:lvlJc w:val="left"/>
      <w:pPr>
        <w:ind w:left="340" w:hanging="34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nsid w:val="79CE33F3"/>
    <w:multiLevelType w:val="hybridMultilevel"/>
    <w:tmpl w:val="68D6334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nsid w:val="7AA37FC4"/>
    <w:multiLevelType w:val="hybridMultilevel"/>
    <w:tmpl w:val="B71C524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44">
    <w:nsid w:val="7B5B15F1"/>
    <w:multiLevelType w:val="hybridMultilevel"/>
    <w:tmpl w:val="5F22164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nsid w:val="7C300A3A"/>
    <w:multiLevelType w:val="hybridMultilevel"/>
    <w:tmpl w:val="F4FC298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11"/>
  </w:num>
  <w:num w:numId="4">
    <w:abstractNumId w:val="35"/>
  </w:num>
  <w:num w:numId="5">
    <w:abstractNumId w:val="7"/>
  </w:num>
  <w:num w:numId="6">
    <w:abstractNumId w:val="27"/>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16"/>
  </w:num>
  <w:num w:numId="15">
    <w:abstractNumId w:val="25"/>
  </w:num>
  <w:num w:numId="16">
    <w:abstractNumId w:val="31"/>
  </w:num>
  <w:num w:numId="17">
    <w:abstractNumId w:val="28"/>
  </w:num>
  <w:num w:numId="18">
    <w:abstractNumId w:val="13"/>
  </w:num>
  <w:num w:numId="19">
    <w:abstractNumId w:val="18"/>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4"/>
  </w:num>
  <w:num w:numId="26">
    <w:abstractNumId w:val="21"/>
  </w:num>
  <w:num w:numId="27">
    <w:abstractNumId w:val="6"/>
  </w:num>
  <w:num w:numId="28">
    <w:abstractNumId w:val="45"/>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num>
  <w:num w:numId="46">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7D1F"/>
    <w:rsid w:val="00014552"/>
    <w:rsid w:val="000430AF"/>
    <w:rsid w:val="00057D48"/>
    <w:rsid w:val="001655CD"/>
    <w:rsid w:val="00197D1F"/>
    <w:rsid w:val="001C6956"/>
    <w:rsid w:val="001E76F6"/>
    <w:rsid w:val="001F7229"/>
    <w:rsid w:val="00322A4E"/>
    <w:rsid w:val="003E4C60"/>
    <w:rsid w:val="00456495"/>
    <w:rsid w:val="00461B5F"/>
    <w:rsid w:val="0057650D"/>
    <w:rsid w:val="005C573A"/>
    <w:rsid w:val="0066481B"/>
    <w:rsid w:val="007D545E"/>
    <w:rsid w:val="00811C25"/>
    <w:rsid w:val="0089762B"/>
    <w:rsid w:val="008D1DDD"/>
    <w:rsid w:val="00905469"/>
    <w:rsid w:val="009458EA"/>
    <w:rsid w:val="00A54480"/>
    <w:rsid w:val="00AF0008"/>
    <w:rsid w:val="00C87BAB"/>
    <w:rsid w:val="00D3283B"/>
    <w:rsid w:val="00E010E1"/>
    <w:rsid w:val="00E361FD"/>
    <w:rsid w:val="00EF4EB3"/>
    <w:rsid w:val="00F46BC5"/>
    <w:rsid w:val="00FD20AF"/>
    <w:rsid w:val="00FE43D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locked="1" w:semiHidden="0" w:uiPriority="0"/>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locked="1" w:semiHidden="0" w:uiPriority="0"/>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locked="1" w:semiHidden="0" w:uiPriority="0"/>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197D1F"/>
    <w:pPr>
      <w:spacing w:after="120"/>
      <w:jc w:val="both"/>
    </w:pPr>
    <w:rPr>
      <w:sz w:val="24"/>
      <w:lang w:eastAsia="en-US"/>
    </w:rPr>
  </w:style>
  <w:style w:type="paragraph" w:styleId="Heading1">
    <w:name w:val="heading 1"/>
    <w:basedOn w:val="Normal"/>
    <w:next w:val="Normal"/>
    <w:link w:val="Heading1Char"/>
    <w:uiPriority w:val="99"/>
    <w:qFormat/>
    <w:rsid w:val="00197D1F"/>
    <w:pPr>
      <w:keepNext/>
      <w:keepLines/>
      <w:outlineLvl w:val="0"/>
    </w:pPr>
    <w:rPr>
      <w:rFonts w:ascii="Cambria" w:eastAsia="Times New Roman" w:hAnsi="Cambria"/>
      <w:b/>
      <w:sz w:val="28"/>
      <w:szCs w:val="32"/>
    </w:rPr>
  </w:style>
  <w:style w:type="paragraph" w:styleId="Heading2">
    <w:name w:val="heading 2"/>
    <w:basedOn w:val="Normal"/>
    <w:next w:val="Normal"/>
    <w:link w:val="Heading2Char"/>
    <w:uiPriority w:val="99"/>
    <w:qFormat/>
    <w:rsid w:val="00197D1F"/>
    <w:pPr>
      <w:keepNext/>
      <w:keepLines/>
      <w:spacing w:before="120"/>
      <w:outlineLvl w:val="1"/>
    </w:pPr>
    <w:rPr>
      <w:rFonts w:ascii="Cambria" w:eastAsia="Times New Roman" w:hAnsi="Cambria"/>
      <w:b/>
      <w:sz w:val="26"/>
      <w:szCs w:val="26"/>
    </w:rPr>
  </w:style>
  <w:style w:type="paragraph" w:styleId="Heading3">
    <w:name w:val="heading 3"/>
    <w:basedOn w:val="Title"/>
    <w:next w:val="Normal"/>
    <w:link w:val="Heading3Char"/>
    <w:uiPriority w:val="99"/>
    <w:qFormat/>
    <w:rsid w:val="00197D1F"/>
    <w:pPr>
      <w:keepNext/>
      <w:keepLines/>
      <w:spacing w:before="120" w:after="120"/>
      <w:jc w:val="left"/>
      <w:outlineLvl w:val="2"/>
    </w:pPr>
    <w:rPr>
      <w:rFonts w:ascii="Cambria" w:hAnsi="Cambria"/>
      <w:b/>
      <w:sz w:val="24"/>
      <w:szCs w:val="24"/>
    </w:rPr>
  </w:style>
  <w:style w:type="paragraph" w:styleId="Heading4">
    <w:name w:val="heading 4"/>
    <w:basedOn w:val="Normal"/>
    <w:next w:val="Normal"/>
    <w:link w:val="Heading4Char"/>
    <w:uiPriority w:val="99"/>
    <w:qFormat/>
    <w:rsid w:val="00197D1F"/>
    <w:pPr>
      <w:keepNext/>
      <w:keepLines/>
      <w:spacing w:before="40" w:after="0"/>
      <w:outlineLvl w:val="3"/>
    </w:pPr>
    <w:rPr>
      <w:rFonts w:ascii="Calibri Light" w:eastAsia="Times New Roman" w:hAnsi="Calibri Light"/>
      <w:b/>
      <w:iCs/>
      <w:color w:val="2E74B5"/>
    </w:rPr>
  </w:style>
  <w:style w:type="paragraph" w:styleId="Heading5">
    <w:name w:val="heading 5"/>
    <w:basedOn w:val="Normal"/>
    <w:next w:val="Normal"/>
    <w:link w:val="Heading5Char"/>
    <w:uiPriority w:val="99"/>
    <w:qFormat/>
    <w:rsid w:val="00197D1F"/>
    <w:pPr>
      <w:keepNext/>
      <w:keepLines/>
      <w:spacing w:before="40" w:after="0"/>
      <w:outlineLvl w:val="4"/>
    </w:pPr>
    <w:rPr>
      <w:rFonts w:ascii="Calibri Light" w:eastAsia="Times New Roman" w:hAnsi="Calibri Light"/>
      <w:color w:val="2E74B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97D1F"/>
    <w:rPr>
      <w:rFonts w:ascii="Cambria" w:hAnsi="Cambria" w:cs="Times New Roman"/>
      <w:b/>
      <w:sz w:val="32"/>
      <w:szCs w:val="32"/>
    </w:rPr>
  </w:style>
  <w:style w:type="character" w:customStyle="1" w:styleId="Heading2Char">
    <w:name w:val="Heading 2 Char"/>
    <w:basedOn w:val="DefaultParagraphFont"/>
    <w:link w:val="Heading2"/>
    <w:uiPriority w:val="99"/>
    <w:semiHidden/>
    <w:locked/>
    <w:rsid w:val="00197D1F"/>
    <w:rPr>
      <w:rFonts w:ascii="Cambria" w:hAnsi="Cambria" w:cs="Times New Roman"/>
      <w:b/>
      <w:sz w:val="26"/>
      <w:szCs w:val="26"/>
    </w:rPr>
  </w:style>
  <w:style w:type="character" w:customStyle="1" w:styleId="Heading3Char">
    <w:name w:val="Heading 3 Char"/>
    <w:basedOn w:val="DefaultParagraphFont"/>
    <w:link w:val="Heading3"/>
    <w:uiPriority w:val="99"/>
    <w:semiHidden/>
    <w:locked/>
    <w:rsid w:val="00197D1F"/>
    <w:rPr>
      <w:rFonts w:ascii="Cambria" w:hAnsi="Cambria" w:cs="Times New Roman"/>
      <w:b/>
      <w:spacing w:val="-10"/>
      <w:kern w:val="28"/>
      <w:sz w:val="24"/>
      <w:szCs w:val="24"/>
    </w:rPr>
  </w:style>
  <w:style w:type="character" w:customStyle="1" w:styleId="Heading4Char">
    <w:name w:val="Heading 4 Char"/>
    <w:basedOn w:val="DefaultParagraphFont"/>
    <w:link w:val="Heading4"/>
    <w:uiPriority w:val="99"/>
    <w:semiHidden/>
    <w:locked/>
    <w:rsid w:val="00197D1F"/>
    <w:rPr>
      <w:rFonts w:ascii="Calibri Light" w:hAnsi="Calibri Light" w:cs="Times New Roman"/>
      <w:b/>
      <w:iCs/>
      <w:color w:val="2E74B5"/>
      <w:sz w:val="24"/>
    </w:rPr>
  </w:style>
  <w:style w:type="character" w:customStyle="1" w:styleId="Heading5Char">
    <w:name w:val="Heading 5 Char"/>
    <w:basedOn w:val="DefaultParagraphFont"/>
    <w:link w:val="Heading5"/>
    <w:uiPriority w:val="99"/>
    <w:semiHidden/>
    <w:locked/>
    <w:rsid w:val="00197D1F"/>
    <w:rPr>
      <w:rFonts w:ascii="Calibri Light" w:hAnsi="Calibri Light" w:cs="Times New Roman"/>
      <w:color w:val="2E74B5"/>
      <w:sz w:val="24"/>
    </w:rPr>
  </w:style>
  <w:style w:type="character" w:styleId="Hyperlink">
    <w:name w:val="Hyperlink"/>
    <w:basedOn w:val="DefaultParagraphFont"/>
    <w:uiPriority w:val="99"/>
    <w:semiHidden/>
    <w:rsid w:val="00197D1F"/>
    <w:rPr>
      <w:rFonts w:cs="Times New Roman"/>
      <w:color w:val="0563C1"/>
      <w:u w:val="single"/>
    </w:rPr>
  </w:style>
  <w:style w:type="character" w:styleId="FollowedHyperlink">
    <w:name w:val="FollowedHyperlink"/>
    <w:basedOn w:val="DefaultParagraphFont"/>
    <w:uiPriority w:val="99"/>
    <w:semiHidden/>
    <w:rsid w:val="00197D1F"/>
    <w:rPr>
      <w:rFonts w:cs="Times New Roman"/>
      <w:color w:val="954F72"/>
      <w:u w:val="single"/>
    </w:rPr>
  </w:style>
  <w:style w:type="character" w:styleId="Emphasis">
    <w:name w:val="Emphasis"/>
    <w:aliases w:val="Tytuł wykresu"/>
    <w:basedOn w:val="DefaultParagraphFont"/>
    <w:uiPriority w:val="99"/>
    <w:qFormat/>
    <w:rsid w:val="00197D1F"/>
    <w:rPr>
      <w:rFonts w:ascii="Calibri" w:hAnsi="Calibri" w:cs="Times New Roman"/>
      <w:b/>
      <w:color w:val="auto"/>
      <w:sz w:val="20"/>
    </w:rPr>
  </w:style>
  <w:style w:type="paragraph" w:styleId="Title">
    <w:name w:val="Title"/>
    <w:basedOn w:val="Normal"/>
    <w:next w:val="Normal"/>
    <w:link w:val="TitleChar"/>
    <w:uiPriority w:val="99"/>
    <w:qFormat/>
    <w:rsid w:val="00197D1F"/>
    <w:pPr>
      <w:spacing w:after="0"/>
      <w:contextualSpacing/>
    </w:pPr>
    <w:rPr>
      <w:rFonts w:ascii="Calibri Light" w:eastAsia="Times New Roman" w:hAnsi="Calibri Light"/>
      <w:spacing w:val="-10"/>
      <w:kern w:val="28"/>
      <w:sz w:val="56"/>
      <w:szCs w:val="56"/>
    </w:rPr>
  </w:style>
  <w:style w:type="character" w:customStyle="1" w:styleId="TitleChar">
    <w:name w:val="Title Char"/>
    <w:basedOn w:val="DefaultParagraphFont"/>
    <w:link w:val="Title"/>
    <w:uiPriority w:val="99"/>
    <w:locked/>
    <w:rsid w:val="00197D1F"/>
    <w:rPr>
      <w:rFonts w:ascii="Calibri Light" w:hAnsi="Calibri Light" w:cs="Times New Roman"/>
      <w:spacing w:val="-10"/>
      <w:kern w:val="28"/>
      <w:sz w:val="56"/>
      <w:szCs w:val="56"/>
    </w:rPr>
  </w:style>
  <w:style w:type="character" w:styleId="Strong">
    <w:name w:val="Strong"/>
    <w:aliases w:val="Rysunek"/>
    <w:basedOn w:val="DefaultParagraphFont"/>
    <w:uiPriority w:val="99"/>
    <w:qFormat/>
    <w:rsid w:val="00197D1F"/>
    <w:rPr>
      <w:rFonts w:ascii="Calibri" w:hAnsi="Calibri" w:cs="Times New Roman"/>
      <w:sz w:val="20"/>
    </w:rPr>
  </w:style>
  <w:style w:type="paragraph" w:styleId="TOC1">
    <w:name w:val="toc 1"/>
    <w:basedOn w:val="Normal"/>
    <w:next w:val="Normal"/>
    <w:autoRedefine/>
    <w:uiPriority w:val="99"/>
    <w:semiHidden/>
    <w:rsid w:val="00197D1F"/>
    <w:pPr>
      <w:tabs>
        <w:tab w:val="left" w:pos="284"/>
        <w:tab w:val="right" w:leader="dot" w:pos="9062"/>
      </w:tabs>
      <w:spacing w:after="100"/>
    </w:pPr>
  </w:style>
  <w:style w:type="paragraph" w:styleId="TOC2">
    <w:name w:val="toc 2"/>
    <w:basedOn w:val="Normal"/>
    <w:next w:val="Normal"/>
    <w:autoRedefine/>
    <w:uiPriority w:val="99"/>
    <w:semiHidden/>
    <w:rsid w:val="00197D1F"/>
    <w:pPr>
      <w:tabs>
        <w:tab w:val="left" w:pos="851"/>
        <w:tab w:val="right" w:leader="dot" w:pos="9062"/>
      </w:tabs>
      <w:spacing w:after="100"/>
      <w:ind w:left="284"/>
    </w:pPr>
  </w:style>
  <w:style w:type="paragraph" w:styleId="TOC3">
    <w:name w:val="toc 3"/>
    <w:basedOn w:val="Normal"/>
    <w:next w:val="Normal"/>
    <w:autoRedefine/>
    <w:uiPriority w:val="99"/>
    <w:semiHidden/>
    <w:rsid w:val="00197D1F"/>
    <w:pPr>
      <w:tabs>
        <w:tab w:val="left" w:pos="1320"/>
        <w:tab w:val="right" w:leader="dot" w:pos="9062"/>
      </w:tabs>
      <w:spacing w:after="100"/>
      <w:ind w:left="284" w:firstLine="196"/>
    </w:pPr>
  </w:style>
  <w:style w:type="paragraph" w:styleId="FootnoteText">
    <w:name w:val="footnote text"/>
    <w:basedOn w:val="Normal"/>
    <w:link w:val="FootnoteTextChar"/>
    <w:uiPriority w:val="99"/>
    <w:semiHidden/>
    <w:rsid w:val="00197D1F"/>
    <w:pPr>
      <w:spacing w:after="0"/>
    </w:pPr>
    <w:rPr>
      <w:sz w:val="20"/>
      <w:szCs w:val="20"/>
    </w:rPr>
  </w:style>
  <w:style w:type="character" w:customStyle="1" w:styleId="FootnoteTextChar">
    <w:name w:val="Footnote Text Char"/>
    <w:basedOn w:val="DefaultParagraphFont"/>
    <w:link w:val="FootnoteText"/>
    <w:uiPriority w:val="99"/>
    <w:semiHidden/>
    <w:locked/>
    <w:rsid w:val="00197D1F"/>
    <w:rPr>
      <w:rFonts w:ascii="Calibri" w:eastAsia="Times New Roman" w:hAnsi="Calibri" w:cs="Times New Roman"/>
      <w:sz w:val="20"/>
      <w:szCs w:val="20"/>
    </w:rPr>
  </w:style>
  <w:style w:type="paragraph" w:styleId="CommentText">
    <w:name w:val="annotation text"/>
    <w:basedOn w:val="Normal"/>
    <w:link w:val="CommentTextChar"/>
    <w:uiPriority w:val="99"/>
    <w:semiHidden/>
    <w:rsid w:val="00197D1F"/>
    <w:rPr>
      <w:sz w:val="20"/>
      <w:szCs w:val="20"/>
    </w:rPr>
  </w:style>
  <w:style w:type="character" w:customStyle="1" w:styleId="CommentTextChar">
    <w:name w:val="Comment Text Char"/>
    <w:basedOn w:val="DefaultParagraphFont"/>
    <w:link w:val="CommentText"/>
    <w:uiPriority w:val="99"/>
    <w:semiHidden/>
    <w:locked/>
    <w:rsid w:val="00197D1F"/>
    <w:rPr>
      <w:rFonts w:ascii="Calibri" w:eastAsia="Times New Roman" w:hAnsi="Calibri" w:cs="Times New Roman"/>
      <w:sz w:val="20"/>
      <w:szCs w:val="20"/>
    </w:rPr>
  </w:style>
  <w:style w:type="paragraph" w:styleId="Header">
    <w:name w:val="header"/>
    <w:basedOn w:val="Normal"/>
    <w:link w:val="HeaderChar"/>
    <w:uiPriority w:val="99"/>
    <w:semiHidden/>
    <w:rsid w:val="00197D1F"/>
    <w:pPr>
      <w:tabs>
        <w:tab w:val="center" w:pos="4536"/>
        <w:tab w:val="right" w:pos="9072"/>
      </w:tabs>
      <w:spacing w:after="0"/>
    </w:pPr>
  </w:style>
  <w:style w:type="character" w:customStyle="1" w:styleId="HeaderChar">
    <w:name w:val="Header Char"/>
    <w:basedOn w:val="DefaultParagraphFont"/>
    <w:link w:val="Header"/>
    <w:uiPriority w:val="99"/>
    <w:semiHidden/>
    <w:locked/>
    <w:rsid w:val="00197D1F"/>
    <w:rPr>
      <w:rFonts w:ascii="Calibri" w:eastAsia="Times New Roman" w:hAnsi="Calibri" w:cs="Times New Roman"/>
      <w:sz w:val="24"/>
    </w:rPr>
  </w:style>
  <w:style w:type="paragraph" w:styleId="Footer">
    <w:name w:val="footer"/>
    <w:basedOn w:val="Normal"/>
    <w:link w:val="FooterChar"/>
    <w:uiPriority w:val="99"/>
    <w:semiHidden/>
    <w:rsid w:val="00197D1F"/>
    <w:pPr>
      <w:tabs>
        <w:tab w:val="center" w:pos="4536"/>
        <w:tab w:val="right" w:pos="9072"/>
      </w:tabs>
      <w:spacing w:after="0"/>
    </w:pPr>
  </w:style>
  <w:style w:type="character" w:customStyle="1" w:styleId="FooterChar">
    <w:name w:val="Footer Char"/>
    <w:basedOn w:val="DefaultParagraphFont"/>
    <w:link w:val="Footer"/>
    <w:uiPriority w:val="99"/>
    <w:semiHidden/>
    <w:locked/>
    <w:rsid w:val="00197D1F"/>
    <w:rPr>
      <w:rFonts w:ascii="Calibri" w:eastAsia="Times New Roman" w:hAnsi="Calibri" w:cs="Times New Roman"/>
      <w:sz w:val="24"/>
    </w:rPr>
  </w:style>
  <w:style w:type="paragraph" w:styleId="Caption">
    <w:name w:val="caption"/>
    <w:basedOn w:val="Normal"/>
    <w:next w:val="Normal"/>
    <w:uiPriority w:val="99"/>
    <w:qFormat/>
    <w:rsid w:val="00197D1F"/>
    <w:rPr>
      <w:i/>
      <w:iCs/>
      <w:sz w:val="18"/>
      <w:szCs w:val="18"/>
    </w:rPr>
  </w:style>
  <w:style w:type="paragraph" w:styleId="EndnoteText">
    <w:name w:val="endnote text"/>
    <w:basedOn w:val="Normal"/>
    <w:link w:val="EndnoteTextChar"/>
    <w:uiPriority w:val="99"/>
    <w:semiHidden/>
    <w:rsid w:val="00197D1F"/>
    <w:pPr>
      <w:spacing w:after="0"/>
    </w:pPr>
    <w:rPr>
      <w:sz w:val="20"/>
      <w:szCs w:val="20"/>
    </w:rPr>
  </w:style>
  <w:style w:type="character" w:customStyle="1" w:styleId="EndnoteTextChar">
    <w:name w:val="Endnote Text Char"/>
    <w:basedOn w:val="DefaultParagraphFont"/>
    <w:link w:val="EndnoteText"/>
    <w:uiPriority w:val="99"/>
    <w:semiHidden/>
    <w:locked/>
    <w:rsid w:val="00197D1F"/>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rsid w:val="00197D1F"/>
    <w:rPr>
      <w:b/>
      <w:bCs/>
    </w:rPr>
  </w:style>
  <w:style w:type="character" w:customStyle="1" w:styleId="CommentSubjectChar">
    <w:name w:val="Comment Subject Char"/>
    <w:basedOn w:val="CommentTextChar"/>
    <w:link w:val="CommentSubject"/>
    <w:uiPriority w:val="99"/>
    <w:semiHidden/>
    <w:locked/>
    <w:rsid w:val="00197D1F"/>
    <w:rPr>
      <w:b/>
      <w:bCs/>
    </w:rPr>
  </w:style>
  <w:style w:type="paragraph" w:styleId="BalloonText">
    <w:name w:val="Balloon Text"/>
    <w:basedOn w:val="Normal"/>
    <w:link w:val="BalloonTextChar"/>
    <w:uiPriority w:val="99"/>
    <w:semiHidden/>
    <w:rsid w:val="00197D1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97D1F"/>
    <w:rPr>
      <w:rFonts w:ascii="Segoe UI" w:eastAsia="Times New Roman" w:hAnsi="Segoe UI" w:cs="Segoe UI"/>
      <w:sz w:val="18"/>
      <w:szCs w:val="18"/>
    </w:rPr>
  </w:style>
  <w:style w:type="character" w:customStyle="1" w:styleId="NoSpacingChar">
    <w:name w:val="No Spacing Char"/>
    <w:link w:val="NoSpacing"/>
    <w:uiPriority w:val="99"/>
    <w:locked/>
    <w:rsid w:val="00197D1F"/>
    <w:rPr>
      <w:rFonts w:ascii="Times New Roman" w:hAnsi="Times New Roman"/>
      <w:sz w:val="22"/>
      <w:lang w:val="pl-PL" w:eastAsia="en-US"/>
    </w:rPr>
  </w:style>
  <w:style w:type="paragraph" w:styleId="NoSpacing">
    <w:name w:val="No Spacing"/>
    <w:link w:val="NoSpacingChar"/>
    <w:uiPriority w:val="99"/>
    <w:qFormat/>
    <w:rsid w:val="00197D1F"/>
    <w:rPr>
      <w:rFonts w:ascii="Times New Roman" w:eastAsia="Times New Roman" w:hAnsi="Times New Roman"/>
      <w:lang w:eastAsia="en-US"/>
    </w:rPr>
  </w:style>
  <w:style w:type="paragraph" w:styleId="ListParagraph">
    <w:name w:val="List Paragraph"/>
    <w:basedOn w:val="Normal"/>
    <w:uiPriority w:val="99"/>
    <w:qFormat/>
    <w:rsid w:val="00197D1F"/>
    <w:pPr>
      <w:ind w:left="720"/>
      <w:contextualSpacing/>
    </w:pPr>
  </w:style>
  <w:style w:type="paragraph" w:styleId="TOCHeading">
    <w:name w:val="TOC Heading"/>
    <w:basedOn w:val="Heading1"/>
    <w:next w:val="Normal"/>
    <w:uiPriority w:val="99"/>
    <w:qFormat/>
    <w:rsid w:val="00197D1F"/>
    <w:pPr>
      <w:outlineLvl w:val="9"/>
    </w:pPr>
    <w:rPr>
      <w:lang w:eastAsia="pl-PL"/>
    </w:rPr>
  </w:style>
  <w:style w:type="paragraph" w:customStyle="1" w:styleId="rdotabeli">
    <w:name w:val="Źródło tabeli"/>
    <w:aliases w:val="wykresu"/>
    <w:basedOn w:val="Normal"/>
    <w:uiPriority w:val="99"/>
    <w:rsid w:val="00197D1F"/>
    <w:rPr>
      <w:sz w:val="20"/>
    </w:rPr>
  </w:style>
  <w:style w:type="paragraph" w:customStyle="1" w:styleId="Default">
    <w:name w:val="Default"/>
    <w:uiPriority w:val="99"/>
    <w:rsid w:val="00197D1F"/>
    <w:pPr>
      <w:autoSpaceDE w:val="0"/>
      <w:autoSpaceDN w:val="0"/>
      <w:adjustRightInd w:val="0"/>
    </w:pPr>
    <w:rPr>
      <w:rFonts w:cs="Calibri"/>
      <w:color w:val="000000"/>
      <w:sz w:val="24"/>
      <w:szCs w:val="24"/>
    </w:rPr>
  </w:style>
  <w:style w:type="character" w:styleId="FootnoteReference">
    <w:name w:val="footnote reference"/>
    <w:basedOn w:val="DefaultParagraphFont"/>
    <w:uiPriority w:val="99"/>
    <w:semiHidden/>
    <w:rsid w:val="00197D1F"/>
    <w:rPr>
      <w:rFonts w:cs="Times New Roman"/>
      <w:vertAlign w:val="superscript"/>
    </w:rPr>
  </w:style>
  <w:style w:type="character" w:styleId="CommentReference">
    <w:name w:val="annotation reference"/>
    <w:basedOn w:val="DefaultParagraphFont"/>
    <w:uiPriority w:val="99"/>
    <w:semiHidden/>
    <w:rsid w:val="00197D1F"/>
    <w:rPr>
      <w:rFonts w:cs="Times New Roman"/>
      <w:sz w:val="16"/>
    </w:rPr>
  </w:style>
  <w:style w:type="character" w:styleId="EndnoteReference">
    <w:name w:val="endnote reference"/>
    <w:basedOn w:val="DefaultParagraphFont"/>
    <w:uiPriority w:val="99"/>
    <w:semiHidden/>
    <w:rsid w:val="00197D1F"/>
    <w:rPr>
      <w:rFonts w:cs="Times New Roman"/>
      <w:vertAlign w:val="superscript"/>
    </w:rPr>
  </w:style>
  <w:style w:type="character" w:styleId="SubtleEmphasis">
    <w:name w:val="Subtle Emphasis"/>
    <w:basedOn w:val="DefaultParagraphFont"/>
    <w:uiPriority w:val="99"/>
    <w:qFormat/>
    <w:rsid w:val="00197D1F"/>
    <w:rPr>
      <w:rFonts w:ascii="Calibri Light" w:hAnsi="Calibri Light"/>
      <w:b/>
      <w:color w:val="000000"/>
      <w:spacing w:val="5"/>
      <w:sz w:val="20"/>
    </w:rPr>
  </w:style>
  <w:style w:type="character" w:styleId="SubtleReference">
    <w:name w:val="Subtle Reference"/>
    <w:aliases w:val="Źródło"/>
    <w:basedOn w:val="DefaultParagraphFont"/>
    <w:uiPriority w:val="99"/>
    <w:qFormat/>
    <w:rsid w:val="00197D1F"/>
    <w:rPr>
      <w:rFonts w:ascii="Calibri" w:hAnsi="Calibri"/>
      <w:i/>
      <w:smallCaps/>
      <w:color w:val="auto"/>
      <w:sz w:val="20"/>
    </w:rPr>
  </w:style>
  <w:style w:type="character" w:styleId="IntenseReference">
    <w:name w:val="Intense Reference"/>
    <w:basedOn w:val="DefaultParagraphFont"/>
    <w:uiPriority w:val="99"/>
    <w:qFormat/>
    <w:rsid w:val="00197D1F"/>
    <w:rPr>
      <w:rFonts w:ascii="Calibri" w:hAnsi="Calibri"/>
      <w:b/>
      <w:color w:val="auto"/>
      <w:spacing w:val="5"/>
      <w:sz w:val="20"/>
      <w:u w:val="none"/>
      <w:effect w:val="none"/>
      <w:vertAlign w:val="baseline"/>
    </w:rPr>
  </w:style>
  <w:style w:type="character" w:styleId="BookTitle">
    <w:name w:val="Book Title"/>
    <w:basedOn w:val="DefaultParagraphFont"/>
    <w:uiPriority w:val="99"/>
    <w:qFormat/>
    <w:rsid w:val="00197D1F"/>
    <w:rPr>
      <w:b/>
      <w:i/>
      <w:spacing w:val="5"/>
    </w:rPr>
  </w:style>
  <w:style w:type="table" w:styleId="TableWeb2">
    <w:name w:val="Table Web 2"/>
    <w:basedOn w:val="TableNormal"/>
    <w:uiPriority w:val="99"/>
    <w:semiHidden/>
    <w:rsid w:val="00197D1F"/>
    <w:pPr>
      <w:spacing w:after="60"/>
      <w:jc w:val="both"/>
    </w:pPr>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197D1F"/>
    <w:pPr>
      <w:spacing w:after="60"/>
      <w:jc w:val="both"/>
    </w:pPr>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Grid">
    <w:name w:val="Table Grid"/>
    <w:basedOn w:val="TableNormal"/>
    <w:uiPriority w:val="99"/>
    <w:rsid w:val="00197D1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2">
    <w:name w:val="Plain Table 2"/>
    <w:uiPriority w:val="99"/>
    <w:rsid w:val="00197D1F"/>
    <w:rPr>
      <w:sz w:val="20"/>
      <w:szCs w:val="20"/>
    </w:rPr>
    <w:tblPr>
      <w:tblStyleRowBandSize w:val="1"/>
      <w:tblStyleColBandSize w:val="1"/>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PlainTable3">
    <w:name w:val="Plain Table 3"/>
    <w:uiPriority w:val="99"/>
    <w:rsid w:val="00197D1F"/>
    <w:rPr>
      <w:sz w:val="20"/>
      <w:szCs w:val="20"/>
    </w:rPr>
    <w:tblPr>
      <w:tblStyleRowBandSize w:val="1"/>
      <w:tblStyleColBandSize w:val="1"/>
      <w:tblCellMar>
        <w:top w:w="0" w:type="dxa"/>
        <w:left w:w="108" w:type="dxa"/>
        <w:bottom w:w="0" w:type="dxa"/>
        <w:right w:w="108" w:type="dxa"/>
      </w:tblCellMar>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PlainTable4">
    <w:name w:val="Plain Table 4"/>
    <w:uiPriority w:val="99"/>
    <w:rsid w:val="00197D1F"/>
    <w:rPr>
      <w:sz w:val="20"/>
      <w:szCs w:val="20"/>
    </w:rPr>
    <w:tblPr>
      <w:tblStyleRowBandSize w:val="1"/>
      <w:tblStyleColBandSize w:val="1"/>
      <w:tblCellMar>
        <w:top w:w="0" w:type="dxa"/>
        <w:left w:w="108" w:type="dxa"/>
        <w:bottom w:w="0" w:type="dxa"/>
        <w:right w:w="108" w:type="dxa"/>
      </w:tblCellMar>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table" w:customStyle="1" w:styleId="GridTableLight">
    <w:name w:val="Grid Table Light"/>
    <w:uiPriority w:val="99"/>
    <w:rsid w:val="00197D1F"/>
    <w:rPr>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GridTable1Light">
    <w:name w:val="Grid Table 1 Light"/>
    <w:uiPriority w:val="99"/>
    <w:rsid w:val="00197D1F"/>
    <w:rPr>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rFonts w:cs="Times New Roman"/>
        <w:b/>
        <w:bCs/>
      </w:rPr>
      <w:tblPr/>
      <w:tcPr>
        <w:tcBorders>
          <w:bottom w:val="single" w:sz="12" w:space="0" w:color="666666"/>
        </w:tcBorders>
      </w:tcPr>
    </w:tblStylePr>
    <w:tblStylePr w:type="lastRow">
      <w:rPr>
        <w:rFonts w:cs="Times New Roman"/>
        <w:b/>
        <w:bCs/>
      </w:rPr>
      <w:tblPr/>
      <w:tcPr>
        <w:tcBorders>
          <w:top w:val="double" w:sz="2" w:space="0" w:color="666666"/>
        </w:tcBorders>
      </w:tcPr>
    </w:tblStylePr>
    <w:tblStylePr w:type="firstCol">
      <w:rPr>
        <w:rFonts w:cs="Times New Roman"/>
        <w:b/>
        <w:bCs/>
      </w:rPr>
    </w:tblStylePr>
    <w:tblStylePr w:type="lastCol">
      <w:rPr>
        <w:rFonts w:cs="Times New Roman"/>
        <w:b/>
        <w:bCs/>
      </w:rPr>
    </w:tblStylePr>
  </w:style>
  <w:style w:type="table" w:customStyle="1" w:styleId="GridTable1LightAccent1">
    <w:name w:val="Grid Table 1 Light Accent 1"/>
    <w:uiPriority w:val="99"/>
    <w:rsid w:val="00197D1F"/>
    <w:rPr>
      <w:sz w:val="20"/>
      <w:szCs w:val="20"/>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tblStylePr w:type="firstRow">
      <w:rPr>
        <w:rFonts w:cs="Times New Roman"/>
        <w:b/>
        <w:bCs/>
      </w:rPr>
      <w:tblPr/>
      <w:tcPr>
        <w:tcBorders>
          <w:bottom w:val="single" w:sz="12" w:space="0" w:color="9CC2E5"/>
        </w:tcBorders>
      </w:tcPr>
    </w:tblStylePr>
    <w:tblStylePr w:type="lastRow">
      <w:rPr>
        <w:rFonts w:cs="Times New Roman"/>
        <w:b/>
        <w:bCs/>
      </w:rPr>
      <w:tblPr/>
      <w:tcPr>
        <w:tcBorders>
          <w:top w:val="double" w:sz="2" w:space="0" w:color="9CC2E5"/>
        </w:tcBorders>
      </w:tcPr>
    </w:tblStylePr>
    <w:tblStylePr w:type="firstCol">
      <w:rPr>
        <w:rFonts w:cs="Times New Roman"/>
        <w:b/>
        <w:bCs/>
      </w:rPr>
    </w:tblStylePr>
    <w:tblStylePr w:type="lastCol">
      <w:rPr>
        <w:rFonts w:cs="Times New Roman"/>
        <w:b/>
        <w:bCs/>
      </w:rPr>
    </w:tblStylePr>
  </w:style>
  <w:style w:type="table" w:customStyle="1" w:styleId="GridTable1LightAccent3">
    <w:name w:val="Grid Table 1 Light Accent 3"/>
    <w:uiPriority w:val="99"/>
    <w:rsid w:val="00197D1F"/>
    <w:rPr>
      <w:sz w:val="20"/>
      <w:szCs w:val="20"/>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rFonts w:cs="Times New Roman"/>
        <w:b/>
        <w:bCs/>
      </w:rPr>
      <w:tblPr/>
      <w:tcPr>
        <w:tcBorders>
          <w:bottom w:val="single" w:sz="12" w:space="0" w:color="C9C9C9"/>
        </w:tcBorders>
      </w:tcPr>
    </w:tblStylePr>
    <w:tblStylePr w:type="lastRow">
      <w:rPr>
        <w:rFonts w:cs="Times New Roman"/>
        <w:b/>
        <w:bCs/>
      </w:rPr>
      <w:tblPr/>
      <w:tcPr>
        <w:tcBorders>
          <w:top w:val="double" w:sz="2" w:space="0" w:color="C9C9C9"/>
        </w:tcBorders>
      </w:tcPr>
    </w:tblStylePr>
    <w:tblStylePr w:type="firstCol">
      <w:rPr>
        <w:rFonts w:cs="Times New Roman"/>
        <w:b/>
        <w:bCs/>
      </w:rPr>
    </w:tblStylePr>
    <w:tblStylePr w:type="lastCol">
      <w:rPr>
        <w:rFonts w:cs="Times New Roman"/>
        <w:b/>
        <w:bCs/>
      </w:rPr>
    </w:tblStylePr>
  </w:style>
  <w:style w:type="table" w:customStyle="1" w:styleId="GridTable1LightAccent6">
    <w:name w:val="Grid Table 1 Light Accent 6"/>
    <w:uiPriority w:val="99"/>
    <w:rsid w:val="00197D1F"/>
    <w:rPr>
      <w:sz w:val="20"/>
      <w:szCs w:val="20"/>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CellMar>
        <w:top w:w="0" w:type="dxa"/>
        <w:left w:w="108" w:type="dxa"/>
        <w:bottom w:w="0" w:type="dxa"/>
        <w:right w:w="108" w:type="dxa"/>
      </w:tblCellMar>
    </w:tblPr>
    <w:tblStylePr w:type="firstRow">
      <w:rPr>
        <w:rFonts w:cs="Times New Roman"/>
        <w:b/>
        <w:bCs/>
      </w:rPr>
      <w:tblPr/>
      <w:tcPr>
        <w:tcBorders>
          <w:bottom w:val="single" w:sz="12" w:space="0" w:color="A8D08D"/>
        </w:tcBorders>
      </w:tcPr>
    </w:tblStylePr>
    <w:tblStylePr w:type="lastRow">
      <w:rPr>
        <w:rFonts w:cs="Times New Roman"/>
        <w:b/>
        <w:bCs/>
      </w:rPr>
      <w:tblPr/>
      <w:tcPr>
        <w:tcBorders>
          <w:top w:val="double" w:sz="2" w:space="0" w:color="A8D08D"/>
        </w:tcBorders>
      </w:tcPr>
    </w:tblStylePr>
    <w:tblStylePr w:type="firstCol">
      <w:rPr>
        <w:rFonts w:cs="Times New Roman"/>
        <w:b/>
        <w:bCs/>
      </w:rPr>
    </w:tblStylePr>
    <w:tblStylePr w:type="lastCol">
      <w:rPr>
        <w:rFonts w:cs="Times New Roman"/>
        <w:b/>
        <w:bCs/>
      </w:rPr>
    </w:tblStylePr>
  </w:style>
  <w:style w:type="table" w:customStyle="1" w:styleId="Styl1">
    <w:name w:val="Styl1"/>
    <w:basedOn w:val="TableWeb2"/>
    <w:uiPriority w:val="99"/>
    <w:rsid w:val="00197D1F"/>
    <w:pPr>
      <w:spacing w:after="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Tabelasiatki1jasnaakcent11">
    <w:name w:val="Tabela siatki 1 — jasna — akcent 11"/>
    <w:uiPriority w:val="99"/>
    <w:rsid w:val="00197D1F"/>
    <w:rPr>
      <w:sz w:val="20"/>
      <w:szCs w:val="20"/>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CellMar>
        <w:top w:w="0" w:type="dxa"/>
        <w:left w:w="108" w:type="dxa"/>
        <w:bottom w:w="0" w:type="dxa"/>
        <w:right w:w="108" w:type="dxa"/>
      </w:tblCellMar>
    </w:tblPr>
    <w:tblStylePr w:type="firstRow">
      <w:rPr>
        <w:rFonts w:cs="Times New Roman"/>
        <w:b/>
        <w:bCs/>
      </w:rPr>
      <w:tblPr/>
      <w:tcPr>
        <w:tcBorders>
          <w:bottom w:val="single" w:sz="12" w:space="0" w:color="9CC2E5"/>
        </w:tcBorders>
      </w:tcPr>
    </w:tblStylePr>
    <w:tblStylePr w:type="lastRow">
      <w:rPr>
        <w:rFonts w:cs="Times New Roman"/>
        <w:b/>
        <w:bCs/>
      </w:rPr>
      <w:tblPr/>
      <w:tcPr>
        <w:tcBorders>
          <w:top w:val="double" w:sz="2" w:space="0" w:color="9CC2E5"/>
        </w:tcBorders>
      </w:tcPr>
    </w:tblStylePr>
    <w:tblStylePr w:type="firstCol">
      <w:rPr>
        <w:rFonts w:cs="Times New Roman"/>
        <w:b/>
        <w:bCs/>
      </w:rPr>
    </w:tblStylePr>
    <w:tblStylePr w:type="lastCol">
      <w:rPr>
        <w:rFonts w:cs="Times New Roman"/>
        <w:b/>
        <w:bCs/>
      </w:rPr>
    </w:tblStylePr>
  </w:style>
  <w:style w:type="paragraph" w:styleId="BlockText">
    <w:name w:val="Block Text"/>
    <w:basedOn w:val="Normal"/>
    <w:uiPriority w:val="99"/>
    <w:rsid w:val="001F7229"/>
    <w:pPr>
      <w:spacing w:after="0" w:line="360" w:lineRule="auto"/>
      <w:ind w:left="567" w:right="-284"/>
    </w:pPr>
    <w:rPr>
      <w:rFonts w:ascii="Arial" w:eastAsia="Times New Roman" w:hAnsi="Arial" w:cs="Arial"/>
      <w:sz w:val="28"/>
      <w:szCs w:val="24"/>
      <w:lang w:eastAsia="pl-PL"/>
    </w:rPr>
  </w:style>
</w:styles>
</file>

<file path=word/webSettings.xml><?xml version="1.0" encoding="utf-8"?>
<w:webSettings xmlns:r="http://schemas.openxmlformats.org/officeDocument/2006/relationships" xmlns:w="http://schemas.openxmlformats.org/wordprocessingml/2006/main">
  <w:divs>
    <w:div w:id="26178007">
      <w:marLeft w:val="0"/>
      <w:marRight w:val="0"/>
      <w:marTop w:val="0"/>
      <w:marBottom w:val="0"/>
      <w:divBdr>
        <w:top w:val="none" w:sz="0" w:space="0" w:color="auto"/>
        <w:left w:val="none" w:sz="0" w:space="0" w:color="auto"/>
        <w:bottom w:val="none" w:sz="0" w:space="0" w:color="auto"/>
        <w:right w:val="none" w:sz="0" w:space="0" w:color="auto"/>
      </w:divBdr>
    </w:div>
    <w:div w:id="26178008">
      <w:marLeft w:val="0"/>
      <w:marRight w:val="0"/>
      <w:marTop w:val="0"/>
      <w:marBottom w:val="0"/>
      <w:divBdr>
        <w:top w:val="none" w:sz="0" w:space="0" w:color="auto"/>
        <w:left w:val="none" w:sz="0" w:space="0" w:color="auto"/>
        <w:bottom w:val="none" w:sz="0" w:space="0" w:color="auto"/>
        <w:right w:val="none" w:sz="0" w:space="0" w:color="auto"/>
      </w:divBdr>
    </w:div>
    <w:div w:id="261780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GOPS_001\AppData\Local\Microsoft\Windows\Temporary%20Internet%20Files\Content.Outlook\8NHKVGL5\GSRPS_LidzbarkWarmi&#324;ski_2017_2026%20(005).doc" TargetMode="External"/><Relationship Id="rId18" Type="http://schemas.openxmlformats.org/officeDocument/2006/relationships/hyperlink" Target="file:///C:\Users\GOPS_001\AppData\Local\Microsoft\Windows\Temporary%20Internet%20Files\Content.Outlook\8NHKVGL5\GSRPS_LidzbarkWarmi&#324;ski_2017_2026%20(005).doc" TargetMode="External"/><Relationship Id="rId26" Type="http://schemas.openxmlformats.org/officeDocument/2006/relationships/hyperlink" Target="file:///C:\Users\GOPS_001\AppData\Local\Microsoft\Windows\Temporary%20Internet%20Files\Content.Outlook\8NHKVGL5\GSRPS_LidzbarkWarmi&#324;ski_2017_2026%20(005).doc" TargetMode="External"/><Relationship Id="rId39" Type="http://schemas.openxmlformats.org/officeDocument/2006/relationships/hyperlink" Target="file:///C:\Users\GOPS_001\AppData\Local\Microsoft\Windows\Temporary%20Internet%20Files\Content.Outlook\8NHKVGL5\GSRPS_LidzbarkWarmi&#324;ski_2017_2026%20(005).doc" TargetMode="External"/><Relationship Id="rId21" Type="http://schemas.openxmlformats.org/officeDocument/2006/relationships/hyperlink" Target="file:///C:\Users\GOPS_001\AppData\Local\Microsoft\Windows\Temporary%20Internet%20Files\Content.Outlook\8NHKVGL5\GSRPS_LidzbarkWarmi&#324;ski_2017_2026%20(005).doc" TargetMode="External"/><Relationship Id="rId34" Type="http://schemas.openxmlformats.org/officeDocument/2006/relationships/hyperlink" Target="file:///C:\Users\GOPS_001\AppData\Local\Microsoft\Windows\Temporary%20Internet%20Files\Content.Outlook\8NHKVGL5\GSRPS_LidzbarkWarmi&#324;ski_2017_2026%20(005).doc" TargetMode="External"/><Relationship Id="rId42" Type="http://schemas.openxmlformats.org/officeDocument/2006/relationships/hyperlink" Target="file:///C:\Users\GOPS_001\AppData\Local\Microsoft\Windows\Temporary%20Internet%20Files\Content.Outlook\8NHKVGL5\GSRPS_LidzbarkWarmi&#324;ski_2017_2026%20(005).doc" TargetMode="External"/><Relationship Id="rId47" Type="http://schemas.openxmlformats.org/officeDocument/2006/relationships/image" Target="media/image2.png"/><Relationship Id="rId50" Type="http://schemas.openxmlformats.org/officeDocument/2006/relationships/image" Target="media/image5.png"/><Relationship Id="rId55" Type="http://schemas.openxmlformats.org/officeDocument/2006/relationships/image" Target="media/image10.png"/><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file:///C:\Users\GOPS_001\AppData\Local\Microsoft\Windows\Temporary%20Internet%20Files\Content.Outlook\8NHKVGL5\GSRPS_LidzbarkWarmi&#324;ski_2017_2026%20(005).doc" TargetMode="External"/><Relationship Id="rId20" Type="http://schemas.openxmlformats.org/officeDocument/2006/relationships/hyperlink" Target="file:///C:\Users\GOPS_001\AppData\Local\Microsoft\Windows\Temporary%20Internet%20Files\Content.Outlook\8NHKVGL5\GSRPS_LidzbarkWarmi&#324;ski_2017_2026%20(005).doc" TargetMode="External"/><Relationship Id="rId29" Type="http://schemas.openxmlformats.org/officeDocument/2006/relationships/hyperlink" Target="file:///C:\Users\GOPS_001\AppData\Local\Microsoft\Windows\Temporary%20Internet%20Files\Content.Outlook\8NHKVGL5\GSRPS_LidzbarkWarmi&#324;ski_2017_2026%20(005).doc" TargetMode="External"/><Relationship Id="rId41" Type="http://schemas.openxmlformats.org/officeDocument/2006/relationships/hyperlink" Target="file:///C:\Users\GOPS_001\AppData\Local\Microsoft\Windows\Temporary%20Internet%20Files\Content.Outlook\8NHKVGL5\GSRPS_LidzbarkWarmi&#324;ski_2017_2026%20(005).doc" TargetMode="External"/><Relationship Id="rId54"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GOPS_001\AppData\Local\Microsoft\Windows\Temporary%20Internet%20Files\Content.Outlook\8NHKVGL5\GSRPS_LidzbarkWarmi&#324;ski_2017_2026%20(005).doc" TargetMode="External"/><Relationship Id="rId24" Type="http://schemas.openxmlformats.org/officeDocument/2006/relationships/hyperlink" Target="file:///C:\Users\GOPS_001\AppData\Local\Microsoft\Windows\Temporary%20Internet%20Files\Content.Outlook\8NHKVGL5\GSRPS_LidzbarkWarmi&#324;ski_2017_2026%20(005).doc" TargetMode="External"/><Relationship Id="rId32" Type="http://schemas.openxmlformats.org/officeDocument/2006/relationships/hyperlink" Target="file:///C:\Users\GOPS_001\AppData\Local\Microsoft\Windows\Temporary%20Internet%20Files\Content.Outlook\8NHKVGL5\GSRPS_LidzbarkWarmi&#324;ski_2017_2026%20(005).doc" TargetMode="External"/><Relationship Id="rId37" Type="http://schemas.openxmlformats.org/officeDocument/2006/relationships/hyperlink" Target="file:///C:\Users\GOPS_001\AppData\Local\Microsoft\Windows\Temporary%20Internet%20Files\Content.Outlook\8NHKVGL5\GSRPS_LidzbarkWarmi&#324;ski_2017_2026%20(005).doc" TargetMode="External"/><Relationship Id="rId40" Type="http://schemas.openxmlformats.org/officeDocument/2006/relationships/hyperlink" Target="file:///C:\Users\GOPS_001\AppData\Local\Microsoft\Windows\Temporary%20Internet%20Files\Content.Outlook\8NHKVGL5\GSRPS_LidzbarkWarmi&#324;ski_2017_2026%20(005).doc" TargetMode="External"/><Relationship Id="rId45" Type="http://schemas.openxmlformats.org/officeDocument/2006/relationships/hyperlink" Target="file:///C:\Users\GOPS_001\AppData\Local\Microsoft\Windows\Temporary%20Internet%20Files\Content.Outlook\8NHKVGL5\GSRPS_LidzbarkWarmi&#324;ski_2017_2026%20(005).doc" TargetMode="External"/><Relationship Id="rId53" Type="http://schemas.openxmlformats.org/officeDocument/2006/relationships/image" Target="media/image8.png"/><Relationship Id="rId58" Type="http://schemas.openxmlformats.org/officeDocument/2006/relationships/image" Target="media/image12.png"/><Relationship Id="rId5" Type="http://schemas.openxmlformats.org/officeDocument/2006/relationships/footnotes" Target="footnotes.xml"/><Relationship Id="rId15" Type="http://schemas.openxmlformats.org/officeDocument/2006/relationships/hyperlink" Target="file:///C:\Users\GOPS_001\AppData\Local\Microsoft\Windows\Temporary%20Internet%20Files\Content.Outlook\8NHKVGL5\GSRPS_LidzbarkWarmi&#324;ski_2017_2026%20(005).doc" TargetMode="External"/><Relationship Id="rId23" Type="http://schemas.openxmlformats.org/officeDocument/2006/relationships/hyperlink" Target="file:///C:\Users\GOPS_001\AppData\Local\Microsoft\Windows\Temporary%20Internet%20Files\Content.Outlook\8NHKVGL5\GSRPS_LidzbarkWarmi&#324;ski_2017_2026%20(005).doc" TargetMode="External"/><Relationship Id="rId28" Type="http://schemas.openxmlformats.org/officeDocument/2006/relationships/hyperlink" Target="file:///C:\Users\GOPS_001\AppData\Local\Microsoft\Windows\Temporary%20Internet%20Files\Content.Outlook\8NHKVGL5\GSRPS_LidzbarkWarmi&#324;ski_2017_2026%20(005).doc" TargetMode="External"/><Relationship Id="rId36" Type="http://schemas.openxmlformats.org/officeDocument/2006/relationships/hyperlink" Target="file:///C:\Users\GOPS_001\AppData\Local\Microsoft\Windows\Temporary%20Internet%20Files\Content.Outlook\8NHKVGL5\GSRPS_LidzbarkWarmi&#324;ski_2017_2026%20(005).doc" TargetMode="External"/><Relationship Id="rId49" Type="http://schemas.openxmlformats.org/officeDocument/2006/relationships/image" Target="media/image4.png"/><Relationship Id="rId57" Type="http://schemas.openxmlformats.org/officeDocument/2006/relationships/image" Target="media/image11.png"/><Relationship Id="rId61" Type="http://schemas.openxmlformats.org/officeDocument/2006/relationships/theme" Target="theme/theme1.xml"/><Relationship Id="rId10" Type="http://schemas.openxmlformats.org/officeDocument/2006/relationships/hyperlink" Target="file:///C:\Users\GOPS_001\AppData\Local\Microsoft\Windows\Temporary%20Internet%20Files\Content.Outlook\8NHKVGL5\GSRPS_LidzbarkWarmi&#324;ski_2017_2026%20(005).doc" TargetMode="External"/><Relationship Id="rId19" Type="http://schemas.openxmlformats.org/officeDocument/2006/relationships/hyperlink" Target="file:///C:\Users\GOPS_001\AppData\Local\Microsoft\Windows\Temporary%20Internet%20Files\Content.Outlook\8NHKVGL5\GSRPS_LidzbarkWarmi&#324;ski_2017_2026%20(005).doc" TargetMode="External"/><Relationship Id="rId31" Type="http://schemas.openxmlformats.org/officeDocument/2006/relationships/hyperlink" Target="file:///C:\Users\GOPS_001\AppData\Local\Microsoft\Windows\Temporary%20Internet%20Files\Content.Outlook\8NHKVGL5\GSRPS_LidzbarkWarmi&#324;ski_2017_2026%20(005).doc" TargetMode="External"/><Relationship Id="rId44" Type="http://schemas.openxmlformats.org/officeDocument/2006/relationships/hyperlink" Target="file:///C:\Users\GOPS_001\AppData\Local\Microsoft\Windows\Temporary%20Internet%20Files\Content.Outlook\8NHKVGL5\GSRPS_LidzbarkWarmi&#324;ski_2017_2026%20(005).doc" TargetMode="External"/><Relationship Id="rId52" Type="http://schemas.openxmlformats.org/officeDocument/2006/relationships/image" Target="media/image7.png"/><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GOPS_001\AppData\Local\Microsoft\Windows\Temporary%20Internet%20Files\Content.Outlook\8NHKVGL5\GSRPS_LidzbarkWarmi&#324;ski_2017_2026%20(005).doc" TargetMode="External"/><Relationship Id="rId14" Type="http://schemas.openxmlformats.org/officeDocument/2006/relationships/hyperlink" Target="file:///C:\Users\GOPS_001\AppData\Local\Microsoft\Windows\Temporary%20Internet%20Files\Content.Outlook\8NHKVGL5\GSRPS_LidzbarkWarmi&#324;ski_2017_2026%20(005).doc" TargetMode="External"/><Relationship Id="rId22" Type="http://schemas.openxmlformats.org/officeDocument/2006/relationships/hyperlink" Target="file:///C:\Users\GOPS_001\AppData\Local\Microsoft\Windows\Temporary%20Internet%20Files\Content.Outlook\8NHKVGL5\GSRPS_LidzbarkWarmi&#324;ski_2017_2026%20(005).doc" TargetMode="External"/><Relationship Id="rId27" Type="http://schemas.openxmlformats.org/officeDocument/2006/relationships/hyperlink" Target="file:///C:\Users\GOPS_001\AppData\Local\Microsoft\Windows\Temporary%20Internet%20Files\Content.Outlook\8NHKVGL5\GSRPS_LidzbarkWarmi&#324;ski_2017_2026%20(005).doc" TargetMode="External"/><Relationship Id="rId30" Type="http://schemas.openxmlformats.org/officeDocument/2006/relationships/hyperlink" Target="file:///C:\Users\GOPS_001\AppData\Local\Microsoft\Windows\Temporary%20Internet%20Files\Content.Outlook\8NHKVGL5\GSRPS_LidzbarkWarmi&#324;ski_2017_2026%20(005).doc" TargetMode="External"/><Relationship Id="rId35" Type="http://schemas.openxmlformats.org/officeDocument/2006/relationships/hyperlink" Target="file:///C:\Users\GOPS_001\AppData\Local\Microsoft\Windows\Temporary%20Internet%20Files\Content.Outlook\8NHKVGL5\GSRPS_LidzbarkWarmi&#324;ski_2017_2026%20(005).doc" TargetMode="External"/><Relationship Id="rId43" Type="http://schemas.openxmlformats.org/officeDocument/2006/relationships/hyperlink" Target="file:///C:\Users\GOPS_001\AppData\Local\Microsoft\Windows\Temporary%20Internet%20Files\Content.Outlook\8NHKVGL5\GSRPS_LidzbarkWarmi&#324;ski_2017_2026%20(005).doc" TargetMode="External"/><Relationship Id="rId48" Type="http://schemas.openxmlformats.org/officeDocument/2006/relationships/image" Target="media/image3.png"/><Relationship Id="rId56" Type="http://schemas.openxmlformats.org/officeDocument/2006/relationships/oleObject" Target="embeddings/oleObject1.bin"/><Relationship Id="rId8" Type="http://schemas.openxmlformats.org/officeDocument/2006/relationships/hyperlink" Target="file:///C:\Users\GOPS_001\AppData\Local\Microsoft\Windows\Temporary%20Internet%20Files\Content.Outlook\8NHKVGL5\GSRPS_LidzbarkWarmi&#324;ski_2017_2026%20(005).doc" TargetMode="External"/><Relationship Id="rId51" Type="http://schemas.openxmlformats.org/officeDocument/2006/relationships/image" Target="media/image6.png"/><Relationship Id="rId3" Type="http://schemas.openxmlformats.org/officeDocument/2006/relationships/settings" Target="settings.xml"/><Relationship Id="rId12" Type="http://schemas.openxmlformats.org/officeDocument/2006/relationships/hyperlink" Target="file:///C:\Users\GOPS_001\AppData\Local\Microsoft\Windows\Temporary%20Internet%20Files\Content.Outlook\8NHKVGL5\GSRPS_LidzbarkWarmi&#324;ski_2017_2026%20(005).doc" TargetMode="External"/><Relationship Id="rId17" Type="http://schemas.openxmlformats.org/officeDocument/2006/relationships/hyperlink" Target="file:///C:\Users\GOPS_001\AppData\Local\Microsoft\Windows\Temporary%20Internet%20Files\Content.Outlook\8NHKVGL5\GSRPS_LidzbarkWarmi&#324;ski_2017_2026%20(005).doc" TargetMode="External"/><Relationship Id="rId25" Type="http://schemas.openxmlformats.org/officeDocument/2006/relationships/hyperlink" Target="file:///C:\Users\GOPS_001\AppData\Local\Microsoft\Windows\Temporary%20Internet%20Files\Content.Outlook\8NHKVGL5\GSRPS_LidzbarkWarmi&#324;ski_2017_2026%20(005).doc" TargetMode="External"/><Relationship Id="rId33" Type="http://schemas.openxmlformats.org/officeDocument/2006/relationships/hyperlink" Target="file:///C:\Users\GOPS_001\AppData\Local\Microsoft\Windows\Temporary%20Internet%20Files\Content.Outlook\8NHKVGL5\GSRPS_LidzbarkWarmi&#324;ski_2017_2026%20(005).doc" TargetMode="External"/><Relationship Id="rId38" Type="http://schemas.openxmlformats.org/officeDocument/2006/relationships/hyperlink" Target="file:///C:\Users\GOPS_001\AppData\Local\Microsoft\Windows\Temporary%20Internet%20Files\Content.Outlook\8NHKVGL5\GSRPS_LidzbarkWarmi&#324;ski_2017_2026%20(005).doc" TargetMode="External"/><Relationship Id="rId46" Type="http://schemas.openxmlformats.org/officeDocument/2006/relationships/hyperlink" Target="file:///C:\Users\GOPS_001\AppData\Local\Microsoft\Windows\Temporary%20Internet%20Files\Content.Outlook\8NHKVGL5\GSRPS_LidzbarkWarmi&#324;ski_2017_2026%20(005).doc" TargetMode="External"/><Relationship Id="rId59"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66</TotalTime>
  <Pages>63</Pages>
  <Words>21621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GOPS_001</dc:creator>
  <cp:keywords/>
  <dc:description/>
  <cp:lastModifiedBy>Prawnik</cp:lastModifiedBy>
  <cp:revision>15</cp:revision>
  <cp:lastPrinted>2016-07-28T10:28:00Z</cp:lastPrinted>
  <dcterms:created xsi:type="dcterms:W3CDTF">2016-07-12T05:14:00Z</dcterms:created>
  <dcterms:modified xsi:type="dcterms:W3CDTF">2016-08-26T11:08:00Z</dcterms:modified>
</cp:coreProperties>
</file>